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5141C2" w14:textId="77777777" w:rsidR="00030329" w:rsidRPr="00E70FA0" w:rsidRDefault="00030329" w:rsidP="0024120C">
      <w:pPr>
        <w:pStyle w:val="Pealkiri"/>
        <w:spacing w:line="240" w:lineRule="auto"/>
        <w:rPr>
          <w:szCs w:val="22"/>
        </w:rPr>
        <w:sectPr w:rsidR="00030329" w:rsidRPr="00E70FA0" w:rsidSect="006425E0">
          <w:headerReference w:type="even" r:id="rId11"/>
          <w:headerReference w:type="default" r:id="rId12"/>
          <w:footerReference w:type="even" r:id="rId13"/>
          <w:footerReference w:type="default" r:id="rId14"/>
          <w:headerReference w:type="first" r:id="rId15"/>
          <w:footerReference w:type="first" r:id="rId16"/>
          <w:pgSz w:w="11907" w:h="16840" w:code="9"/>
          <w:pgMar w:top="1134" w:right="1134" w:bottom="1134" w:left="1701" w:header="709" w:footer="709" w:gutter="0"/>
          <w:cols w:space="708"/>
          <w:docGrid w:linePitch="360"/>
        </w:sectPr>
      </w:pPr>
    </w:p>
    <w:p w14:paraId="5E5460DA" w14:textId="77777777" w:rsidR="000340DE" w:rsidRPr="00770139" w:rsidRDefault="000340DE" w:rsidP="0024120C">
      <w:pPr>
        <w:pStyle w:val="Pealkiri"/>
        <w:spacing w:line="240" w:lineRule="auto"/>
        <w:rPr>
          <w:sz w:val="24"/>
          <w:szCs w:val="24"/>
        </w:rPr>
      </w:pPr>
    </w:p>
    <w:p w14:paraId="66147FEE" w14:textId="14EEE9D0" w:rsidR="00BF71A0" w:rsidRPr="00770139" w:rsidRDefault="5D945426" w:rsidP="375AF7ED">
      <w:pPr>
        <w:jc w:val="center"/>
        <w:rPr>
          <w:rFonts w:ascii="Arial" w:hAnsi="Arial" w:cs="Arial"/>
          <w:b/>
          <w:bCs/>
        </w:rPr>
      </w:pPr>
      <w:r w:rsidRPr="434FB2D3">
        <w:rPr>
          <w:rFonts w:ascii="Arial" w:hAnsi="Arial" w:cs="Arial"/>
          <w:b/>
          <w:bCs/>
        </w:rPr>
        <w:t>Sotsiaalministri</w:t>
      </w:r>
      <w:r w:rsidR="000A7BE6" w:rsidRPr="434FB2D3">
        <w:rPr>
          <w:rFonts w:ascii="Arial" w:hAnsi="Arial" w:cs="Arial"/>
          <w:b/>
          <w:bCs/>
        </w:rPr>
        <w:t xml:space="preserve"> </w:t>
      </w:r>
      <w:r w:rsidR="00AD72B6" w:rsidRPr="434FB2D3">
        <w:rPr>
          <w:rFonts w:ascii="Arial" w:hAnsi="Arial" w:cs="Arial"/>
          <w:b/>
          <w:bCs/>
        </w:rPr>
        <w:t xml:space="preserve">määruse </w:t>
      </w:r>
      <w:r w:rsidR="00F935E1">
        <w:rPr>
          <w:rFonts w:ascii="Arial" w:hAnsi="Arial" w:cs="Arial"/>
          <w:b/>
          <w:bCs/>
        </w:rPr>
        <w:t>„</w:t>
      </w:r>
      <w:r w:rsidR="7BA413A7" w:rsidRPr="434FB2D3">
        <w:rPr>
          <w:rFonts w:ascii="Arial" w:hAnsi="Arial" w:cs="Arial"/>
          <w:b/>
          <w:bCs/>
        </w:rPr>
        <w:t>R</w:t>
      </w:r>
      <w:r w:rsidR="3386DAD9" w:rsidRPr="434FB2D3">
        <w:rPr>
          <w:rFonts w:ascii="Arial" w:hAnsi="Arial" w:cs="Arial"/>
          <w:b/>
          <w:bCs/>
        </w:rPr>
        <w:t>iikliku vere</w:t>
      </w:r>
      <w:r w:rsidR="1ACA1A85" w:rsidRPr="434FB2D3">
        <w:rPr>
          <w:rFonts w:ascii="Arial" w:hAnsi="Arial" w:cs="Arial"/>
          <w:b/>
          <w:bCs/>
        </w:rPr>
        <w:t>teenistuse</w:t>
      </w:r>
      <w:r w:rsidR="3386DAD9" w:rsidRPr="434FB2D3">
        <w:rPr>
          <w:rFonts w:ascii="Arial" w:hAnsi="Arial" w:cs="Arial"/>
          <w:b/>
          <w:bCs/>
        </w:rPr>
        <w:t xml:space="preserve"> infosüsteemi põhimäärus</w:t>
      </w:r>
      <w:r w:rsidR="00F935E1">
        <w:rPr>
          <w:rFonts w:ascii="Arial" w:hAnsi="Arial" w:cs="Arial"/>
          <w:b/>
          <w:bCs/>
        </w:rPr>
        <w:t>“</w:t>
      </w:r>
      <w:r w:rsidR="00C6433F" w:rsidRPr="434FB2D3">
        <w:rPr>
          <w:rFonts w:ascii="Arial" w:hAnsi="Arial" w:cs="Arial"/>
          <w:b/>
          <w:bCs/>
        </w:rPr>
        <w:t xml:space="preserve"> </w:t>
      </w:r>
      <w:r w:rsidR="00BF71A0" w:rsidRPr="434FB2D3">
        <w:rPr>
          <w:rFonts w:ascii="Arial" w:hAnsi="Arial" w:cs="Arial"/>
          <w:b/>
          <w:bCs/>
        </w:rPr>
        <w:t xml:space="preserve">eelnõu </w:t>
      </w:r>
      <w:r w:rsidR="002B7E38" w:rsidRPr="434FB2D3">
        <w:rPr>
          <w:rFonts w:ascii="Arial" w:hAnsi="Arial" w:cs="Arial"/>
          <w:b/>
          <w:bCs/>
        </w:rPr>
        <w:t>seletuskiri</w:t>
      </w:r>
    </w:p>
    <w:p w14:paraId="3B7CCD84" w14:textId="7A0F2681" w:rsidR="00BF71A0" w:rsidRPr="00E70FA0" w:rsidRDefault="00BF71A0" w:rsidP="0024120C">
      <w:pPr>
        <w:tabs>
          <w:tab w:val="left" w:pos="3240"/>
        </w:tabs>
        <w:jc w:val="both"/>
        <w:rPr>
          <w:rFonts w:ascii="Arial" w:hAnsi="Arial" w:cs="Arial"/>
          <w:b/>
          <w:sz w:val="22"/>
          <w:szCs w:val="22"/>
          <w:lang w:eastAsia="et-EE"/>
        </w:rPr>
      </w:pPr>
    </w:p>
    <w:p w14:paraId="3DE504B0" w14:textId="77777777" w:rsidR="00030329" w:rsidRPr="00E70FA0" w:rsidRDefault="00030329" w:rsidP="00FE2EBD">
      <w:pPr>
        <w:tabs>
          <w:tab w:val="left" w:pos="3240"/>
        </w:tabs>
        <w:jc w:val="both"/>
        <w:rPr>
          <w:rFonts w:ascii="Arial" w:hAnsi="Arial" w:cs="Arial"/>
          <w:sz w:val="22"/>
          <w:szCs w:val="22"/>
          <w:lang w:eastAsia="et-EE"/>
        </w:rPr>
        <w:sectPr w:rsidR="00030329" w:rsidRPr="00E70FA0" w:rsidSect="00A8180C">
          <w:type w:val="continuous"/>
          <w:pgSz w:w="11907" w:h="16840" w:code="9"/>
          <w:pgMar w:top="1134" w:right="1134" w:bottom="1134" w:left="1701" w:header="709" w:footer="709" w:gutter="0"/>
          <w:cols w:space="708"/>
          <w:formProt w:val="0"/>
          <w:titlePg/>
          <w:docGrid w:linePitch="360"/>
        </w:sectPr>
      </w:pPr>
    </w:p>
    <w:p w14:paraId="15F1B592" w14:textId="77777777" w:rsidR="000C2161" w:rsidRPr="00E70FA0" w:rsidRDefault="000C2161" w:rsidP="00FE2EBD">
      <w:pPr>
        <w:tabs>
          <w:tab w:val="left" w:pos="3240"/>
        </w:tabs>
        <w:jc w:val="both"/>
        <w:rPr>
          <w:rFonts w:ascii="Arial" w:hAnsi="Arial" w:cs="Arial"/>
          <w:sz w:val="22"/>
          <w:szCs w:val="22"/>
          <w:lang w:eastAsia="et-EE"/>
        </w:rPr>
      </w:pPr>
    </w:p>
    <w:p w14:paraId="74CF6F83" w14:textId="77777777" w:rsidR="00BF71A0" w:rsidRPr="00CD1178" w:rsidRDefault="002B7E38" w:rsidP="00A248DC">
      <w:pPr>
        <w:jc w:val="both"/>
        <w:rPr>
          <w:rFonts w:ascii="Arial" w:hAnsi="Arial" w:cs="Arial"/>
          <w:b/>
          <w:bCs/>
          <w:sz w:val="22"/>
          <w:szCs w:val="22"/>
          <w:lang w:eastAsia="et-EE"/>
        </w:rPr>
      </w:pPr>
      <w:r w:rsidRPr="00CD1178">
        <w:rPr>
          <w:rFonts w:ascii="Arial" w:hAnsi="Arial" w:cs="Arial"/>
          <w:b/>
          <w:bCs/>
          <w:sz w:val="22"/>
          <w:szCs w:val="22"/>
          <w:lang w:eastAsia="et-EE"/>
        </w:rPr>
        <w:t xml:space="preserve">1. </w:t>
      </w:r>
      <w:r w:rsidR="00FE2EBD" w:rsidRPr="00CD1178">
        <w:rPr>
          <w:rFonts w:ascii="Arial" w:hAnsi="Arial" w:cs="Arial"/>
          <w:b/>
          <w:bCs/>
          <w:sz w:val="22"/>
          <w:szCs w:val="22"/>
          <w:lang w:eastAsia="et-EE"/>
        </w:rPr>
        <w:t>Sissejuhatus</w:t>
      </w:r>
    </w:p>
    <w:p w14:paraId="54F5EDBF" w14:textId="77777777" w:rsidR="00FB305B" w:rsidRPr="00CD1178" w:rsidRDefault="00FB305B" w:rsidP="00A248DC">
      <w:pPr>
        <w:jc w:val="both"/>
        <w:rPr>
          <w:rFonts w:ascii="Arial" w:hAnsi="Arial" w:cs="Arial"/>
          <w:bCs/>
          <w:sz w:val="22"/>
          <w:szCs w:val="22"/>
          <w:lang w:eastAsia="et-EE"/>
        </w:rPr>
      </w:pPr>
    </w:p>
    <w:p w14:paraId="79AEADA5" w14:textId="77777777" w:rsidR="002B7E38" w:rsidRPr="00CD1178" w:rsidRDefault="002B7E38" w:rsidP="00A248DC">
      <w:pPr>
        <w:jc w:val="both"/>
        <w:rPr>
          <w:rFonts w:ascii="Arial" w:hAnsi="Arial" w:cs="Arial"/>
          <w:sz w:val="22"/>
          <w:szCs w:val="22"/>
          <w:lang w:eastAsia="et-EE"/>
        </w:rPr>
      </w:pPr>
      <w:r w:rsidRPr="00CD1178">
        <w:rPr>
          <w:rFonts w:ascii="Arial" w:hAnsi="Arial" w:cs="Arial"/>
          <w:b/>
          <w:bCs/>
          <w:sz w:val="22"/>
          <w:szCs w:val="22"/>
        </w:rPr>
        <w:t>1.1. Sisukokkuvõte</w:t>
      </w:r>
    </w:p>
    <w:p w14:paraId="3D489D69" w14:textId="77777777" w:rsidR="00FB305B" w:rsidRPr="00CD1178" w:rsidRDefault="00FB305B" w:rsidP="00A248DC">
      <w:pPr>
        <w:pStyle w:val="Kommentaaritekst"/>
        <w:jc w:val="both"/>
        <w:rPr>
          <w:rFonts w:ascii="Arial" w:hAnsi="Arial" w:cs="Arial"/>
          <w:sz w:val="22"/>
          <w:szCs w:val="22"/>
          <w:lang w:eastAsia="et-EE"/>
        </w:rPr>
      </w:pPr>
    </w:p>
    <w:p w14:paraId="25CB9266" w14:textId="77777777" w:rsidR="00962F45" w:rsidRPr="00CD1178" w:rsidRDefault="00962F45" w:rsidP="00A248DC">
      <w:pPr>
        <w:pStyle w:val="Kommentaaritekst"/>
        <w:jc w:val="both"/>
        <w:rPr>
          <w:rFonts w:ascii="Arial" w:hAnsi="Arial" w:cs="Arial"/>
          <w:sz w:val="22"/>
          <w:szCs w:val="22"/>
          <w:lang w:eastAsia="et-EE"/>
        </w:rPr>
        <w:sectPr w:rsidR="00962F45" w:rsidRPr="00CD1178" w:rsidSect="00A8180C">
          <w:type w:val="continuous"/>
          <w:pgSz w:w="11907" w:h="16840" w:code="9"/>
          <w:pgMar w:top="1134" w:right="1134" w:bottom="1134" w:left="1701" w:header="709" w:footer="709" w:gutter="0"/>
          <w:cols w:space="708"/>
          <w:titlePg/>
          <w:docGrid w:linePitch="360"/>
        </w:sectPr>
      </w:pPr>
    </w:p>
    <w:p w14:paraId="7890CD89" w14:textId="36F6AB09" w:rsidR="00F376C0" w:rsidRDefault="1CD50CBB" w:rsidP="375AF7ED">
      <w:pPr>
        <w:pStyle w:val="Kommentaaritekst"/>
        <w:jc w:val="both"/>
        <w:rPr>
          <w:rFonts w:ascii="Arial" w:hAnsi="Arial" w:cs="Arial"/>
          <w:sz w:val="22"/>
          <w:szCs w:val="22"/>
        </w:rPr>
      </w:pPr>
      <w:r w:rsidRPr="00CD1178">
        <w:rPr>
          <w:rFonts w:ascii="Arial" w:hAnsi="Arial" w:cs="Arial"/>
          <w:sz w:val="22"/>
          <w:szCs w:val="22"/>
          <w:lang w:eastAsia="et-EE"/>
        </w:rPr>
        <w:t xml:space="preserve">Tulenevalt vajadusest </w:t>
      </w:r>
      <w:r w:rsidR="1A8AA158" w:rsidRPr="00CD1178">
        <w:rPr>
          <w:rFonts w:ascii="Arial" w:hAnsi="Arial" w:cs="Arial"/>
          <w:sz w:val="22"/>
          <w:szCs w:val="22"/>
          <w:lang w:eastAsia="et-EE"/>
        </w:rPr>
        <w:t>parandada andmevahetus</w:t>
      </w:r>
      <w:r w:rsidR="008449C4">
        <w:rPr>
          <w:rFonts w:ascii="Arial" w:hAnsi="Arial" w:cs="Arial"/>
          <w:sz w:val="22"/>
          <w:szCs w:val="22"/>
          <w:lang w:eastAsia="et-EE"/>
        </w:rPr>
        <w:t>t</w:t>
      </w:r>
      <w:r w:rsidR="1A8AA158" w:rsidRPr="00CD1178">
        <w:rPr>
          <w:rFonts w:ascii="Arial" w:hAnsi="Arial" w:cs="Arial"/>
          <w:sz w:val="22"/>
          <w:szCs w:val="22"/>
          <w:lang w:eastAsia="et-EE"/>
        </w:rPr>
        <w:t xml:space="preserve"> ja </w:t>
      </w:r>
      <w:r w:rsidR="00317053">
        <w:rPr>
          <w:rFonts w:ascii="Arial" w:hAnsi="Arial" w:cs="Arial"/>
          <w:sz w:val="22"/>
          <w:szCs w:val="22"/>
          <w:lang w:eastAsia="et-EE"/>
        </w:rPr>
        <w:t>suurendada</w:t>
      </w:r>
      <w:r w:rsidRPr="00CD1178">
        <w:rPr>
          <w:rFonts w:ascii="Arial" w:hAnsi="Arial" w:cs="Arial"/>
          <w:sz w:val="22"/>
          <w:szCs w:val="22"/>
          <w:lang w:eastAsia="et-EE"/>
        </w:rPr>
        <w:t xml:space="preserve"> valmisolekut </w:t>
      </w:r>
      <w:r w:rsidR="4A97A304" w:rsidRPr="00CD1178">
        <w:rPr>
          <w:rFonts w:ascii="Arial" w:hAnsi="Arial" w:cs="Arial"/>
          <w:sz w:val="22"/>
          <w:szCs w:val="22"/>
          <w:lang w:eastAsia="et-EE"/>
        </w:rPr>
        <w:t>tervishoiu</w:t>
      </w:r>
      <w:r w:rsidR="00317053">
        <w:rPr>
          <w:rFonts w:ascii="Arial" w:hAnsi="Arial" w:cs="Arial"/>
          <w:sz w:val="22"/>
          <w:szCs w:val="22"/>
          <w:lang w:eastAsia="et-EE"/>
        </w:rPr>
        <w:t>kriisidek</w:t>
      </w:r>
      <w:r w:rsidR="00762641">
        <w:rPr>
          <w:rFonts w:ascii="Arial" w:hAnsi="Arial" w:cs="Arial"/>
          <w:sz w:val="22"/>
          <w:szCs w:val="22"/>
          <w:lang w:eastAsia="et-EE"/>
        </w:rPr>
        <w:t>s</w:t>
      </w:r>
      <w:r w:rsidRPr="00CD1178">
        <w:rPr>
          <w:rFonts w:ascii="Arial" w:hAnsi="Arial" w:cs="Arial"/>
          <w:sz w:val="22"/>
          <w:szCs w:val="22"/>
          <w:lang w:eastAsia="et-EE"/>
        </w:rPr>
        <w:t xml:space="preserve"> on haiglad ja verekeskused koostöös Tervisekassa, </w:t>
      </w:r>
      <w:r w:rsidR="2BD36A9F" w:rsidRPr="00CD1178">
        <w:rPr>
          <w:rFonts w:ascii="Arial" w:hAnsi="Arial" w:cs="Arial"/>
          <w:sz w:val="22"/>
          <w:szCs w:val="22"/>
          <w:lang w:eastAsia="et-EE"/>
        </w:rPr>
        <w:t>Tervise ja Heaolu Infosüsteemide Keskuse</w:t>
      </w:r>
      <w:r w:rsidRPr="00CD1178">
        <w:rPr>
          <w:rFonts w:ascii="Arial" w:hAnsi="Arial" w:cs="Arial"/>
          <w:sz w:val="22"/>
          <w:szCs w:val="22"/>
          <w:lang w:eastAsia="et-EE"/>
        </w:rPr>
        <w:t xml:space="preserve"> ja Sotsiaalministeeriumiga </w:t>
      </w:r>
      <w:r w:rsidR="00FA65E1">
        <w:rPr>
          <w:rFonts w:ascii="Arial" w:hAnsi="Arial" w:cs="Arial"/>
          <w:sz w:val="22"/>
          <w:szCs w:val="22"/>
          <w:lang w:eastAsia="et-EE"/>
        </w:rPr>
        <w:t>välja töötanud</w:t>
      </w:r>
      <w:r w:rsidRPr="00CD1178">
        <w:rPr>
          <w:rFonts w:ascii="Arial" w:hAnsi="Arial" w:cs="Arial"/>
          <w:sz w:val="22"/>
          <w:szCs w:val="22"/>
          <w:lang w:eastAsia="et-EE"/>
        </w:rPr>
        <w:t xml:space="preserve"> </w:t>
      </w:r>
      <w:r w:rsidR="0C19C486" w:rsidRPr="00E63329">
        <w:rPr>
          <w:rFonts w:ascii="Arial" w:hAnsi="Arial" w:cs="Arial"/>
          <w:sz w:val="22"/>
          <w:szCs w:val="22"/>
          <w:lang w:eastAsia="et-EE"/>
        </w:rPr>
        <w:t>riikliku vereteenistuse infosüsteemi</w:t>
      </w:r>
      <w:r w:rsidR="000E72C4">
        <w:rPr>
          <w:rFonts w:ascii="Arial" w:hAnsi="Arial" w:cs="Arial"/>
          <w:sz w:val="22"/>
          <w:szCs w:val="22"/>
          <w:lang w:eastAsia="et-EE"/>
        </w:rPr>
        <w:t>, mille</w:t>
      </w:r>
      <w:r w:rsidR="22CD58B3" w:rsidRPr="00CD1178">
        <w:rPr>
          <w:rFonts w:ascii="Arial" w:hAnsi="Arial" w:cs="Arial"/>
          <w:sz w:val="22"/>
          <w:szCs w:val="22"/>
          <w:lang w:eastAsia="et-EE"/>
        </w:rPr>
        <w:t xml:space="preserve"> põhimäärus kehtestatakse </w:t>
      </w:r>
      <w:r w:rsidR="64B08BCB" w:rsidRPr="004B0EB6">
        <w:rPr>
          <w:rFonts w:ascii="Arial" w:hAnsi="Arial" w:cs="Arial"/>
          <w:sz w:val="22"/>
          <w:szCs w:val="22"/>
        </w:rPr>
        <w:t>vereseaduse § 15 lõike 1</w:t>
      </w:r>
      <w:r w:rsidR="22CD58B3" w:rsidRPr="004B0EB6">
        <w:rPr>
          <w:rFonts w:ascii="Arial" w:hAnsi="Arial" w:cs="Arial"/>
          <w:color w:val="000000" w:themeColor="text1"/>
          <w:sz w:val="22"/>
          <w:szCs w:val="22"/>
        </w:rPr>
        <w:t xml:space="preserve"> </w:t>
      </w:r>
      <w:r w:rsidR="22CD58B3" w:rsidRPr="00CD1178">
        <w:rPr>
          <w:rFonts w:ascii="Arial" w:hAnsi="Arial" w:cs="Arial"/>
          <w:color w:val="000000" w:themeColor="text1"/>
          <w:sz w:val="22"/>
          <w:szCs w:val="22"/>
        </w:rPr>
        <w:t>alusel</w:t>
      </w:r>
      <w:r w:rsidR="6C5A7552" w:rsidRPr="00CD1178">
        <w:rPr>
          <w:rFonts w:ascii="Arial" w:hAnsi="Arial" w:cs="Arial"/>
          <w:color w:val="000000" w:themeColor="text1"/>
          <w:sz w:val="22"/>
          <w:szCs w:val="22"/>
        </w:rPr>
        <w:t>.</w:t>
      </w:r>
      <w:r w:rsidR="5A0908A5" w:rsidRPr="00CD1178">
        <w:rPr>
          <w:rFonts w:ascii="Arial" w:hAnsi="Arial" w:cs="Arial"/>
          <w:color w:val="000000" w:themeColor="text1"/>
          <w:sz w:val="22"/>
          <w:szCs w:val="22"/>
        </w:rPr>
        <w:t xml:space="preserve"> </w:t>
      </w:r>
      <w:r w:rsidR="23168D2D" w:rsidRPr="00CD1178">
        <w:rPr>
          <w:rFonts w:ascii="Arial" w:hAnsi="Arial" w:cs="Arial"/>
          <w:color w:val="000000" w:themeColor="text1"/>
          <w:sz w:val="22"/>
          <w:szCs w:val="22"/>
        </w:rPr>
        <w:t>Inimgeeniuuringute seaduse</w:t>
      </w:r>
      <w:r w:rsidR="739E271B" w:rsidRPr="00CD1178">
        <w:rPr>
          <w:rFonts w:ascii="Arial" w:hAnsi="Arial" w:cs="Arial"/>
          <w:color w:val="000000" w:themeColor="text1"/>
          <w:sz w:val="22"/>
          <w:szCs w:val="22"/>
        </w:rPr>
        <w:t xml:space="preserve"> eelnõuga</w:t>
      </w:r>
      <w:r w:rsidR="009C045D" w:rsidRPr="00CD1178">
        <w:rPr>
          <w:rStyle w:val="Allmrkuseviide"/>
          <w:rFonts w:ascii="Arial" w:hAnsi="Arial" w:cs="Arial"/>
          <w:color w:val="000000" w:themeColor="text1"/>
          <w:sz w:val="22"/>
          <w:szCs w:val="22"/>
        </w:rPr>
        <w:footnoteReference w:id="1"/>
      </w:r>
      <w:r w:rsidR="5A0908A5" w:rsidRPr="00CD1178">
        <w:rPr>
          <w:rFonts w:ascii="Arial" w:hAnsi="Arial" w:cs="Arial"/>
          <w:color w:val="000000" w:themeColor="text1"/>
          <w:sz w:val="22"/>
          <w:szCs w:val="22"/>
        </w:rPr>
        <w:t xml:space="preserve"> </w:t>
      </w:r>
      <w:r w:rsidR="1D94670D" w:rsidRPr="00CD1178">
        <w:rPr>
          <w:rFonts w:ascii="Arial" w:hAnsi="Arial" w:cs="Arial"/>
          <w:color w:val="000000" w:themeColor="text1"/>
          <w:sz w:val="22"/>
          <w:szCs w:val="22"/>
        </w:rPr>
        <w:t xml:space="preserve">muudeti </w:t>
      </w:r>
      <w:r w:rsidR="0076250A">
        <w:rPr>
          <w:rFonts w:ascii="Arial" w:hAnsi="Arial" w:cs="Arial"/>
          <w:color w:val="000000" w:themeColor="text1"/>
          <w:sz w:val="22"/>
          <w:szCs w:val="22"/>
        </w:rPr>
        <w:t xml:space="preserve">muu </w:t>
      </w:r>
      <w:r w:rsidR="1D94670D" w:rsidRPr="00CD1178">
        <w:rPr>
          <w:rFonts w:ascii="Arial" w:hAnsi="Arial" w:cs="Arial"/>
          <w:color w:val="000000" w:themeColor="text1"/>
          <w:sz w:val="22"/>
          <w:szCs w:val="22"/>
        </w:rPr>
        <w:t>hulgas vereseaduses sisalduvat volitusnormi ning</w:t>
      </w:r>
      <w:r w:rsidR="5A0908A5" w:rsidRPr="00CD1178">
        <w:rPr>
          <w:rFonts w:ascii="Arial" w:hAnsi="Arial" w:cs="Arial"/>
          <w:color w:val="000000" w:themeColor="text1"/>
          <w:sz w:val="22"/>
          <w:szCs w:val="22"/>
        </w:rPr>
        <w:t xml:space="preserve"> i</w:t>
      </w:r>
      <w:r w:rsidR="5A0908A5" w:rsidRPr="00CD1178">
        <w:rPr>
          <w:rFonts w:ascii="Arial" w:hAnsi="Arial" w:cs="Arial"/>
          <w:sz w:val="22"/>
          <w:szCs w:val="22"/>
        </w:rPr>
        <w:t xml:space="preserve">nfosüsteemi kaasvastutavad töötlejad </w:t>
      </w:r>
      <w:r w:rsidR="42F5A2F5" w:rsidRPr="00CD1178">
        <w:rPr>
          <w:rFonts w:ascii="Arial" w:hAnsi="Arial" w:cs="Arial"/>
          <w:sz w:val="22"/>
          <w:szCs w:val="22"/>
        </w:rPr>
        <w:t>on</w:t>
      </w:r>
      <w:r w:rsidR="256E7F0E" w:rsidRPr="00CD1178" w:rsidDel="009C045D">
        <w:rPr>
          <w:rFonts w:ascii="Arial" w:hAnsi="Arial" w:cs="Arial"/>
          <w:sz w:val="22"/>
          <w:szCs w:val="22"/>
        </w:rPr>
        <w:t xml:space="preserve"> </w:t>
      </w:r>
      <w:r w:rsidR="5A0908A5" w:rsidRPr="00CD1178">
        <w:rPr>
          <w:rFonts w:ascii="Arial" w:hAnsi="Arial" w:cs="Arial"/>
          <w:sz w:val="22"/>
          <w:szCs w:val="22"/>
        </w:rPr>
        <w:t>Sotsiaalministeerium ja Tervisekassa</w:t>
      </w:r>
      <w:r w:rsidR="779D5BD9" w:rsidRPr="00CD1178">
        <w:rPr>
          <w:rFonts w:ascii="Arial" w:hAnsi="Arial" w:cs="Arial"/>
          <w:sz w:val="22"/>
          <w:szCs w:val="22"/>
        </w:rPr>
        <w:t>.</w:t>
      </w:r>
    </w:p>
    <w:p w14:paraId="52629BFB" w14:textId="77777777" w:rsidR="00E820EB" w:rsidRPr="00883945" w:rsidRDefault="00E820EB" w:rsidP="375AF7ED">
      <w:pPr>
        <w:pStyle w:val="Kommentaaritekst"/>
        <w:jc w:val="both"/>
        <w:rPr>
          <w:rFonts w:ascii="Arial" w:hAnsi="Arial" w:cs="Arial"/>
          <w:sz w:val="22"/>
          <w:szCs w:val="22"/>
          <w:lang w:eastAsia="et-EE"/>
        </w:rPr>
      </w:pPr>
    </w:p>
    <w:p w14:paraId="5EF2D796" w14:textId="3B9F2CC4" w:rsidR="00F376C0" w:rsidRPr="00883945" w:rsidRDefault="4649E9B9" w:rsidP="434FB2D3">
      <w:pPr>
        <w:jc w:val="both"/>
        <w:rPr>
          <w:rFonts w:ascii="Arial" w:hAnsi="Arial" w:cs="Arial"/>
          <w:sz w:val="22"/>
          <w:szCs w:val="22"/>
          <w:lang w:eastAsia="et-EE"/>
        </w:rPr>
      </w:pPr>
      <w:r w:rsidRPr="44840491">
        <w:rPr>
          <w:rFonts w:ascii="Arial" w:hAnsi="Arial" w:cs="Arial"/>
          <w:sz w:val="22"/>
          <w:szCs w:val="22"/>
          <w:lang w:eastAsia="et-EE"/>
        </w:rPr>
        <w:t>P</w:t>
      </w:r>
      <w:r w:rsidR="5A0908A5" w:rsidRPr="44840491">
        <w:rPr>
          <w:rFonts w:ascii="Arial" w:hAnsi="Arial" w:cs="Arial"/>
          <w:sz w:val="22"/>
          <w:szCs w:val="22"/>
          <w:lang w:eastAsia="et-EE"/>
        </w:rPr>
        <w:t xml:space="preserve">õhimääruse kehtestamine </w:t>
      </w:r>
      <w:r w:rsidR="3679BC66" w:rsidRPr="44840491">
        <w:rPr>
          <w:rFonts w:ascii="Arial" w:hAnsi="Arial" w:cs="Arial"/>
          <w:sz w:val="22"/>
          <w:szCs w:val="22"/>
          <w:lang w:eastAsia="et-EE"/>
        </w:rPr>
        <w:t>on vajalik andmetöötluse läbipaistvuse tagamiseks</w:t>
      </w:r>
      <w:r w:rsidR="3F2316D8" w:rsidRPr="44840491">
        <w:rPr>
          <w:rFonts w:ascii="Arial" w:hAnsi="Arial" w:cs="Arial"/>
          <w:sz w:val="22"/>
          <w:szCs w:val="22"/>
          <w:lang w:eastAsia="et-EE"/>
        </w:rPr>
        <w:t>, kuna avaliku teabe seaduse § 43</w:t>
      </w:r>
      <w:r w:rsidR="3F2316D8" w:rsidRPr="44840491">
        <w:rPr>
          <w:rFonts w:ascii="Arial" w:hAnsi="Arial" w:cs="Arial"/>
          <w:sz w:val="22"/>
          <w:szCs w:val="22"/>
          <w:vertAlign w:val="superscript"/>
          <w:lang w:eastAsia="et-EE"/>
        </w:rPr>
        <w:t>1</w:t>
      </w:r>
      <w:r w:rsidR="3F2316D8" w:rsidRPr="44840491">
        <w:rPr>
          <w:rFonts w:ascii="Arial" w:hAnsi="Arial" w:cs="Arial"/>
          <w:sz w:val="22"/>
          <w:szCs w:val="22"/>
          <w:lang w:eastAsia="et-EE"/>
        </w:rPr>
        <w:t xml:space="preserve"> lõike 1 kohaselt võib andmekogu asutada seadusest tulenevate ülesannete täimiseks. Rahva tervise kaitse ja arstiabi korraldamine on Vabariigi Valitsuse seaduse § 67 lõike 1 kohaselt Sotsiaalministeeriumi valitsemisalas, s</w:t>
      </w:r>
      <w:r w:rsidR="005D7563">
        <w:rPr>
          <w:rFonts w:ascii="Arial" w:hAnsi="Arial" w:cs="Arial"/>
          <w:sz w:val="22"/>
          <w:szCs w:val="22"/>
          <w:lang w:eastAsia="et-EE"/>
        </w:rPr>
        <w:t>eal</w:t>
      </w:r>
      <w:r w:rsidR="3F2316D8" w:rsidRPr="44840491">
        <w:rPr>
          <w:rFonts w:ascii="Arial" w:hAnsi="Arial" w:cs="Arial"/>
          <w:sz w:val="22"/>
          <w:szCs w:val="22"/>
          <w:lang w:eastAsia="et-EE"/>
        </w:rPr>
        <w:t>h</w:t>
      </w:r>
      <w:r w:rsidR="005D7563">
        <w:rPr>
          <w:rFonts w:ascii="Arial" w:hAnsi="Arial" w:cs="Arial"/>
          <w:sz w:val="22"/>
          <w:szCs w:val="22"/>
          <w:lang w:eastAsia="et-EE"/>
        </w:rPr>
        <w:t>ulgas on</w:t>
      </w:r>
      <w:r w:rsidR="3F2316D8" w:rsidRPr="44840491">
        <w:rPr>
          <w:rFonts w:ascii="Arial" w:hAnsi="Arial" w:cs="Arial"/>
          <w:sz w:val="22"/>
          <w:szCs w:val="22"/>
          <w:lang w:eastAsia="et-EE"/>
        </w:rPr>
        <w:t xml:space="preserve"> rahastus ja kvaliteet Tervisekassa ülesanded. </w:t>
      </w:r>
    </w:p>
    <w:p w14:paraId="7CDD9B63" w14:textId="77777777" w:rsidR="00896AE5" w:rsidRDefault="00896AE5" w:rsidP="00A248DC">
      <w:pPr>
        <w:pStyle w:val="Kommentaaritekst"/>
        <w:jc w:val="both"/>
        <w:rPr>
          <w:rFonts w:ascii="Arial" w:hAnsi="Arial" w:cs="Arial"/>
          <w:sz w:val="22"/>
          <w:szCs w:val="22"/>
          <w:lang w:eastAsia="et-EE"/>
        </w:rPr>
      </w:pPr>
    </w:p>
    <w:p w14:paraId="02E2EF1B" w14:textId="30F77424" w:rsidR="00896AE5" w:rsidRPr="00883945" w:rsidRDefault="00896AE5" w:rsidP="00A248DC">
      <w:pPr>
        <w:pStyle w:val="Kommentaaritekst"/>
        <w:jc w:val="both"/>
        <w:rPr>
          <w:rFonts w:ascii="Arial" w:hAnsi="Arial" w:cs="Arial"/>
          <w:sz w:val="22"/>
          <w:szCs w:val="22"/>
          <w:lang w:eastAsia="et-EE"/>
        </w:rPr>
        <w:sectPr w:rsidR="00896AE5" w:rsidRPr="00883945" w:rsidSect="00A8180C">
          <w:type w:val="continuous"/>
          <w:pgSz w:w="11907" w:h="16840" w:code="9"/>
          <w:pgMar w:top="1134" w:right="1134" w:bottom="1134" w:left="1701" w:header="709" w:footer="709" w:gutter="0"/>
          <w:cols w:space="708"/>
          <w:formProt w:val="0"/>
          <w:titlePg/>
          <w:docGrid w:linePitch="360"/>
        </w:sectPr>
      </w:pPr>
    </w:p>
    <w:p w14:paraId="0C7B2872" w14:textId="77777777" w:rsidR="002B7E38" w:rsidRPr="00CD1178" w:rsidRDefault="002B7E38" w:rsidP="00A248DC">
      <w:pPr>
        <w:jc w:val="both"/>
        <w:rPr>
          <w:rFonts w:ascii="Arial" w:hAnsi="Arial" w:cs="Arial"/>
          <w:b/>
          <w:bCs/>
          <w:sz w:val="22"/>
          <w:szCs w:val="22"/>
        </w:rPr>
      </w:pPr>
      <w:r w:rsidRPr="00CD1178">
        <w:rPr>
          <w:rFonts w:ascii="Arial" w:hAnsi="Arial" w:cs="Arial"/>
          <w:b/>
          <w:bCs/>
          <w:sz w:val="22"/>
          <w:szCs w:val="22"/>
        </w:rPr>
        <w:t>1.2. Eelnõu ettevalmistaja</w:t>
      </w:r>
    </w:p>
    <w:p w14:paraId="6BCB6305" w14:textId="77777777" w:rsidR="00FB305B" w:rsidRPr="00CD1178" w:rsidRDefault="00FB305B" w:rsidP="00A248DC">
      <w:pPr>
        <w:jc w:val="both"/>
        <w:rPr>
          <w:rFonts w:ascii="Arial" w:hAnsi="Arial" w:cs="Arial"/>
          <w:bCs/>
          <w:sz w:val="22"/>
          <w:szCs w:val="22"/>
        </w:rPr>
      </w:pPr>
    </w:p>
    <w:p w14:paraId="74A2AD33" w14:textId="77777777" w:rsidR="00962F45" w:rsidRPr="00CD1178" w:rsidRDefault="00962F45" w:rsidP="00A248DC">
      <w:pPr>
        <w:jc w:val="both"/>
        <w:rPr>
          <w:rFonts w:ascii="Arial" w:hAnsi="Arial" w:cs="Arial"/>
          <w:bCs/>
          <w:sz w:val="22"/>
          <w:szCs w:val="22"/>
        </w:rPr>
        <w:sectPr w:rsidR="00962F45" w:rsidRPr="00CD1178" w:rsidSect="00A8180C">
          <w:type w:val="continuous"/>
          <w:pgSz w:w="11907" w:h="16840" w:code="9"/>
          <w:pgMar w:top="1134" w:right="1134" w:bottom="1134" w:left="1701" w:header="709" w:footer="709" w:gutter="0"/>
          <w:cols w:space="708"/>
          <w:titlePg/>
          <w:docGrid w:linePitch="360"/>
        </w:sectPr>
      </w:pPr>
    </w:p>
    <w:p w14:paraId="45F1DFD2" w14:textId="2D963107" w:rsidR="00FB305B" w:rsidRPr="00883945" w:rsidRDefault="7C37FB56" w:rsidP="375AF7ED">
      <w:pPr>
        <w:jc w:val="both"/>
        <w:rPr>
          <w:rFonts w:ascii="Arial" w:hAnsi="Arial" w:cs="Arial"/>
          <w:color w:val="000000" w:themeColor="text1"/>
          <w:sz w:val="22"/>
          <w:szCs w:val="22"/>
        </w:rPr>
      </w:pPr>
      <w:r w:rsidRPr="00883945">
        <w:rPr>
          <w:rFonts w:ascii="Arial" w:hAnsi="Arial" w:cs="Arial"/>
          <w:sz w:val="22"/>
          <w:szCs w:val="22"/>
        </w:rPr>
        <w:t xml:space="preserve">Eelnõu ja seletuskirja on koostanud Sotsiaalministeeriumi </w:t>
      </w:r>
      <w:r w:rsidR="539A14A8" w:rsidRPr="00883945">
        <w:rPr>
          <w:rFonts w:ascii="Arial" w:hAnsi="Arial" w:cs="Arial"/>
          <w:sz w:val="22"/>
          <w:szCs w:val="22"/>
        </w:rPr>
        <w:t xml:space="preserve">tervishoiuteenuste osakonna nõunik </w:t>
      </w:r>
      <w:r w:rsidRPr="00883945">
        <w:rPr>
          <w:rFonts w:ascii="Arial" w:hAnsi="Arial" w:cs="Arial"/>
          <w:sz w:val="22"/>
          <w:szCs w:val="22"/>
        </w:rPr>
        <w:t>Jelizaveta</w:t>
      </w:r>
      <w:r w:rsidR="7E0B6BCB" w:rsidRPr="00883945">
        <w:rPr>
          <w:rFonts w:ascii="Arial" w:hAnsi="Arial" w:cs="Arial"/>
          <w:sz w:val="22"/>
          <w:szCs w:val="22"/>
        </w:rPr>
        <w:t xml:space="preserve"> Ter-Minasjan (</w:t>
      </w:r>
      <w:hyperlink r:id="rId17">
        <w:r w:rsidR="7E0B6BCB" w:rsidRPr="00883945">
          <w:rPr>
            <w:rStyle w:val="Hperlink"/>
            <w:rFonts w:ascii="Arial" w:hAnsi="Arial" w:cs="Arial"/>
            <w:sz w:val="22"/>
            <w:szCs w:val="22"/>
          </w:rPr>
          <w:t>jelizaveta.ter</w:t>
        </w:r>
        <w:r w:rsidR="48AA5E15" w:rsidRPr="00883945">
          <w:rPr>
            <w:rStyle w:val="Hperlink"/>
            <w:rFonts w:ascii="Arial" w:hAnsi="Arial" w:cs="Arial"/>
            <w:sz w:val="22"/>
            <w:szCs w:val="22"/>
          </w:rPr>
          <w:t>-minasjan</w:t>
        </w:r>
        <w:r w:rsidR="7E0B6BCB" w:rsidRPr="00883945">
          <w:rPr>
            <w:rStyle w:val="Hperlink"/>
            <w:rFonts w:ascii="Arial" w:hAnsi="Arial" w:cs="Arial"/>
            <w:sz w:val="22"/>
            <w:szCs w:val="22"/>
          </w:rPr>
          <w:t>@sm.ee)</w:t>
        </w:r>
      </w:hyperlink>
      <w:r w:rsidRPr="00883945">
        <w:rPr>
          <w:rFonts w:ascii="Arial" w:hAnsi="Arial" w:cs="Arial"/>
          <w:sz w:val="22"/>
          <w:szCs w:val="22"/>
        </w:rPr>
        <w:t xml:space="preserve"> ja innovatsioonivaldkonna arendusosakonna nõunik Raili Sillart (</w:t>
      </w:r>
      <w:hyperlink r:id="rId18">
        <w:r w:rsidRPr="00883945">
          <w:rPr>
            <w:rStyle w:val="Hperlink"/>
            <w:rFonts w:ascii="Arial" w:hAnsi="Arial" w:cs="Arial"/>
            <w:sz w:val="22"/>
            <w:szCs w:val="22"/>
          </w:rPr>
          <w:t>raili.sillart@sm.ee</w:t>
        </w:r>
      </w:hyperlink>
      <w:r w:rsidRPr="00883945">
        <w:rPr>
          <w:rFonts w:ascii="Arial" w:hAnsi="Arial" w:cs="Arial"/>
          <w:sz w:val="22"/>
          <w:szCs w:val="22"/>
        </w:rPr>
        <w:t>), Tervise ja Heaolu Infosüsteemide Keskuse jurist Laine Mokrik (</w:t>
      </w:r>
      <w:hyperlink r:id="rId19">
        <w:r w:rsidRPr="00883945">
          <w:rPr>
            <w:rStyle w:val="Hperlink"/>
            <w:rFonts w:ascii="Arial" w:hAnsi="Arial" w:cs="Arial"/>
            <w:sz w:val="22"/>
            <w:szCs w:val="22"/>
          </w:rPr>
          <w:t>laine.mokrik@tehik.ee</w:t>
        </w:r>
      </w:hyperlink>
      <w:r w:rsidRPr="00883945">
        <w:rPr>
          <w:rFonts w:ascii="Arial" w:hAnsi="Arial" w:cs="Arial"/>
          <w:sz w:val="22"/>
          <w:szCs w:val="22"/>
        </w:rPr>
        <w:t>),</w:t>
      </w:r>
      <w:r w:rsidR="34867B68" w:rsidRPr="00883945">
        <w:rPr>
          <w:rFonts w:ascii="Arial" w:hAnsi="Arial" w:cs="Arial"/>
          <w:color w:val="000000" w:themeColor="text1"/>
          <w:sz w:val="22"/>
          <w:szCs w:val="22"/>
        </w:rPr>
        <w:t xml:space="preserve"> Tervisekassa õigusteenuse jurist Aigi Veber (</w:t>
      </w:r>
      <w:hyperlink r:id="rId20">
        <w:r w:rsidR="34867B68" w:rsidRPr="00883945">
          <w:rPr>
            <w:rStyle w:val="Hperlink"/>
            <w:rFonts w:ascii="Arial" w:hAnsi="Arial" w:cs="Arial"/>
            <w:color w:val="0563C1"/>
            <w:sz w:val="22"/>
            <w:szCs w:val="22"/>
          </w:rPr>
          <w:t>aigi.veber@tervisekassa.ee</w:t>
        </w:r>
      </w:hyperlink>
      <w:r w:rsidR="7B7A552C" w:rsidRPr="00883945">
        <w:rPr>
          <w:rFonts w:ascii="Arial" w:hAnsi="Arial" w:cs="Arial"/>
          <w:color w:val="000000" w:themeColor="text1"/>
          <w:sz w:val="22"/>
          <w:szCs w:val="22"/>
        </w:rPr>
        <w:t>)</w:t>
      </w:r>
      <w:r w:rsidR="34867B68" w:rsidRPr="00883945">
        <w:rPr>
          <w:rFonts w:ascii="Arial" w:hAnsi="Arial" w:cs="Arial"/>
          <w:color w:val="000000" w:themeColor="text1"/>
          <w:sz w:val="22"/>
          <w:szCs w:val="22"/>
        </w:rPr>
        <w:t xml:space="preserve"> ja Tervisekassa arendusjuht Monika Prits (</w:t>
      </w:r>
      <w:hyperlink r:id="rId21">
        <w:r w:rsidR="34867B68" w:rsidRPr="00883945">
          <w:rPr>
            <w:rStyle w:val="Hperlink"/>
            <w:rFonts w:ascii="Arial" w:hAnsi="Arial" w:cs="Arial"/>
            <w:sz w:val="22"/>
            <w:szCs w:val="22"/>
          </w:rPr>
          <w:t>monika.prits@tervisekassa.ee)</w:t>
        </w:r>
      </w:hyperlink>
      <w:r w:rsidR="34867B68" w:rsidRPr="00883945">
        <w:rPr>
          <w:rFonts w:ascii="Arial" w:hAnsi="Arial" w:cs="Arial"/>
          <w:color w:val="000000" w:themeColor="text1"/>
          <w:sz w:val="22"/>
          <w:szCs w:val="22"/>
        </w:rPr>
        <w:t xml:space="preserve">. Eelnõu juriidilise ekspertiisi </w:t>
      </w:r>
      <w:r w:rsidR="00E3451D">
        <w:rPr>
          <w:rFonts w:ascii="Arial" w:hAnsi="Arial" w:cs="Arial"/>
          <w:color w:val="000000" w:themeColor="text1"/>
          <w:sz w:val="22"/>
          <w:szCs w:val="22"/>
        </w:rPr>
        <w:t>on teinud Sotsiaalministeeriumi</w:t>
      </w:r>
      <w:r w:rsidR="34867B68" w:rsidRPr="00883945">
        <w:rPr>
          <w:rFonts w:ascii="Arial" w:hAnsi="Arial" w:cs="Arial"/>
          <w:color w:val="000000" w:themeColor="text1"/>
          <w:sz w:val="22"/>
          <w:szCs w:val="22"/>
        </w:rPr>
        <w:t xml:space="preserve"> õigusosakonna </w:t>
      </w:r>
      <w:r w:rsidR="7C172DE7" w:rsidRPr="00883945">
        <w:rPr>
          <w:rFonts w:ascii="Arial" w:hAnsi="Arial" w:cs="Arial"/>
          <w:color w:val="000000" w:themeColor="text1"/>
          <w:sz w:val="22"/>
          <w:szCs w:val="22"/>
        </w:rPr>
        <w:t>nõunik Rebeka Pintson</w:t>
      </w:r>
      <w:r w:rsidR="34867B68" w:rsidRPr="00883945">
        <w:rPr>
          <w:rFonts w:ascii="Arial" w:hAnsi="Arial" w:cs="Arial"/>
          <w:color w:val="000000" w:themeColor="text1"/>
          <w:sz w:val="22"/>
          <w:szCs w:val="22"/>
        </w:rPr>
        <w:t xml:space="preserve"> (</w:t>
      </w:r>
      <w:hyperlink r:id="rId22" w:history="1">
        <w:r w:rsidR="00E3451D" w:rsidRPr="00E3451D">
          <w:rPr>
            <w:rStyle w:val="Hperlink"/>
            <w:rFonts w:ascii="Arial" w:hAnsi="Arial" w:cs="Arial"/>
            <w:sz w:val="22"/>
            <w:szCs w:val="22"/>
          </w:rPr>
          <w:t>rebeka.pintson@sm.ee</w:t>
        </w:r>
      </w:hyperlink>
      <w:r w:rsidR="4C6B0E35" w:rsidRPr="00883945">
        <w:rPr>
          <w:rFonts w:ascii="Arial" w:hAnsi="Arial" w:cs="Arial"/>
          <w:sz w:val="22"/>
          <w:szCs w:val="22"/>
        </w:rPr>
        <w:t>)</w:t>
      </w:r>
      <w:r w:rsidR="7974385F" w:rsidRPr="00883945">
        <w:rPr>
          <w:rFonts w:ascii="Arial" w:hAnsi="Arial" w:cs="Arial"/>
          <w:color w:val="000000" w:themeColor="text1"/>
          <w:sz w:val="22"/>
          <w:szCs w:val="22"/>
        </w:rPr>
        <w:t>.</w:t>
      </w:r>
    </w:p>
    <w:p w14:paraId="74661FFF" w14:textId="3B5F1308" w:rsidR="00FB305B" w:rsidRPr="00883945" w:rsidRDefault="00FB305B" w:rsidP="375AF7ED">
      <w:pPr>
        <w:jc w:val="both"/>
        <w:rPr>
          <w:rFonts w:ascii="Arial" w:hAnsi="Arial" w:cs="Arial"/>
          <w:sz w:val="22"/>
          <w:szCs w:val="22"/>
        </w:rPr>
      </w:pPr>
    </w:p>
    <w:p w14:paraId="4707916F" w14:textId="52CA2877" w:rsidR="00FB305B" w:rsidRPr="00883945" w:rsidRDefault="2F7F1628" w:rsidP="375AF7ED">
      <w:pPr>
        <w:jc w:val="both"/>
        <w:rPr>
          <w:rFonts w:ascii="Arial" w:hAnsi="Arial" w:cs="Arial"/>
          <w:sz w:val="22"/>
          <w:szCs w:val="22"/>
        </w:rPr>
      </w:pPr>
      <w:r w:rsidRPr="44840491">
        <w:rPr>
          <w:rFonts w:ascii="Arial" w:hAnsi="Arial" w:cs="Arial"/>
          <w:sz w:val="22"/>
          <w:szCs w:val="22"/>
        </w:rPr>
        <w:t>Eelnõu koostamis</w:t>
      </w:r>
      <w:r w:rsidR="00CC0B4C">
        <w:rPr>
          <w:rFonts w:ascii="Arial" w:hAnsi="Arial" w:cs="Arial"/>
          <w:sz w:val="22"/>
          <w:szCs w:val="22"/>
        </w:rPr>
        <w:t>se</w:t>
      </w:r>
      <w:r w:rsidRPr="44840491">
        <w:rPr>
          <w:rFonts w:ascii="Arial" w:hAnsi="Arial" w:cs="Arial"/>
          <w:sz w:val="22"/>
          <w:szCs w:val="22"/>
        </w:rPr>
        <w:t xml:space="preserve"> olid kaasatud Ravimiamet, Terviseamet, Tervise Arengu Instituut,</w:t>
      </w:r>
      <w:r w:rsidR="1DBF5B8B" w:rsidRPr="44840491">
        <w:rPr>
          <w:rFonts w:ascii="Arial" w:hAnsi="Arial" w:cs="Arial"/>
          <w:sz w:val="22"/>
          <w:szCs w:val="22"/>
        </w:rPr>
        <w:t xml:space="preserve"> Põhja</w:t>
      </w:r>
      <w:r w:rsidR="006420E6">
        <w:rPr>
          <w:rFonts w:ascii="Arial" w:hAnsi="Arial" w:cs="Arial"/>
          <w:sz w:val="22"/>
          <w:szCs w:val="22"/>
        </w:rPr>
        <w:t>-Eesti</w:t>
      </w:r>
      <w:r w:rsidR="1DBF5B8B" w:rsidRPr="44840491">
        <w:rPr>
          <w:rFonts w:ascii="Arial" w:hAnsi="Arial" w:cs="Arial"/>
          <w:sz w:val="22"/>
          <w:szCs w:val="22"/>
        </w:rPr>
        <w:t xml:space="preserve"> Regionaalhaigla </w:t>
      </w:r>
      <w:r w:rsidR="00162828">
        <w:rPr>
          <w:rFonts w:ascii="Arial" w:hAnsi="Arial" w:cs="Arial"/>
          <w:sz w:val="22"/>
          <w:szCs w:val="22"/>
        </w:rPr>
        <w:t>v</w:t>
      </w:r>
      <w:r w:rsidR="1DBF5B8B" w:rsidRPr="44840491">
        <w:rPr>
          <w:rFonts w:ascii="Arial" w:hAnsi="Arial" w:cs="Arial"/>
          <w:sz w:val="22"/>
          <w:szCs w:val="22"/>
        </w:rPr>
        <w:t xml:space="preserve">erekeskus, Tartu Ülikooli Kliinikumi </w:t>
      </w:r>
      <w:r w:rsidR="00162828">
        <w:rPr>
          <w:rFonts w:ascii="Arial" w:hAnsi="Arial" w:cs="Arial"/>
          <w:sz w:val="22"/>
          <w:szCs w:val="22"/>
        </w:rPr>
        <w:t>v</w:t>
      </w:r>
      <w:r w:rsidR="1DBF5B8B" w:rsidRPr="44840491">
        <w:rPr>
          <w:rFonts w:ascii="Arial" w:hAnsi="Arial" w:cs="Arial"/>
          <w:sz w:val="22"/>
          <w:szCs w:val="22"/>
        </w:rPr>
        <w:t>erekeskus</w:t>
      </w:r>
      <w:r w:rsidR="003828BD">
        <w:rPr>
          <w:rFonts w:ascii="Arial" w:hAnsi="Arial" w:cs="Arial"/>
          <w:sz w:val="22"/>
          <w:szCs w:val="22"/>
        </w:rPr>
        <w:t xml:space="preserve"> ja</w:t>
      </w:r>
      <w:r w:rsidR="1DBF5B8B" w:rsidRPr="44840491">
        <w:rPr>
          <w:rFonts w:ascii="Arial" w:hAnsi="Arial" w:cs="Arial"/>
          <w:sz w:val="22"/>
          <w:szCs w:val="22"/>
        </w:rPr>
        <w:t xml:space="preserve"> Pärnu Haigla </w:t>
      </w:r>
      <w:r w:rsidR="00162828">
        <w:rPr>
          <w:rFonts w:ascii="Arial" w:hAnsi="Arial" w:cs="Arial"/>
          <w:sz w:val="22"/>
          <w:szCs w:val="22"/>
        </w:rPr>
        <w:t>v</w:t>
      </w:r>
      <w:r w:rsidR="1DBF5B8B" w:rsidRPr="44840491">
        <w:rPr>
          <w:rFonts w:ascii="Arial" w:hAnsi="Arial" w:cs="Arial"/>
          <w:sz w:val="22"/>
          <w:szCs w:val="22"/>
        </w:rPr>
        <w:t>erekeskus</w:t>
      </w:r>
      <w:r w:rsidRPr="44840491">
        <w:rPr>
          <w:rFonts w:ascii="Arial" w:hAnsi="Arial" w:cs="Arial"/>
          <w:sz w:val="22"/>
          <w:szCs w:val="22"/>
        </w:rPr>
        <w:t xml:space="preserve">. Eelnõu terminoloogia suhtes on konsulteeritud </w:t>
      </w:r>
      <w:r w:rsidR="003B6D31">
        <w:rPr>
          <w:rFonts w:ascii="Arial" w:hAnsi="Arial" w:cs="Arial"/>
          <w:sz w:val="22"/>
          <w:szCs w:val="22"/>
        </w:rPr>
        <w:t>eriala</w:t>
      </w:r>
      <w:r w:rsidRPr="44840491">
        <w:rPr>
          <w:rFonts w:ascii="Arial" w:hAnsi="Arial" w:cs="Arial"/>
          <w:sz w:val="22"/>
          <w:szCs w:val="22"/>
        </w:rPr>
        <w:t>ekspertide ja valdkonna esindajatega</w:t>
      </w:r>
      <w:r w:rsidR="626D46E4" w:rsidRPr="44840491">
        <w:rPr>
          <w:rFonts w:ascii="Arial" w:hAnsi="Arial" w:cs="Arial"/>
          <w:sz w:val="22"/>
          <w:szCs w:val="22"/>
        </w:rPr>
        <w:t>.</w:t>
      </w:r>
    </w:p>
    <w:p w14:paraId="79942ACB" w14:textId="4F227E0B" w:rsidR="00FB305B" w:rsidRPr="00883945" w:rsidRDefault="00FB305B" w:rsidP="375AF7ED">
      <w:pPr>
        <w:jc w:val="both"/>
        <w:rPr>
          <w:rFonts w:ascii="Arial" w:hAnsi="Arial" w:cs="Arial"/>
          <w:sz w:val="22"/>
          <w:szCs w:val="22"/>
        </w:rPr>
      </w:pPr>
    </w:p>
    <w:p w14:paraId="7DD52C91" w14:textId="4A49D569" w:rsidR="00FB305B" w:rsidRPr="00883945" w:rsidRDefault="553D8CC0" w:rsidP="375AF7ED">
      <w:pPr>
        <w:jc w:val="both"/>
        <w:rPr>
          <w:rFonts w:ascii="Arial" w:hAnsi="Arial" w:cs="Arial"/>
          <w:sz w:val="22"/>
          <w:szCs w:val="22"/>
        </w:rPr>
      </w:pPr>
      <w:r w:rsidRPr="00AC35A0">
        <w:rPr>
          <w:rFonts w:ascii="Arial" w:hAnsi="Arial" w:cs="Arial"/>
          <w:sz w:val="22"/>
          <w:szCs w:val="22"/>
        </w:rPr>
        <w:t>Eelnõu</w:t>
      </w:r>
      <w:r w:rsidR="00285B81" w:rsidRPr="00285B81">
        <w:rPr>
          <w:rFonts w:ascii="Arial" w:hAnsi="Arial" w:cs="Arial"/>
          <w:sz w:val="22"/>
          <w:szCs w:val="22"/>
        </w:rPr>
        <w:t xml:space="preserve"> </w:t>
      </w:r>
      <w:r w:rsidR="00285B81">
        <w:rPr>
          <w:rFonts w:ascii="Arial" w:hAnsi="Arial" w:cs="Arial"/>
          <w:sz w:val="22"/>
          <w:szCs w:val="22"/>
        </w:rPr>
        <w:t>j</w:t>
      </w:r>
      <w:r w:rsidR="00285B81" w:rsidRPr="00AC35A0">
        <w:rPr>
          <w:rFonts w:ascii="Arial" w:hAnsi="Arial" w:cs="Arial"/>
          <w:sz w:val="22"/>
          <w:szCs w:val="22"/>
        </w:rPr>
        <w:t>a seletuskir</w:t>
      </w:r>
      <w:r w:rsidR="008D362E">
        <w:rPr>
          <w:rFonts w:ascii="Arial" w:hAnsi="Arial" w:cs="Arial"/>
          <w:sz w:val="22"/>
          <w:szCs w:val="22"/>
        </w:rPr>
        <w:t>ja</w:t>
      </w:r>
      <w:r w:rsidR="00AC35A0">
        <w:rPr>
          <w:rFonts w:ascii="Arial" w:hAnsi="Arial" w:cs="Arial"/>
          <w:sz w:val="22"/>
          <w:szCs w:val="22"/>
        </w:rPr>
        <w:t xml:space="preserve"> </w:t>
      </w:r>
      <w:r w:rsidR="00285B81">
        <w:rPr>
          <w:rFonts w:ascii="Arial" w:hAnsi="Arial" w:cs="Arial"/>
          <w:sz w:val="22"/>
          <w:szCs w:val="22"/>
        </w:rPr>
        <w:t>on keeletoimetanud</w:t>
      </w:r>
      <w:r w:rsidRPr="00AC35A0">
        <w:rPr>
          <w:rFonts w:ascii="Arial" w:hAnsi="Arial" w:cs="Arial"/>
          <w:sz w:val="22"/>
          <w:szCs w:val="22"/>
        </w:rPr>
        <w:t xml:space="preserve"> </w:t>
      </w:r>
      <w:r w:rsidR="00285B81">
        <w:rPr>
          <w:rFonts w:ascii="Arial" w:hAnsi="Arial" w:cs="Arial"/>
          <w:sz w:val="22"/>
          <w:szCs w:val="22"/>
        </w:rPr>
        <w:t xml:space="preserve">Rahandusministeeriumi </w:t>
      </w:r>
      <w:r w:rsidR="00840E90">
        <w:rPr>
          <w:rFonts w:ascii="Arial" w:hAnsi="Arial" w:cs="Arial"/>
          <w:sz w:val="22"/>
          <w:szCs w:val="22"/>
        </w:rPr>
        <w:t>ühisosakonna dokumendihaldustalituse keeletoimetaja Virge Tammaru</w:t>
      </w:r>
      <w:r w:rsidR="00894F70">
        <w:rPr>
          <w:rFonts w:ascii="Arial" w:hAnsi="Arial" w:cs="Arial"/>
          <w:sz w:val="22"/>
          <w:szCs w:val="22"/>
        </w:rPr>
        <w:t xml:space="preserve"> (</w:t>
      </w:r>
      <w:hyperlink r:id="rId23" w:tgtFrame="_blank" w:history="1">
        <w:r w:rsidR="001B5E29" w:rsidRPr="001B5E29">
          <w:rPr>
            <w:rStyle w:val="Hperlink"/>
            <w:rFonts w:ascii="Arial" w:hAnsi="Arial" w:cs="Arial"/>
            <w:bCs/>
            <w:sz w:val="22"/>
            <w:szCs w:val="22"/>
          </w:rPr>
          <w:t>virge.tammaru@fin.ee</w:t>
        </w:r>
      </w:hyperlink>
      <w:r w:rsidR="001B5E29">
        <w:rPr>
          <w:rFonts w:ascii="Arial" w:hAnsi="Arial" w:cs="Arial"/>
          <w:sz w:val="22"/>
          <w:szCs w:val="22"/>
        </w:rPr>
        <w:t xml:space="preserve">). </w:t>
      </w:r>
    </w:p>
    <w:p w14:paraId="1FDB7D6F" w14:textId="6894BA44" w:rsidR="00FB305B" w:rsidRPr="00883945" w:rsidRDefault="00FB305B" w:rsidP="375AF7ED">
      <w:pPr>
        <w:jc w:val="both"/>
        <w:rPr>
          <w:rFonts w:ascii="Arial" w:hAnsi="Arial" w:cs="Arial"/>
          <w:color w:val="000000" w:themeColor="text1"/>
          <w:sz w:val="22"/>
          <w:szCs w:val="22"/>
        </w:rPr>
      </w:pPr>
    </w:p>
    <w:p w14:paraId="4267C133" w14:textId="77777777" w:rsidR="004576DB" w:rsidRPr="00CD1178" w:rsidRDefault="004576DB" w:rsidP="00A248DC">
      <w:pPr>
        <w:jc w:val="both"/>
        <w:rPr>
          <w:rFonts w:ascii="Arial" w:hAnsi="Arial" w:cs="Arial"/>
          <w:bCs/>
          <w:sz w:val="22"/>
          <w:szCs w:val="22"/>
        </w:rPr>
        <w:sectPr w:rsidR="004576DB" w:rsidRPr="00CD1178" w:rsidSect="00A8180C">
          <w:type w:val="continuous"/>
          <w:pgSz w:w="11907" w:h="16840" w:code="9"/>
          <w:pgMar w:top="1134" w:right="1134" w:bottom="1134" w:left="1701" w:header="709" w:footer="709" w:gutter="0"/>
          <w:cols w:space="708"/>
          <w:formProt w:val="0"/>
          <w:titlePg/>
          <w:docGrid w:linePitch="360"/>
        </w:sectPr>
      </w:pPr>
    </w:p>
    <w:p w14:paraId="35E6F155" w14:textId="77777777" w:rsidR="002B7E38" w:rsidRPr="00CD1178" w:rsidRDefault="002B7E38" w:rsidP="00A248DC">
      <w:pPr>
        <w:jc w:val="both"/>
        <w:rPr>
          <w:rFonts w:ascii="Arial" w:hAnsi="Arial" w:cs="Arial"/>
          <w:b/>
          <w:bCs/>
          <w:color w:val="000000" w:themeColor="text1"/>
          <w:sz w:val="22"/>
          <w:szCs w:val="22"/>
        </w:rPr>
      </w:pPr>
      <w:r w:rsidRPr="00CD1178">
        <w:rPr>
          <w:rFonts w:ascii="Arial" w:hAnsi="Arial" w:cs="Arial"/>
          <w:b/>
          <w:bCs/>
          <w:color w:val="000000" w:themeColor="text1"/>
          <w:sz w:val="22"/>
          <w:szCs w:val="22"/>
        </w:rPr>
        <w:t>1.3. Märkused</w:t>
      </w:r>
    </w:p>
    <w:p w14:paraId="77C52417" w14:textId="77777777" w:rsidR="002B7E38" w:rsidRPr="00CD1178" w:rsidRDefault="002B7E38" w:rsidP="00A248DC">
      <w:pPr>
        <w:pStyle w:val="Kommentaaritekst"/>
        <w:jc w:val="both"/>
        <w:rPr>
          <w:rStyle w:val="Tugev"/>
          <w:rFonts w:ascii="Arial" w:hAnsi="Arial" w:cs="Arial"/>
          <w:b w:val="0"/>
          <w:noProof/>
          <w:color w:val="000000" w:themeColor="text1"/>
          <w:sz w:val="22"/>
          <w:szCs w:val="22"/>
        </w:rPr>
      </w:pPr>
    </w:p>
    <w:p w14:paraId="61067ADE" w14:textId="77777777" w:rsidR="004576DB" w:rsidRPr="00CD1178" w:rsidRDefault="004576DB" w:rsidP="00A248DC">
      <w:pPr>
        <w:pStyle w:val="Kommentaaritekst"/>
        <w:jc w:val="both"/>
        <w:rPr>
          <w:rStyle w:val="Tugev"/>
          <w:rFonts w:ascii="Arial" w:hAnsi="Arial" w:cs="Arial"/>
          <w:b w:val="0"/>
          <w:noProof/>
          <w:color w:val="000000" w:themeColor="text1"/>
          <w:sz w:val="22"/>
          <w:szCs w:val="22"/>
        </w:rPr>
        <w:sectPr w:rsidR="004576DB" w:rsidRPr="00CD1178" w:rsidSect="00A8180C">
          <w:type w:val="continuous"/>
          <w:pgSz w:w="11907" w:h="16840" w:code="9"/>
          <w:pgMar w:top="1134" w:right="1134" w:bottom="1134" w:left="1701" w:header="709" w:footer="709" w:gutter="0"/>
          <w:cols w:space="708"/>
          <w:titlePg/>
          <w:docGrid w:linePitch="360"/>
        </w:sectPr>
      </w:pPr>
    </w:p>
    <w:p w14:paraId="50A481DF" w14:textId="578705EC" w:rsidR="00FE2EBD" w:rsidRPr="00883945" w:rsidRDefault="23D98928" w:rsidP="375AF7ED">
      <w:pPr>
        <w:pStyle w:val="Kommentaaritekst"/>
        <w:jc w:val="both"/>
        <w:rPr>
          <w:rStyle w:val="Tugev"/>
          <w:rFonts w:ascii="Arial" w:hAnsi="Arial" w:cs="Arial"/>
          <w:b w:val="0"/>
          <w:bCs w:val="0"/>
          <w:noProof/>
          <w:color w:val="000000" w:themeColor="text1"/>
          <w:sz w:val="22"/>
          <w:szCs w:val="22"/>
        </w:rPr>
      </w:pPr>
      <w:r w:rsidRPr="00883945">
        <w:rPr>
          <w:rStyle w:val="Tugev"/>
          <w:rFonts w:ascii="Arial" w:hAnsi="Arial" w:cs="Arial"/>
          <w:b w:val="0"/>
          <w:bCs w:val="0"/>
          <w:noProof/>
          <w:color w:val="000000" w:themeColor="text1"/>
          <w:sz w:val="22"/>
          <w:szCs w:val="22"/>
        </w:rPr>
        <w:t>Eelnõu ei ole sisuliselt seotud teiste menetluses olevate eelnõudega</w:t>
      </w:r>
      <w:r w:rsidR="6A033E3E" w:rsidRPr="00883945">
        <w:rPr>
          <w:rStyle w:val="Tugev"/>
          <w:rFonts w:ascii="Arial" w:hAnsi="Arial" w:cs="Arial"/>
          <w:b w:val="0"/>
          <w:bCs w:val="0"/>
          <w:noProof/>
          <w:color w:val="000000" w:themeColor="text1"/>
          <w:sz w:val="22"/>
          <w:szCs w:val="22"/>
        </w:rPr>
        <w:t>.</w:t>
      </w:r>
    </w:p>
    <w:p w14:paraId="718E57A9" w14:textId="588A5FA4" w:rsidR="539A40DF" w:rsidRPr="00883945" w:rsidRDefault="539A40DF" w:rsidP="375AF7ED">
      <w:pPr>
        <w:pStyle w:val="Kommentaaritekst"/>
        <w:jc w:val="both"/>
        <w:rPr>
          <w:rFonts w:ascii="Arial" w:hAnsi="Arial" w:cs="Arial"/>
          <w:noProof/>
          <w:sz w:val="22"/>
          <w:szCs w:val="22"/>
        </w:rPr>
      </w:pPr>
    </w:p>
    <w:p w14:paraId="0FBE018A" w14:textId="73A6533E" w:rsidR="2946F123" w:rsidRPr="00883945" w:rsidRDefault="2946F123" w:rsidP="434FB2D3">
      <w:pPr>
        <w:pStyle w:val="Kommentaaritekst"/>
        <w:jc w:val="both"/>
        <w:rPr>
          <w:rFonts w:ascii="Arial" w:hAnsi="Arial" w:cs="Arial"/>
          <w:noProof/>
          <w:sz w:val="22"/>
          <w:szCs w:val="22"/>
        </w:rPr>
      </w:pPr>
      <w:r w:rsidRPr="00883945">
        <w:rPr>
          <w:rFonts w:ascii="Arial" w:hAnsi="Arial" w:cs="Arial"/>
          <w:noProof/>
          <w:sz w:val="22"/>
          <w:szCs w:val="22"/>
        </w:rPr>
        <w:t>Eelnõu on seotud isikuandmete töötlemisega isikuandmete kaitse üldmääruse tähenduses ning selle kohta on koostatud täpsem mõjuanalüüs seletuskirja punktis</w:t>
      </w:r>
      <w:r w:rsidR="00011625">
        <w:rPr>
          <w:rFonts w:ascii="Arial" w:hAnsi="Arial" w:cs="Arial"/>
          <w:noProof/>
          <w:sz w:val="22"/>
          <w:szCs w:val="22"/>
        </w:rPr>
        <w:t> 4</w:t>
      </w:r>
      <w:r w:rsidRPr="00883945">
        <w:rPr>
          <w:rFonts w:ascii="Arial" w:hAnsi="Arial" w:cs="Arial"/>
          <w:noProof/>
          <w:sz w:val="22"/>
          <w:szCs w:val="22"/>
        </w:rPr>
        <w:t>.</w:t>
      </w:r>
    </w:p>
    <w:p w14:paraId="25BD8597" w14:textId="12E99445" w:rsidR="327BF4E0" w:rsidRPr="00CD1178" w:rsidRDefault="327BF4E0" w:rsidP="327BF4E0">
      <w:pPr>
        <w:pStyle w:val="Kommentaaritekst"/>
        <w:jc w:val="both"/>
        <w:rPr>
          <w:rFonts w:ascii="Arial" w:hAnsi="Arial" w:cs="Arial"/>
          <w:sz w:val="22"/>
          <w:szCs w:val="22"/>
        </w:rPr>
      </w:pPr>
    </w:p>
    <w:p w14:paraId="3BD28840" w14:textId="50FD16FB" w:rsidR="00FE24B9" w:rsidRPr="00883945" w:rsidRDefault="00DD4DF9" w:rsidP="375AF7ED">
      <w:pPr>
        <w:tabs>
          <w:tab w:val="left" w:pos="426"/>
        </w:tabs>
        <w:jc w:val="both"/>
        <w:rPr>
          <w:rFonts w:ascii="Arial" w:hAnsi="Arial" w:cs="Arial"/>
          <w:sz w:val="22"/>
          <w:szCs w:val="22"/>
          <w:lang w:eastAsia="et-EE"/>
        </w:rPr>
      </w:pPr>
      <w:r>
        <w:rPr>
          <w:rFonts w:ascii="Arial" w:hAnsi="Arial" w:cs="Arial"/>
          <w:sz w:val="22"/>
          <w:szCs w:val="22"/>
          <w:lang w:eastAsia="et-EE"/>
        </w:rPr>
        <w:t>R</w:t>
      </w:r>
      <w:r w:rsidRPr="00E63329">
        <w:rPr>
          <w:rFonts w:ascii="Arial" w:hAnsi="Arial" w:cs="Arial"/>
          <w:sz w:val="22"/>
          <w:szCs w:val="22"/>
          <w:lang w:eastAsia="et-EE"/>
        </w:rPr>
        <w:t>iikliku vereteenistuse i</w:t>
      </w:r>
      <w:r w:rsidR="7CB75B8D" w:rsidRPr="00883945">
        <w:rPr>
          <w:rFonts w:ascii="Arial" w:hAnsi="Arial" w:cs="Arial"/>
          <w:sz w:val="22"/>
          <w:szCs w:val="22"/>
        </w:rPr>
        <w:t xml:space="preserve">nfosüsteemi </w:t>
      </w:r>
      <w:r w:rsidR="004B005E">
        <w:rPr>
          <w:rFonts w:ascii="Arial" w:hAnsi="Arial" w:cs="Arial"/>
          <w:sz w:val="22"/>
          <w:szCs w:val="22"/>
        </w:rPr>
        <w:t xml:space="preserve">(edaspidi </w:t>
      </w:r>
      <w:r w:rsidR="004B005E" w:rsidRPr="004B005E">
        <w:rPr>
          <w:rFonts w:ascii="Arial" w:hAnsi="Arial" w:cs="Arial"/>
          <w:i/>
          <w:iCs/>
          <w:sz w:val="22"/>
          <w:szCs w:val="22"/>
        </w:rPr>
        <w:t>infosüsteem</w:t>
      </w:r>
      <w:r w:rsidR="004B005E">
        <w:rPr>
          <w:rFonts w:ascii="Arial" w:hAnsi="Arial" w:cs="Arial"/>
          <w:sz w:val="22"/>
          <w:szCs w:val="22"/>
        </w:rPr>
        <w:t xml:space="preserve">) </w:t>
      </w:r>
      <w:r w:rsidR="7CB75B8D" w:rsidRPr="00883945">
        <w:rPr>
          <w:rFonts w:ascii="Arial" w:hAnsi="Arial" w:cs="Arial"/>
          <w:sz w:val="22"/>
          <w:szCs w:val="22"/>
        </w:rPr>
        <w:t>põhimäärus põhineb uuel rahastussüsteemil ning vähendab verekeskuste ja -kabinettide halduskoormust.</w:t>
      </w:r>
      <w:r w:rsidR="5224E778" w:rsidRPr="00883945">
        <w:rPr>
          <w:rFonts w:ascii="Arial" w:hAnsi="Arial" w:cs="Arial"/>
          <w:sz w:val="22"/>
          <w:szCs w:val="22"/>
        </w:rPr>
        <w:t xml:space="preserve"> </w:t>
      </w:r>
      <w:r w:rsidR="710C806A" w:rsidRPr="00883945">
        <w:rPr>
          <w:rFonts w:ascii="Arial" w:hAnsi="Arial" w:cs="Arial"/>
          <w:sz w:val="22"/>
          <w:szCs w:val="22"/>
        </w:rPr>
        <w:t>Üksikasjalikum</w:t>
      </w:r>
      <w:r w:rsidR="00FA642E">
        <w:rPr>
          <w:rFonts w:ascii="Arial" w:hAnsi="Arial" w:cs="Arial"/>
          <w:sz w:val="22"/>
          <w:szCs w:val="22"/>
        </w:rPr>
        <w:t>alt on</w:t>
      </w:r>
      <w:r w:rsidR="710C806A" w:rsidRPr="00883945">
        <w:rPr>
          <w:rFonts w:ascii="Arial" w:hAnsi="Arial" w:cs="Arial"/>
          <w:sz w:val="22"/>
          <w:szCs w:val="22"/>
        </w:rPr>
        <w:t xml:space="preserve"> mõju halduskoormusele kirjeldatud seletuskirja</w:t>
      </w:r>
      <w:r w:rsidR="00D22821">
        <w:rPr>
          <w:rFonts w:ascii="Arial" w:hAnsi="Arial" w:cs="Arial"/>
          <w:sz w:val="22"/>
          <w:szCs w:val="22"/>
        </w:rPr>
        <w:t xml:space="preserve"> punkti</w:t>
      </w:r>
      <w:r w:rsidR="710C806A" w:rsidRPr="00883945">
        <w:rPr>
          <w:rFonts w:ascii="Arial" w:hAnsi="Arial" w:cs="Arial"/>
          <w:sz w:val="22"/>
          <w:szCs w:val="22"/>
        </w:rPr>
        <w:t>s 4.2</w:t>
      </w:r>
      <w:r w:rsidR="00D22821">
        <w:rPr>
          <w:rFonts w:ascii="Arial" w:hAnsi="Arial" w:cs="Arial"/>
          <w:sz w:val="22"/>
          <w:szCs w:val="22"/>
        </w:rPr>
        <w:t>.</w:t>
      </w:r>
    </w:p>
    <w:p w14:paraId="5D19AEEF" w14:textId="1AB11D99" w:rsidR="375AF7ED" w:rsidRPr="00CD1178" w:rsidRDefault="375AF7ED" w:rsidP="00883945">
      <w:pPr>
        <w:tabs>
          <w:tab w:val="left" w:pos="426"/>
        </w:tabs>
        <w:jc w:val="both"/>
        <w:rPr>
          <w:rFonts w:ascii="Arial" w:hAnsi="Arial" w:cs="Arial"/>
          <w:b/>
          <w:bCs/>
          <w:sz w:val="22"/>
          <w:szCs w:val="22"/>
          <w:lang w:eastAsia="et-EE"/>
        </w:rPr>
      </w:pPr>
    </w:p>
    <w:p w14:paraId="3F099828" w14:textId="77777777" w:rsidR="00BF71A0" w:rsidRPr="00CD1178" w:rsidRDefault="00F72AB5" w:rsidP="00A248DC">
      <w:pPr>
        <w:jc w:val="both"/>
        <w:rPr>
          <w:rFonts w:ascii="Arial" w:hAnsi="Arial" w:cs="Arial"/>
          <w:b/>
          <w:bCs/>
          <w:sz w:val="22"/>
          <w:szCs w:val="22"/>
          <w:lang w:eastAsia="et-EE"/>
        </w:rPr>
      </w:pPr>
      <w:r w:rsidRPr="00CD1178">
        <w:rPr>
          <w:rFonts w:ascii="Arial" w:hAnsi="Arial" w:cs="Arial"/>
          <w:b/>
          <w:bCs/>
          <w:sz w:val="22"/>
          <w:szCs w:val="22"/>
          <w:lang w:eastAsia="et-EE"/>
        </w:rPr>
        <w:t>2</w:t>
      </w:r>
      <w:r w:rsidR="0004635E" w:rsidRPr="00CD1178">
        <w:rPr>
          <w:rFonts w:ascii="Arial" w:hAnsi="Arial" w:cs="Arial"/>
          <w:b/>
          <w:bCs/>
          <w:sz w:val="22"/>
          <w:szCs w:val="22"/>
          <w:lang w:eastAsia="et-EE"/>
        </w:rPr>
        <w:t xml:space="preserve">. </w:t>
      </w:r>
      <w:r w:rsidR="00FE2EBD" w:rsidRPr="00CD1178">
        <w:rPr>
          <w:rFonts w:ascii="Arial" w:hAnsi="Arial" w:cs="Arial"/>
          <w:b/>
          <w:bCs/>
          <w:sz w:val="22"/>
          <w:szCs w:val="22"/>
          <w:lang w:eastAsia="et-EE"/>
        </w:rPr>
        <w:t>Eelnõu sisu ja võrdlev analüüs</w:t>
      </w:r>
    </w:p>
    <w:p w14:paraId="6E1F1AB5" w14:textId="77777777" w:rsidR="00FE2EBD" w:rsidRPr="00CD1178" w:rsidRDefault="00FE2EBD" w:rsidP="434FB2D3">
      <w:pPr>
        <w:jc w:val="both"/>
        <w:rPr>
          <w:rFonts w:ascii="Arial" w:hAnsi="Arial" w:cs="Arial"/>
          <w:sz w:val="22"/>
          <w:szCs w:val="22"/>
          <w:lang w:eastAsia="et-EE"/>
        </w:rPr>
      </w:pPr>
    </w:p>
    <w:p w14:paraId="3A508C56" w14:textId="77777777" w:rsidR="004576DB" w:rsidRPr="00CD1178" w:rsidRDefault="004576DB" w:rsidP="00A248DC">
      <w:pPr>
        <w:jc w:val="both"/>
        <w:rPr>
          <w:rFonts w:ascii="Arial" w:hAnsi="Arial" w:cs="Arial"/>
          <w:sz w:val="22"/>
          <w:szCs w:val="22"/>
        </w:rPr>
        <w:sectPr w:rsidR="004576DB" w:rsidRPr="00CD1178" w:rsidSect="00A8180C">
          <w:type w:val="continuous"/>
          <w:pgSz w:w="11907" w:h="16840" w:code="9"/>
          <w:pgMar w:top="1134" w:right="1134" w:bottom="1134" w:left="1701" w:header="709" w:footer="709" w:gutter="0"/>
          <w:cols w:space="708"/>
          <w:titlePg/>
          <w:docGrid w:linePitch="360"/>
        </w:sectPr>
      </w:pPr>
    </w:p>
    <w:p w14:paraId="041F3294" w14:textId="3247B3FE" w:rsidR="00FE2EBD" w:rsidRPr="00883945" w:rsidRDefault="4BD70CB6" w:rsidP="375AF7ED">
      <w:pPr>
        <w:jc w:val="both"/>
        <w:rPr>
          <w:rFonts w:ascii="Arial" w:hAnsi="Arial" w:cs="Arial"/>
          <w:sz w:val="22"/>
          <w:szCs w:val="22"/>
          <w:lang w:eastAsia="et-EE"/>
        </w:rPr>
      </w:pPr>
      <w:r w:rsidRPr="44840491">
        <w:rPr>
          <w:rFonts w:ascii="Arial" w:hAnsi="Arial" w:cs="Arial"/>
          <w:sz w:val="22"/>
          <w:szCs w:val="22"/>
          <w:lang w:eastAsia="et-EE"/>
        </w:rPr>
        <w:t xml:space="preserve">Eelnõu koosneb </w:t>
      </w:r>
      <w:r w:rsidR="113D6B3C" w:rsidRPr="44840491">
        <w:rPr>
          <w:rFonts w:ascii="Arial" w:hAnsi="Arial" w:cs="Arial"/>
          <w:sz w:val="22"/>
          <w:szCs w:val="22"/>
          <w:lang w:eastAsia="et-EE"/>
        </w:rPr>
        <w:t>2</w:t>
      </w:r>
      <w:r w:rsidR="5CF330A1" w:rsidRPr="44840491">
        <w:rPr>
          <w:rFonts w:ascii="Arial" w:hAnsi="Arial" w:cs="Arial"/>
          <w:sz w:val="22"/>
          <w:szCs w:val="22"/>
          <w:lang w:eastAsia="et-EE"/>
        </w:rPr>
        <w:t>0</w:t>
      </w:r>
      <w:r w:rsidRPr="44840491">
        <w:rPr>
          <w:rFonts w:ascii="Arial" w:hAnsi="Arial" w:cs="Arial"/>
          <w:sz w:val="22"/>
          <w:szCs w:val="22"/>
          <w:lang w:eastAsia="et-EE"/>
        </w:rPr>
        <w:t xml:space="preserve"> paragrahvist.</w:t>
      </w:r>
    </w:p>
    <w:p w14:paraId="3549D018" w14:textId="6CF2E74D" w:rsidR="327BF4E0" w:rsidRPr="00CD1178" w:rsidRDefault="327BF4E0" w:rsidP="327BF4E0">
      <w:pPr>
        <w:jc w:val="both"/>
        <w:rPr>
          <w:rFonts w:ascii="Arial" w:hAnsi="Arial" w:cs="Arial"/>
          <w:sz w:val="22"/>
          <w:szCs w:val="22"/>
          <w:lang w:eastAsia="et-EE"/>
        </w:rPr>
      </w:pPr>
    </w:p>
    <w:p w14:paraId="720D904D" w14:textId="51BCACA3" w:rsidR="375AF7ED" w:rsidRPr="00883945" w:rsidRDefault="5737DF26" w:rsidP="2B04A97D">
      <w:pPr>
        <w:jc w:val="both"/>
        <w:rPr>
          <w:rFonts w:ascii="Arial" w:hAnsi="Arial" w:cs="Arial"/>
          <w:sz w:val="22"/>
          <w:szCs w:val="22"/>
        </w:rPr>
      </w:pPr>
      <w:r w:rsidRPr="44840491">
        <w:rPr>
          <w:rFonts w:ascii="Arial" w:hAnsi="Arial" w:cs="Arial"/>
          <w:b/>
          <w:bCs/>
          <w:sz w:val="22"/>
          <w:szCs w:val="22"/>
        </w:rPr>
        <w:t xml:space="preserve">Paragrahvis </w:t>
      </w:r>
      <w:r w:rsidR="636CD1CB" w:rsidRPr="44840491">
        <w:rPr>
          <w:rFonts w:ascii="Arial" w:hAnsi="Arial" w:cs="Arial"/>
          <w:b/>
          <w:bCs/>
          <w:sz w:val="22"/>
          <w:szCs w:val="22"/>
        </w:rPr>
        <w:t>1</w:t>
      </w:r>
      <w:r w:rsidR="05C41A7C" w:rsidRPr="44840491">
        <w:rPr>
          <w:rFonts w:ascii="Arial" w:hAnsi="Arial" w:cs="Arial"/>
          <w:b/>
          <w:bCs/>
          <w:sz w:val="22"/>
          <w:szCs w:val="22"/>
        </w:rPr>
        <w:t xml:space="preserve"> </w:t>
      </w:r>
      <w:r w:rsidR="05C41A7C" w:rsidRPr="44840491">
        <w:rPr>
          <w:rFonts w:ascii="Arial" w:hAnsi="Arial" w:cs="Arial"/>
          <w:sz w:val="22"/>
          <w:szCs w:val="22"/>
        </w:rPr>
        <w:t>sätes</w:t>
      </w:r>
      <w:r w:rsidR="260253CC" w:rsidRPr="44840491">
        <w:rPr>
          <w:rFonts w:ascii="Arial" w:hAnsi="Arial" w:cs="Arial"/>
          <w:sz w:val="22"/>
          <w:szCs w:val="22"/>
        </w:rPr>
        <w:t>tatakse</w:t>
      </w:r>
      <w:r w:rsidR="05C41A7C" w:rsidRPr="44840491">
        <w:rPr>
          <w:rFonts w:ascii="Arial" w:hAnsi="Arial" w:cs="Arial"/>
          <w:sz w:val="22"/>
          <w:szCs w:val="22"/>
        </w:rPr>
        <w:t xml:space="preserve"> infosüsteemi ametlik nimetus ja eesmär</w:t>
      </w:r>
      <w:r w:rsidR="7A0C8F1D" w:rsidRPr="44840491">
        <w:rPr>
          <w:rFonts w:ascii="Arial" w:hAnsi="Arial" w:cs="Arial"/>
          <w:sz w:val="22"/>
          <w:szCs w:val="22"/>
        </w:rPr>
        <w:t>k</w:t>
      </w:r>
      <w:r w:rsidR="16B3442C" w:rsidRPr="44840491">
        <w:rPr>
          <w:rFonts w:ascii="Arial" w:hAnsi="Arial" w:cs="Arial"/>
          <w:sz w:val="22"/>
          <w:szCs w:val="22"/>
        </w:rPr>
        <w:t>.</w:t>
      </w:r>
    </w:p>
    <w:p w14:paraId="77D3EEA1" w14:textId="77777777" w:rsidR="00D22EEB" w:rsidRPr="00883945" w:rsidRDefault="00D22EEB" w:rsidP="2B04A97D">
      <w:pPr>
        <w:jc w:val="both"/>
        <w:rPr>
          <w:rFonts w:ascii="Arial" w:hAnsi="Arial" w:cs="Arial"/>
          <w:sz w:val="22"/>
          <w:szCs w:val="22"/>
        </w:rPr>
      </w:pPr>
    </w:p>
    <w:p w14:paraId="569C7DEF" w14:textId="3B0CB0A8" w:rsidR="571B1C2D" w:rsidRPr="00883945" w:rsidRDefault="533726F8" w:rsidP="2B04A97D">
      <w:pPr>
        <w:jc w:val="both"/>
        <w:rPr>
          <w:rFonts w:ascii="Arial" w:hAnsi="Arial" w:cs="Arial"/>
          <w:sz w:val="22"/>
          <w:szCs w:val="22"/>
          <w:highlight w:val="yellow"/>
        </w:rPr>
      </w:pPr>
      <w:r w:rsidRPr="44840491">
        <w:rPr>
          <w:rFonts w:ascii="Arial" w:hAnsi="Arial" w:cs="Arial"/>
          <w:sz w:val="22"/>
          <w:szCs w:val="22"/>
        </w:rPr>
        <w:t xml:space="preserve">Infosüsteemi </w:t>
      </w:r>
      <w:r w:rsidR="00006575">
        <w:rPr>
          <w:rFonts w:ascii="Arial" w:hAnsi="Arial" w:cs="Arial"/>
          <w:sz w:val="22"/>
          <w:szCs w:val="22"/>
        </w:rPr>
        <w:t xml:space="preserve">pidamise </w:t>
      </w:r>
      <w:r w:rsidR="407CF61E" w:rsidRPr="44840491">
        <w:rPr>
          <w:rFonts w:ascii="Arial" w:hAnsi="Arial" w:cs="Arial"/>
          <w:sz w:val="22"/>
          <w:szCs w:val="22"/>
        </w:rPr>
        <w:t xml:space="preserve">eesmärk on </w:t>
      </w:r>
      <w:r w:rsidR="00106275" w:rsidRPr="44840491">
        <w:rPr>
          <w:rFonts w:ascii="Arial" w:hAnsi="Arial" w:cs="Arial"/>
          <w:sz w:val="22"/>
          <w:szCs w:val="22"/>
        </w:rPr>
        <w:t>taga</w:t>
      </w:r>
      <w:r w:rsidR="00106275">
        <w:rPr>
          <w:rFonts w:ascii="Arial" w:hAnsi="Arial" w:cs="Arial"/>
          <w:sz w:val="22"/>
          <w:szCs w:val="22"/>
        </w:rPr>
        <w:t>da</w:t>
      </w:r>
      <w:r w:rsidR="00106275" w:rsidRPr="44840491">
        <w:rPr>
          <w:rFonts w:ascii="Arial" w:hAnsi="Arial" w:cs="Arial"/>
          <w:sz w:val="22"/>
          <w:szCs w:val="22"/>
        </w:rPr>
        <w:t xml:space="preserve"> </w:t>
      </w:r>
      <w:r w:rsidR="00BE72A8">
        <w:rPr>
          <w:rFonts w:ascii="Arial" w:hAnsi="Arial" w:cs="Arial"/>
          <w:sz w:val="22"/>
          <w:szCs w:val="22"/>
        </w:rPr>
        <w:t>vere</w:t>
      </w:r>
      <w:r w:rsidR="0025411E">
        <w:rPr>
          <w:rFonts w:ascii="Arial" w:hAnsi="Arial" w:cs="Arial"/>
          <w:sz w:val="22"/>
          <w:szCs w:val="22"/>
        </w:rPr>
        <w:t xml:space="preserve"> kvaliteetne käitlemine</w:t>
      </w:r>
      <w:r w:rsidR="6E9703C7" w:rsidRPr="44840491">
        <w:rPr>
          <w:rFonts w:ascii="Arial" w:hAnsi="Arial" w:cs="Arial"/>
          <w:sz w:val="22"/>
          <w:szCs w:val="22"/>
        </w:rPr>
        <w:t xml:space="preserve"> ja ravi kvalitee</w:t>
      </w:r>
      <w:r w:rsidR="00106275">
        <w:rPr>
          <w:rFonts w:ascii="Arial" w:hAnsi="Arial" w:cs="Arial"/>
          <w:sz w:val="22"/>
          <w:szCs w:val="22"/>
        </w:rPr>
        <w:t>t</w:t>
      </w:r>
      <w:r w:rsidR="00A4F692" w:rsidRPr="44840491">
        <w:rPr>
          <w:rFonts w:ascii="Arial" w:hAnsi="Arial" w:cs="Arial"/>
          <w:sz w:val="22"/>
          <w:szCs w:val="22"/>
        </w:rPr>
        <w:t xml:space="preserve"> vastavalt </w:t>
      </w:r>
      <w:r w:rsidR="72C55C64" w:rsidRPr="00E55B08">
        <w:rPr>
          <w:rFonts w:ascii="Arial" w:hAnsi="Arial" w:cs="Arial"/>
          <w:sz w:val="22"/>
          <w:szCs w:val="22"/>
        </w:rPr>
        <w:t>v</w:t>
      </w:r>
      <w:r w:rsidR="00A4F692" w:rsidRPr="00E55B08">
        <w:rPr>
          <w:rFonts w:ascii="Arial" w:hAnsi="Arial" w:cs="Arial"/>
          <w:sz w:val="22"/>
          <w:szCs w:val="22"/>
        </w:rPr>
        <w:t xml:space="preserve">ereseaduse </w:t>
      </w:r>
      <w:r w:rsidR="19B8612E" w:rsidRPr="00E55B08">
        <w:rPr>
          <w:rFonts w:ascii="Arial" w:hAnsi="Arial" w:cs="Arial"/>
          <w:sz w:val="22"/>
          <w:szCs w:val="22"/>
        </w:rPr>
        <w:t>§</w:t>
      </w:r>
      <w:r w:rsidR="00106275" w:rsidRPr="00E55B08">
        <w:rPr>
          <w:rFonts w:ascii="Arial" w:hAnsi="Arial" w:cs="Arial"/>
          <w:sz w:val="22"/>
          <w:szCs w:val="22"/>
        </w:rPr>
        <w:t>-s</w:t>
      </w:r>
      <w:r w:rsidR="19B8612E" w:rsidRPr="00E55B08">
        <w:rPr>
          <w:rFonts w:ascii="Arial" w:hAnsi="Arial" w:cs="Arial"/>
          <w:sz w:val="22"/>
          <w:szCs w:val="22"/>
        </w:rPr>
        <w:t xml:space="preserve"> 15</w:t>
      </w:r>
      <w:r w:rsidR="19B8612E" w:rsidRPr="44840491">
        <w:rPr>
          <w:rFonts w:ascii="Arial" w:hAnsi="Arial" w:cs="Arial"/>
          <w:sz w:val="22"/>
          <w:szCs w:val="22"/>
        </w:rPr>
        <w:t xml:space="preserve"> sätestatule. </w:t>
      </w:r>
      <w:r w:rsidR="103B9B3A" w:rsidRPr="44840491">
        <w:rPr>
          <w:rFonts w:ascii="Arial" w:hAnsi="Arial" w:cs="Arial"/>
          <w:sz w:val="22"/>
          <w:szCs w:val="22"/>
        </w:rPr>
        <w:t xml:space="preserve">Infosüsteemi </w:t>
      </w:r>
      <w:r w:rsidR="008423E7">
        <w:rPr>
          <w:rFonts w:ascii="Arial" w:hAnsi="Arial" w:cs="Arial"/>
          <w:sz w:val="22"/>
          <w:szCs w:val="22"/>
        </w:rPr>
        <w:t>loomise</w:t>
      </w:r>
      <w:r w:rsidR="6E265098" w:rsidRPr="44840491">
        <w:rPr>
          <w:rFonts w:ascii="Arial" w:hAnsi="Arial" w:cs="Arial"/>
          <w:sz w:val="22"/>
          <w:szCs w:val="22"/>
        </w:rPr>
        <w:t xml:space="preserve"> tulemusena </w:t>
      </w:r>
      <w:r w:rsidR="602CBA85" w:rsidRPr="44840491">
        <w:rPr>
          <w:rFonts w:ascii="Arial" w:hAnsi="Arial" w:cs="Arial"/>
          <w:sz w:val="22"/>
          <w:szCs w:val="22"/>
        </w:rPr>
        <w:t xml:space="preserve">tekib </w:t>
      </w:r>
      <w:r w:rsidR="6E265098" w:rsidRPr="44840491">
        <w:rPr>
          <w:rFonts w:ascii="Arial" w:hAnsi="Arial" w:cs="Arial"/>
          <w:sz w:val="22"/>
          <w:szCs w:val="22"/>
        </w:rPr>
        <w:t xml:space="preserve">senisest parem võimalus </w:t>
      </w:r>
      <w:r w:rsidR="00BF76CF">
        <w:rPr>
          <w:rFonts w:ascii="Arial" w:hAnsi="Arial" w:cs="Arial"/>
          <w:sz w:val="22"/>
          <w:szCs w:val="22"/>
        </w:rPr>
        <w:t xml:space="preserve">kaitsta </w:t>
      </w:r>
      <w:r w:rsidR="3B76C104" w:rsidRPr="44840491">
        <w:rPr>
          <w:rFonts w:ascii="Arial" w:hAnsi="Arial" w:cs="Arial"/>
          <w:sz w:val="22"/>
          <w:szCs w:val="22"/>
        </w:rPr>
        <w:t>retsipien</w:t>
      </w:r>
      <w:r w:rsidR="6E265098" w:rsidRPr="44840491">
        <w:rPr>
          <w:rFonts w:ascii="Arial" w:hAnsi="Arial" w:cs="Arial"/>
          <w:sz w:val="22"/>
          <w:szCs w:val="22"/>
        </w:rPr>
        <w:t>tide ja doonorite tervis</w:t>
      </w:r>
      <w:r w:rsidR="00BF76CF">
        <w:rPr>
          <w:rFonts w:ascii="Arial" w:hAnsi="Arial" w:cs="Arial"/>
          <w:sz w:val="22"/>
          <w:szCs w:val="22"/>
        </w:rPr>
        <w:t>t.</w:t>
      </w:r>
      <w:r w:rsidR="006F3D52" w:rsidRPr="44840491">
        <w:rPr>
          <w:rFonts w:ascii="Arial" w:hAnsi="Arial" w:cs="Arial"/>
          <w:sz w:val="22"/>
          <w:szCs w:val="22"/>
        </w:rPr>
        <w:t xml:space="preserve"> </w:t>
      </w:r>
      <w:r w:rsidR="00D439FC" w:rsidRPr="44840491">
        <w:rPr>
          <w:rFonts w:ascii="Arial" w:hAnsi="Arial" w:cs="Arial"/>
          <w:sz w:val="22"/>
          <w:szCs w:val="22"/>
        </w:rPr>
        <w:t>I</w:t>
      </w:r>
      <w:r w:rsidR="6E265098" w:rsidRPr="44840491">
        <w:rPr>
          <w:rFonts w:ascii="Arial" w:hAnsi="Arial" w:cs="Arial"/>
          <w:sz w:val="22"/>
          <w:szCs w:val="22"/>
        </w:rPr>
        <w:t xml:space="preserve">nfosüsteemi </w:t>
      </w:r>
      <w:r w:rsidR="0016555F">
        <w:rPr>
          <w:rFonts w:ascii="Arial" w:hAnsi="Arial" w:cs="Arial"/>
          <w:sz w:val="22"/>
          <w:szCs w:val="22"/>
        </w:rPr>
        <w:t xml:space="preserve">pidamise </w:t>
      </w:r>
      <w:r w:rsidR="6E265098" w:rsidRPr="44840491">
        <w:rPr>
          <w:rFonts w:ascii="Arial" w:hAnsi="Arial" w:cs="Arial"/>
          <w:sz w:val="22"/>
          <w:szCs w:val="22"/>
        </w:rPr>
        <w:t xml:space="preserve">eesmärk on </w:t>
      </w:r>
      <w:r w:rsidR="006D0E11" w:rsidRPr="44840491">
        <w:rPr>
          <w:rFonts w:ascii="Arial" w:hAnsi="Arial" w:cs="Arial"/>
          <w:sz w:val="22"/>
          <w:szCs w:val="22"/>
        </w:rPr>
        <w:t>arenda</w:t>
      </w:r>
      <w:r w:rsidR="006D0E11">
        <w:rPr>
          <w:rFonts w:ascii="Arial" w:hAnsi="Arial" w:cs="Arial"/>
          <w:sz w:val="22"/>
          <w:szCs w:val="22"/>
        </w:rPr>
        <w:t>da välja</w:t>
      </w:r>
      <w:r w:rsidR="006D0E11" w:rsidRPr="44840491">
        <w:rPr>
          <w:rFonts w:ascii="Arial" w:hAnsi="Arial" w:cs="Arial"/>
          <w:sz w:val="22"/>
          <w:szCs w:val="22"/>
        </w:rPr>
        <w:t xml:space="preserve"> </w:t>
      </w:r>
      <w:r w:rsidR="6E265098" w:rsidRPr="44840491">
        <w:rPr>
          <w:rFonts w:ascii="Arial" w:hAnsi="Arial" w:cs="Arial"/>
          <w:sz w:val="22"/>
          <w:szCs w:val="22"/>
        </w:rPr>
        <w:t>üht</w:t>
      </w:r>
      <w:r w:rsidR="006D0E11">
        <w:rPr>
          <w:rFonts w:ascii="Arial" w:hAnsi="Arial" w:cs="Arial"/>
          <w:sz w:val="22"/>
          <w:szCs w:val="22"/>
        </w:rPr>
        <w:t>ne</w:t>
      </w:r>
      <w:r w:rsidR="6E265098" w:rsidRPr="44840491">
        <w:rPr>
          <w:rFonts w:ascii="Arial" w:hAnsi="Arial" w:cs="Arial"/>
          <w:sz w:val="22"/>
          <w:szCs w:val="22"/>
        </w:rPr>
        <w:t xml:space="preserve"> üleriigili</w:t>
      </w:r>
      <w:r w:rsidR="006D0E11">
        <w:rPr>
          <w:rFonts w:ascii="Arial" w:hAnsi="Arial" w:cs="Arial"/>
          <w:sz w:val="22"/>
          <w:szCs w:val="22"/>
        </w:rPr>
        <w:t>ne</w:t>
      </w:r>
      <w:r w:rsidR="6E265098" w:rsidRPr="44840491">
        <w:rPr>
          <w:rFonts w:ascii="Arial" w:hAnsi="Arial" w:cs="Arial"/>
          <w:sz w:val="22"/>
          <w:szCs w:val="22"/>
        </w:rPr>
        <w:t xml:space="preserve"> ja kaasaeg</w:t>
      </w:r>
      <w:r w:rsidR="006D0E11">
        <w:rPr>
          <w:rFonts w:ascii="Arial" w:hAnsi="Arial" w:cs="Arial"/>
          <w:sz w:val="22"/>
          <w:szCs w:val="22"/>
        </w:rPr>
        <w:t>ne</w:t>
      </w:r>
      <w:r w:rsidR="6E265098" w:rsidRPr="44840491">
        <w:rPr>
          <w:rFonts w:ascii="Arial" w:hAnsi="Arial" w:cs="Arial"/>
          <w:sz w:val="22"/>
          <w:szCs w:val="22"/>
        </w:rPr>
        <w:t xml:space="preserve"> süsteem</w:t>
      </w:r>
      <w:r w:rsidR="00D4350E">
        <w:rPr>
          <w:rFonts w:ascii="Arial" w:hAnsi="Arial" w:cs="Arial"/>
          <w:sz w:val="22"/>
          <w:szCs w:val="22"/>
        </w:rPr>
        <w:t xml:space="preserve"> ning tagada</w:t>
      </w:r>
      <w:r w:rsidR="6E265098" w:rsidRPr="44840491">
        <w:rPr>
          <w:rFonts w:ascii="Arial" w:hAnsi="Arial" w:cs="Arial"/>
          <w:sz w:val="22"/>
          <w:szCs w:val="22"/>
        </w:rPr>
        <w:t xml:space="preserve"> infotehnoloogili</w:t>
      </w:r>
      <w:r w:rsidR="00D4350E">
        <w:rPr>
          <w:rFonts w:ascii="Arial" w:hAnsi="Arial" w:cs="Arial"/>
          <w:sz w:val="22"/>
          <w:szCs w:val="22"/>
        </w:rPr>
        <w:t>ne tugi</w:t>
      </w:r>
      <w:r w:rsidR="6E265098" w:rsidRPr="44840491">
        <w:rPr>
          <w:rFonts w:ascii="Arial" w:hAnsi="Arial" w:cs="Arial"/>
          <w:sz w:val="22"/>
          <w:szCs w:val="22"/>
        </w:rPr>
        <w:t xml:space="preserve"> kogu vere</w:t>
      </w:r>
      <w:r w:rsidR="0A57BDA2" w:rsidRPr="44840491">
        <w:rPr>
          <w:rFonts w:ascii="Arial" w:hAnsi="Arial" w:cs="Arial"/>
          <w:sz w:val="22"/>
          <w:szCs w:val="22"/>
        </w:rPr>
        <w:t xml:space="preserve"> </w:t>
      </w:r>
      <w:r w:rsidR="6E265098" w:rsidRPr="44840491">
        <w:rPr>
          <w:rFonts w:ascii="Arial" w:hAnsi="Arial" w:cs="Arial"/>
          <w:sz w:val="22"/>
          <w:szCs w:val="22"/>
        </w:rPr>
        <w:t>käitlemis</w:t>
      </w:r>
      <w:r w:rsidR="003A3C6B">
        <w:rPr>
          <w:rFonts w:ascii="Arial" w:hAnsi="Arial" w:cs="Arial"/>
          <w:sz w:val="22"/>
          <w:szCs w:val="22"/>
        </w:rPr>
        <w:t xml:space="preserve">e </w:t>
      </w:r>
      <w:r w:rsidR="6E265098" w:rsidRPr="44840491">
        <w:rPr>
          <w:rFonts w:ascii="Arial" w:hAnsi="Arial" w:cs="Arial"/>
          <w:sz w:val="22"/>
          <w:szCs w:val="22"/>
        </w:rPr>
        <w:t>protsessi</w:t>
      </w:r>
      <w:r w:rsidR="003A3C6B">
        <w:rPr>
          <w:rFonts w:ascii="Arial" w:hAnsi="Arial" w:cs="Arial"/>
          <w:sz w:val="22"/>
          <w:szCs w:val="22"/>
        </w:rPr>
        <w:t>s.</w:t>
      </w:r>
    </w:p>
    <w:p w14:paraId="3E6F93A6" w14:textId="3EACF520" w:rsidR="571B1C2D" w:rsidRPr="00883945" w:rsidRDefault="571B1C2D" w:rsidP="2B04A97D">
      <w:pPr>
        <w:jc w:val="both"/>
        <w:rPr>
          <w:rFonts w:ascii="Arial" w:hAnsi="Arial" w:cs="Arial"/>
          <w:sz w:val="22"/>
          <w:szCs w:val="22"/>
        </w:rPr>
      </w:pPr>
    </w:p>
    <w:p w14:paraId="185FE353" w14:textId="70E1FB5D" w:rsidR="00114A90" w:rsidRPr="00883945" w:rsidRDefault="00114A90" w:rsidP="2B04A97D">
      <w:pPr>
        <w:jc w:val="both"/>
        <w:rPr>
          <w:rFonts w:ascii="Arial" w:hAnsi="Arial" w:cs="Arial"/>
          <w:sz w:val="22"/>
          <w:szCs w:val="22"/>
        </w:rPr>
      </w:pPr>
      <w:r w:rsidRPr="44840491">
        <w:rPr>
          <w:rFonts w:ascii="Arial" w:hAnsi="Arial" w:cs="Arial"/>
          <w:sz w:val="22"/>
          <w:szCs w:val="22"/>
        </w:rPr>
        <w:t>Infosüsteemi ingliskeelne nimet</w:t>
      </w:r>
      <w:r w:rsidR="006F3D52" w:rsidRPr="44840491">
        <w:rPr>
          <w:rFonts w:ascii="Arial" w:hAnsi="Arial" w:cs="Arial"/>
          <w:sz w:val="22"/>
          <w:szCs w:val="22"/>
        </w:rPr>
        <w:t xml:space="preserve">us on </w:t>
      </w:r>
      <w:r w:rsidR="006F3D52" w:rsidRPr="44840491">
        <w:rPr>
          <w:rFonts w:ascii="Arial" w:hAnsi="Arial" w:cs="Arial"/>
          <w:i/>
          <w:iCs/>
          <w:sz w:val="22"/>
          <w:szCs w:val="22"/>
        </w:rPr>
        <w:t>National Blood</w:t>
      </w:r>
      <w:r w:rsidR="00D87C80">
        <w:rPr>
          <w:rFonts w:ascii="Arial" w:hAnsi="Arial" w:cs="Arial"/>
          <w:i/>
          <w:iCs/>
          <w:sz w:val="22"/>
          <w:szCs w:val="22"/>
        </w:rPr>
        <w:t xml:space="preserve"> </w:t>
      </w:r>
      <w:r w:rsidR="006F3D52" w:rsidRPr="44840491">
        <w:rPr>
          <w:rFonts w:ascii="Arial" w:hAnsi="Arial" w:cs="Arial"/>
          <w:i/>
          <w:iCs/>
          <w:sz w:val="22"/>
          <w:szCs w:val="22"/>
        </w:rPr>
        <w:t>Service</w:t>
      </w:r>
      <w:r w:rsidR="00D87C80">
        <w:rPr>
          <w:rFonts w:ascii="Arial" w:hAnsi="Arial" w:cs="Arial"/>
          <w:i/>
          <w:iCs/>
          <w:sz w:val="22"/>
          <w:szCs w:val="22"/>
        </w:rPr>
        <w:t xml:space="preserve"> </w:t>
      </w:r>
      <w:r w:rsidR="006F3D52" w:rsidRPr="44840491">
        <w:rPr>
          <w:rFonts w:ascii="Arial" w:hAnsi="Arial" w:cs="Arial"/>
          <w:i/>
          <w:iCs/>
          <w:sz w:val="22"/>
          <w:szCs w:val="22"/>
        </w:rPr>
        <w:t>Informat</w:t>
      </w:r>
      <w:r w:rsidR="006F3D52" w:rsidRPr="44840491">
        <w:rPr>
          <w:rFonts w:ascii="Arial" w:hAnsi="Arial" w:cs="Arial"/>
          <w:i/>
          <w:iCs/>
          <w:sz w:val="22"/>
          <w:szCs w:val="22"/>
          <w:u w:val="single"/>
        </w:rPr>
        <w:t>i</w:t>
      </w:r>
      <w:r w:rsidR="006F3D52" w:rsidRPr="44840491">
        <w:rPr>
          <w:rFonts w:ascii="Arial" w:hAnsi="Arial" w:cs="Arial"/>
          <w:i/>
          <w:iCs/>
          <w:sz w:val="22"/>
          <w:szCs w:val="22"/>
        </w:rPr>
        <w:t>on System.</w:t>
      </w:r>
    </w:p>
    <w:p w14:paraId="397AFE02" w14:textId="1E4DC420" w:rsidR="327BF4E0" w:rsidRPr="00883945" w:rsidRDefault="327BF4E0" w:rsidP="327BF4E0">
      <w:pPr>
        <w:jc w:val="both"/>
        <w:rPr>
          <w:rFonts w:ascii="Arial" w:hAnsi="Arial" w:cs="Arial"/>
          <w:b/>
          <w:bCs/>
          <w:sz w:val="22"/>
          <w:szCs w:val="22"/>
        </w:rPr>
      </w:pPr>
    </w:p>
    <w:p w14:paraId="2F0E0220" w14:textId="4B68460B" w:rsidR="327BF4E0" w:rsidRPr="00883945" w:rsidRDefault="640AAE5B" w:rsidP="434FB2D3">
      <w:pPr>
        <w:jc w:val="both"/>
        <w:rPr>
          <w:rFonts w:ascii="Arial" w:hAnsi="Arial" w:cs="Arial"/>
          <w:sz w:val="22"/>
          <w:szCs w:val="22"/>
        </w:rPr>
      </w:pPr>
      <w:r w:rsidRPr="44840491">
        <w:rPr>
          <w:rFonts w:ascii="Arial" w:hAnsi="Arial" w:cs="Arial"/>
          <w:b/>
          <w:bCs/>
          <w:sz w:val="22"/>
          <w:szCs w:val="22"/>
        </w:rPr>
        <w:t>Paragrahvi</w:t>
      </w:r>
      <w:r w:rsidR="004B7E9C">
        <w:rPr>
          <w:rFonts w:ascii="Arial" w:hAnsi="Arial" w:cs="Arial"/>
          <w:b/>
          <w:bCs/>
          <w:sz w:val="22"/>
          <w:szCs w:val="22"/>
        </w:rPr>
        <w:t>s</w:t>
      </w:r>
      <w:r w:rsidRPr="44840491">
        <w:rPr>
          <w:rFonts w:ascii="Arial" w:hAnsi="Arial" w:cs="Arial"/>
          <w:b/>
          <w:bCs/>
          <w:sz w:val="22"/>
          <w:szCs w:val="22"/>
        </w:rPr>
        <w:t xml:space="preserve"> </w:t>
      </w:r>
      <w:r w:rsidR="636CD1CB" w:rsidRPr="44840491">
        <w:rPr>
          <w:rFonts w:ascii="Arial" w:hAnsi="Arial" w:cs="Arial"/>
          <w:b/>
          <w:bCs/>
          <w:sz w:val="22"/>
          <w:szCs w:val="22"/>
        </w:rPr>
        <w:t>2</w:t>
      </w:r>
      <w:r w:rsidR="2710C9F4" w:rsidRPr="44840491">
        <w:rPr>
          <w:rFonts w:ascii="Arial" w:hAnsi="Arial" w:cs="Arial"/>
          <w:b/>
          <w:bCs/>
          <w:sz w:val="22"/>
          <w:szCs w:val="22"/>
        </w:rPr>
        <w:t xml:space="preserve"> </w:t>
      </w:r>
      <w:r w:rsidR="008A66DB">
        <w:rPr>
          <w:rFonts w:ascii="Arial" w:hAnsi="Arial" w:cs="Arial"/>
          <w:sz w:val="22"/>
          <w:szCs w:val="22"/>
        </w:rPr>
        <w:t>nimetatakse</w:t>
      </w:r>
      <w:r w:rsidR="629EAC3E" w:rsidRPr="44840491">
        <w:rPr>
          <w:rFonts w:ascii="Arial" w:hAnsi="Arial" w:cs="Arial"/>
          <w:sz w:val="22"/>
          <w:szCs w:val="22"/>
        </w:rPr>
        <w:t xml:space="preserve"> infosüsteemi kaasvastutavad tööt</w:t>
      </w:r>
      <w:r w:rsidR="004B7E9C">
        <w:rPr>
          <w:rFonts w:ascii="Arial" w:hAnsi="Arial" w:cs="Arial"/>
          <w:sz w:val="22"/>
          <w:szCs w:val="22"/>
        </w:rPr>
        <w:t>leja</w:t>
      </w:r>
      <w:r w:rsidR="008A66DB">
        <w:rPr>
          <w:rFonts w:ascii="Arial" w:hAnsi="Arial" w:cs="Arial"/>
          <w:sz w:val="22"/>
          <w:szCs w:val="22"/>
        </w:rPr>
        <w:t>d</w:t>
      </w:r>
      <w:r w:rsidR="629EAC3E" w:rsidRPr="44840491">
        <w:rPr>
          <w:rFonts w:ascii="Arial" w:hAnsi="Arial" w:cs="Arial"/>
          <w:sz w:val="22"/>
          <w:szCs w:val="22"/>
        </w:rPr>
        <w:t xml:space="preserve"> ja </w:t>
      </w:r>
      <w:r w:rsidR="000F2DBF">
        <w:rPr>
          <w:rFonts w:ascii="Arial" w:hAnsi="Arial" w:cs="Arial"/>
          <w:sz w:val="22"/>
          <w:szCs w:val="22"/>
        </w:rPr>
        <w:t>sätestatakse</w:t>
      </w:r>
      <w:r w:rsidR="00257606">
        <w:rPr>
          <w:rFonts w:ascii="Arial" w:hAnsi="Arial" w:cs="Arial"/>
          <w:sz w:val="22"/>
          <w:szCs w:val="22"/>
        </w:rPr>
        <w:t xml:space="preserve"> </w:t>
      </w:r>
      <w:r w:rsidR="629EAC3E" w:rsidRPr="44840491">
        <w:rPr>
          <w:rFonts w:ascii="Arial" w:hAnsi="Arial" w:cs="Arial"/>
          <w:sz w:val="22"/>
          <w:szCs w:val="22"/>
        </w:rPr>
        <w:t>nende ülesanded</w:t>
      </w:r>
      <w:r w:rsidR="2710C9F4" w:rsidRPr="44840491">
        <w:rPr>
          <w:rFonts w:ascii="Arial" w:hAnsi="Arial" w:cs="Arial"/>
          <w:sz w:val="22"/>
          <w:szCs w:val="22"/>
        </w:rPr>
        <w:t>.</w:t>
      </w:r>
    </w:p>
    <w:p w14:paraId="63B0722C" w14:textId="77777777" w:rsidR="006F3D52" w:rsidRPr="00883945" w:rsidRDefault="006F3D52" w:rsidP="434FB2D3">
      <w:pPr>
        <w:jc w:val="both"/>
        <w:rPr>
          <w:rFonts w:ascii="Arial" w:hAnsi="Arial" w:cs="Arial"/>
          <w:sz w:val="22"/>
          <w:szCs w:val="22"/>
        </w:rPr>
      </w:pPr>
    </w:p>
    <w:p w14:paraId="4D48D6DE" w14:textId="3B531794" w:rsidR="327BF4E0" w:rsidRPr="00883945" w:rsidRDefault="0D4C196F" w:rsidP="2B04A97D">
      <w:pPr>
        <w:jc w:val="both"/>
        <w:rPr>
          <w:rFonts w:ascii="Arial" w:hAnsi="Arial" w:cs="Arial"/>
          <w:sz w:val="22"/>
          <w:szCs w:val="22"/>
        </w:rPr>
      </w:pPr>
      <w:r w:rsidRPr="44840491">
        <w:rPr>
          <w:rFonts w:ascii="Arial" w:hAnsi="Arial" w:cs="Arial"/>
          <w:sz w:val="22"/>
          <w:szCs w:val="22"/>
          <w:u w:val="single"/>
        </w:rPr>
        <w:t>Lõikes 1</w:t>
      </w:r>
      <w:r w:rsidRPr="44840491">
        <w:rPr>
          <w:rFonts w:ascii="Arial" w:hAnsi="Arial" w:cs="Arial"/>
          <w:sz w:val="22"/>
          <w:szCs w:val="22"/>
        </w:rPr>
        <w:t xml:space="preserve"> </w:t>
      </w:r>
      <w:r w:rsidRPr="00C64C92">
        <w:rPr>
          <w:rFonts w:ascii="Arial" w:hAnsi="Arial" w:cs="Arial"/>
          <w:sz w:val="22"/>
          <w:szCs w:val="22"/>
        </w:rPr>
        <w:t>sätestatakse</w:t>
      </w:r>
      <w:r w:rsidR="00550E21">
        <w:rPr>
          <w:rFonts w:ascii="Arial" w:hAnsi="Arial" w:cs="Arial"/>
          <w:sz w:val="22"/>
          <w:szCs w:val="22"/>
        </w:rPr>
        <w:t>, et</w:t>
      </w:r>
      <w:r w:rsidRPr="44840491">
        <w:rPr>
          <w:rFonts w:ascii="Arial" w:hAnsi="Arial" w:cs="Arial"/>
          <w:sz w:val="22"/>
          <w:szCs w:val="22"/>
        </w:rPr>
        <w:t xml:space="preserve"> </w:t>
      </w:r>
      <w:r w:rsidR="0A1091C9" w:rsidRPr="44840491">
        <w:rPr>
          <w:rFonts w:ascii="Arial" w:hAnsi="Arial" w:cs="Arial"/>
          <w:sz w:val="22"/>
          <w:szCs w:val="22"/>
        </w:rPr>
        <w:t>Sotsiaalministeerium ja Tervisekassa</w:t>
      </w:r>
      <w:r w:rsidR="248DC9C4" w:rsidRPr="44840491">
        <w:rPr>
          <w:rFonts w:ascii="Arial" w:hAnsi="Arial" w:cs="Arial"/>
          <w:sz w:val="22"/>
          <w:szCs w:val="22"/>
        </w:rPr>
        <w:t xml:space="preserve"> </w:t>
      </w:r>
      <w:r w:rsidR="0A1091C9" w:rsidRPr="44840491">
        <w:rPr>
          <w:rFonts w:ascii="Arial" w:hAnsi="Arial" w:cs="Arial"/>
          <w:sz w:val="22"/>
          <w:szCs w:val="22"/>
        </w:rPr>
        <w:t>infosüsteemi kaasvastutava</w:t>
      </w:r>
      <w:r w:rsidR="37528563" w:rsidRPr="44840491">
        <w:rPr>
          <w:rFonts w:ascii="Arial" w:hAnsi="Arial" w:cs="Arial"/>
          <w:sz w:val="22"/>
          <w:szCs w:val="22"/>
        </w:rPr>
        <w:t>te</w:t>
      </w:r>
      <w:r w:rsidR="0A1091C9" w:rsidRPr="44840491">
        <w:rPr>
          <w:rFonts w:ascii="Arial" w:hAnsi="Arial" w:cs="Arial"/>
          <w:sz w:val="22"/>
          <w:szCs w:val="22"/>
        </w:rPr>
        <w:t xml:space="preserve"> </w:t>
      </w:r>
      <w:r w:rsidR="0A1091C9" w:rsidRPr="00DA15A9">
        <w:rPr>
          <w:rFonts w:ascii="Arial" w:hAnsi="Arial" w:cs="Arial"/>
          <w:sz w:val="22"/>
          <w:szCs w:val="22"/>
        </w:rPr>
        <w:t>töötleja</w:t>
      </w:r>
      <w:r w:rsidR="287FE3DB" w:rsidRPr="00DA15A9">
        <w:rPr>
          <w:rFonts w:ascii="Arial" w:hAnsi="Arial" w:cs="Arial"/>
          <w:sz w:val="22"/>
          <w:szCs w:val="22"/>
        </w:rPr>
        <w:t>te</w:t>
      </w:r>
      <w:r w:rsidR="543C6D5C" w:rsidRPr="00DA15A9">
        <w:rPr>
          <w:rFonts w:ascii="Arial" w:hAnsi="Arial" w:cs="Arial"/>
          <w:sz w:val="22"/>
          <w:szCs w:val="22"/>
        </w:rPr>
        <w:t>na</w:t>
      </w:r>
      <w:r w:rsidR="00E86943" w:rsidRPr="00DA15A9">
        <w:rPr>
          <w:rFonts w:ascii="Arial" w:hAnsi="Arial" w:cs="Arial"/>
          <w:sz w:val="22"/>
          <w:szCs w:val="22"/>
        </w:rPr>
        <w:t xml:space="preserve"> </w:t>
      </w:r>
      <w:r w:rsidR="00DE67AD" w:rsidRPr="00DA15A9">
        <w:rPr>
          <w:rFonts w:ascii="Arial" w:hAnsi="Arial" w:cs="Arial"/>
          <w:sz w:val="22"/>
          <w:szCs w:val="22"/>
        </w:rPr>
        <w:t>korraldavad</w:t>
      </w:r>
      <w:r w:rsidR="0026524F" w:rsidRPr="00DA15A9">
        <w:rPr>
          <w:rFonts w:ascii="Arial" w:hAnsi="Arial" w:cs="Arial"/>
          <w:sz w:val="22"/>
          <w:szCs w:val="22"/>
        </w:rPr>
        <w:t xml:space="preserve"> </w:t>
      </w:r>
      <w:r w:rsidR="00DA15A9" w:rsidRPr="00DA15A9">
        <w:rPr>
          <w:rFonts w:ascii="Arial" w:eastAsia="Calibri" w:hAnsi="Arial" w:cs="Arial"/>
          <w:sz w:val="22"/>
          <w:szCs w:val="22"/>
        </w:rPr>
        <w:t>koostöös volitatud töötlejaga</w:t>
      </w:r>
      <w:r w:rsidR="3DF56CDD" w:rsidRPr="44840491">
        <w:rPr>
          <w:rFonts w:ascii="Arial" w:hAnsi="Arial" w:cs="Arial"/>
          <w:sz w:val="22"/>
          <w:szCs w:val="22"/>
        </w:rPr>
        <w:t xml:space="preserve"> e-teenus</w:t>
      </w:r>
      <w:r w:rsidR="006D5FCF">
        <w:rPr>
          <w:rFonts w:ascii="Arial" w:hAnsi="Arial" w:cs="Arial"/>
          <w:sz w:val="22"/>
          <w:szCs w:val="22"/>
        </w:rPr>
        <w:t>t</w:t>
      </w:r>
      <w:r w:rsidR="3DF56CDD" w:rsidRPr="44840491">
        <w:rPr>
          <w:rFonts w:ascii="Arial" w:hAnsi="Arial" w:cs="Arial"/>
          <w:sz w:val="22"/>
          <w:szCs w:val="22"/>
        </w:rPr>
        <w:t>e loomis</w:t>
      </w:r>
      <w:r w:rsidR="006D5FCF">
        <w:rPr>
          <w:rFonts w:ascii="Arial" w:hAnsi="Arial" w:cs="Arial"/>
          <w:sz w:val="22"/>
          <w:szCs w:val="22"/>
        </w:rPr>
        <w:t>t</w:t>
      </w:r>
      <w:r w:rsidR="3DF56CDD" w:rsidRPr="44840491">
        <w:rPr>
          <w:rFonts w:ascii="Arial" w:hAnsi="Arial" w:cs="Arial"/>
          <w:sz w:val="22"/>
          <w:szCs w:val="22"/>
        </w:rPr>
        <w:t>, arenduste vä</w:t>
      </w:r>
      <w:r w:rsidR="1E1CDB0C" w:rsidRPr="44840491">
        <w:rPr>
          <w:rFonts w:ascii="Arial" w:hAnsi="Arial" w:cs="Arial"/>
          <w:sz w:val="22"/>
          <w:szCs w:val="22"/>
        </w:rPr>
        <w:t>ljatöötamis</w:t>
      </w:r>
      <w:r w:rsidR="00B67CCD">
        <w:rPr>
          <w:rFonts w:ascii="Arial" w:hAnsi="Arial" w:cs="Arial"/>
          <w:sz w:val="22"/>
          <w:szCs w:val="22"/>
        </w:rPr>
        <w:t>t</w:t>
      </w:r>
      <w:r w:rsidR="1E1CDB0C" w:rsidRPr="44840491">
        <w:rPr>
          <w:rFonts w:ascii="Arial" w:hAnsi="Arial" w:cs="Arial"/>
          <w:sz w:val="22"/>
          <w:szCs w:val="22"/>
        </w:rPr>
        <w:t xml:space="preserve"> ja </w:t>
      </w:r>
      <w:r w:rsidR="1E1CDB0C" w:rsidRPr="001959EE">
        <w:rPr>
          <w:rFonts w:ascii="Arial" w:hAnsi="Arial" w:cs="Arial"/>
          <w:sz w:val="22"/>
          <w:szCs w:val="22"/>
        </w:rPr>
        <w:t>infosüsteemi elektroon</w:t>
      </w:r>
      <w:r w:rsidR="009E2AEB">
        <w:rPr>
          <w:rFonts w:ascii="Arial" w:hAnsi="Arial" w:cs="Arial"/>
          <w:sz w:val="22"/>
          <w:szCs w:val="22"/>
        </w:rPr>
        <w:t>ilist</w:t>
      </w:r>
      <w:r w:rsidR="1E1CDB0C" w:rsidRPr="001959EE">
        <w:rPr>
          <w:rFonts w:ascii="Arial" w:hAnsi="Arial" w:cs="Arial"/>
          <w:sz w:val="22"/>
          <w:szCs w:val="22"/>
        </w:rPr>
        <w:t xml:space="preserve"> andmevahetus</w:t>
      </w:r>
      <w:r w:rsidR="009E2AEB">
        <w:rPr>
          <w:rFonts w:ascii="Arial" w:hAnsi="Arial" w:cs="Arial"/>
          <w:sz w:val="22"/>
          <w:szCs w:val="22"/>
        </w:rPr>
        <w:t>t</w:t>
      </w:r>
      <w:r w:rsidR="000659EC" w:rsidRPr="001959EE">
        <w:rPr>
          <w:rFonts w:ascii="Arial" w:hAnsi="Arial" w:cs="Arial"/>
          <w:sz w:val="22"/>
          <w:szCs w:val="22"/>
        </w:rPr>
        <w:t xml:space="preserve"> </w:t>
      </w:r>
      <w:r w:rsidR="1E1CDB0C" w:rsidRPr="001959EE">
        <w:rPr>
          <w:rFonts w:ascii="Arial" w:hAnsi="Arial" w:cs="Arial"/>
          <w:sz w:val="22"/>
          <w:szCs w:val="22"/>
        </w:rPr>
        <w:t xml:space="preserve">teiste </w:t>
      </w:r>
      <w:r w:rsidR="00815D12">
        <w:rPr>
          <w:rFonts w:ascii="Arial" w:hAnsi="Arial" w:cs="Arial"/>
          <w:sz w:val="22"/>
          <w:szCs w:val="22"/>
        </w:rPr>
        <w:t>andmekogudega.</w:t>
      </w:r>
    </w:p>
    <w:p w14:paraId="3B482820" w14:textId="1A91B453" w:rsidR="327BF4E0" w:rsidRPr="00883945" w:rsidRDefault="327BF4E0" w:rsidP="375AF7ED">
      <w:pPr>
        <w:jc w:val="both"/>
        <w:rPr>
          <w:rFonts w:ascii="Arial" w:hAnsi="Arial" w:cs="Arial"/>
          <w:sz w:val="22"/>
          <w:szCs w:val="22"/>
        </w:rPr>
      </w:pPr>
    </w:p>
    <w:p w14:paraId="5EAC8582" w14:textId="3899920F" w:rsidR="327BF4E0" w:rsidRPr="00883945" w:rsidRDefault="5F0010E9" w:rsidP="2B04A97D">
      <w:pPr>
        <w:jc w:val="both"/>
        <w:rPr>
          <w:rFonts w:ascii="Arial" w:hAnsi="Arial" w:cs="Arial"/>
          <w:sz w:val="22"/>
          <w:szCs w:val="22"/>
        </w:rPr>
      </w:pPr>
      <w:r w:rsidRPr="44840491">
        <w:rPr>
          <w:rFonts w:ascii="Arial" w:hAnsi="Arial" w:cs="Arial"/>
          <w:sz w:val="22"/>
          <w:szCs w:val="22"/>
          <w:u w:val="single"/>
        </w:rPr>
        <w:t>L</w:t>
      </w:r>
      <w:r w:rsidR="6592C22B" w:rsidRPr="44840491">
        <w:rPr>
          <w:rFonts w:ascii="Arial" w:hAnsi="Arial" w:cs="Arial"/>
          <w:sz w:val="22"/>
          <w:szCs w:val="22"/>
          <w:u w:val="single"/>
        </w:rPr>
        <w:t>õike</w:t>
      </w:r>
      <w:r w:rsidR="63160B1E" w:rsidRPr="44840491">
        <w:rPr>
          <w:rFonts w:ascii="Arial" w:hAnsi="Arial" w:cs="Arial"/>
          <w:sz w:val="22"/>
          <w:szCs w:val="22"/>
          <w:u w:val="single"/>
        </w:rPr>
        <w:t>s</w:t>
      </w:r>
      <w:r w:rsidR="6592C22B" w:rsidRPr="44840491">
        <w:rPr>
          <w:rFonts w:ascii="Arial" w:hAnsi="Arial" w:cs="Arial"/>
          <w:sz w:val="22"/>
          <w:szCs w:val="22"/>
          <w:u w:val="single"/>
        </w:rPr>
        <w:t xml:space="preserve"> 2</w:t>
      </w:r>
      <w:r w:rsidR="3C970419" w:rsidRPr="44840491">
        <w:rPr>
          <w:rFonts w:ascii="Arial" w:hAnsi="Arial" w:cs="Arial"/>
          <w:sz w:val="22"/>
          <w:szCs w:val="22"/>
        </w:rPr>
        <w:t xml:space="preserve"> </w:t>
      </w:r>
      <w:r w:rsidR="68392466" w:rsidRPr="44840491">
        <w:rPr>
          <w:rFonts w:ascii="Arial" w:hAnsi="Arial" w:cs="Arial"/>
          <w:sz w:val="22"/>
          <w:szCs w:val="22"/>
        </w:rPr>
        <w:t>antakse Sotsiaalmin</w:t>
      </w:r>
      <w:r w:rsidR="7C98EB5C" w:rsidRPr="44840491">
        <w:rPr>
          <w:rFonts w:ascii="Arial" w:hAnsi="Arial" w:cs="Arial"/>
          <w:sz w:val="22"/>
          <w:szCs w:val="22"/>
        </w:rPr>
        <w:t>i</w:t>
      </w:r>
      <w:r w:rsidR="68392466" w:rsidRPr="44840491">
        <w:rPr>
          <w:rFonts w:ascii="Arial" w:hAnsi="Arial" w:cs="Arial"/>
          <w:sz w:val="22"/>
          <w:szCs w:val="22"/>
        </w:rPr>
        <w:t>steeri</w:t>
      </w:r>
      <w:r w:rsidR="02B9D4B0" w:rsidRPr="44840491">
        <w:rPr>
          <w:rFonts w:ascii="Arial" w:hAnsi="Arial" w:cs="Arial"/>
          <w:sz w:val="22"/>
          <w:szCs w:val="22"/>
        </w:rPr>
        <w:t>u</w:t>
      </w:r>
      <w:r w:rsidR="68392466" w:rsidRPr="44840491">
        <w:rPr>
          <w:rFonts w:ascii="Arial" w:hAnsi="Arial" w:cs="Arial"/>
          <w:sz w:val="22"/>
          <w:szCs w:val="22"/>
        </w:rPr>
        <w:t>m</w:t>
      </w:r>
      <w:r w:rsidR="78A7715B" w:rsidRPr="44840491">
        <w:rPr>
          <w:rFonts w:ascii="Arial" w:hAnsi="Arial" w:cs="Arial"/>
          <w:sz w:val="22"/>
          <w:szCs w:val="22"/>
        </w:rPr>
        <w:t>i</w:t>
      </w:r>
      <w:r w:rsidR="68392466" w:rsidRPr="44840491">
        <w:rPr>
          <w:rFonts w:ascii="Arial" w:hAnsi="Arial" w:cs="Arial"/>
          <w:sz w:val="22"/>
          <w:szCs w:val="22"/>
        </w:rPr>
        <w:t xml:space="preserve">le </w:t>
      </w:r>
      <w:r w:rsidR="004C6FB2" w:rsidRPr="44840491">
        <w:rPr>
          <w:rFonts w:ascii="Arial" w:hAnsi="Arial" w:cs="Arial"/>
          <w:sz w:val="22"/>
          <w:szCs w:val="22"/>
        </w:rPr>
        <w:t xml:space="preserve">õigus </w:t>
      </w:r>
      <w:r w:rsidR="68392466" w:rsidRPr="44840491">
        <w:rPr>
          <w:rFonts w:ascii="Arial" w:hAnsi="Arial" w:cs="Arial"/>
          <w:sz w:val="22"/>
          <w:szCs w:val="22"/>
        </w:rPr>
        <w:t xml:space="preserve">vastutava töötlejana </w:t>
      </w:r>
      <w:r w:rsidR="68392466" w:rsidRPr="00DE6019">
        <w:rPr>
          <w:rFonts w:ascii="Arial" w:hAnsi="Arial" w:cs="Arial"/>
          <w:sz w:val="22"/>
          <w:szCs w:val="22"/>
        </w:rPr>
        <w:t>otsustad</w:t>
      </w:r>
      <w:r w:rsidR="0D9A2126" w:rsidRPr="00DE6019">
        <w:rPr>
          <w:rFonts w:ascii="Arial" w:hAnsi="Arial" w:cs="Arial"/>
          <w:sz w:val="22"/>
          <w:szCs w:val="22"/>
        </w:rPr>
        <w:t>a</w:t>
      </w:r>
      <w:r w:rsidR="00DE6019">
        <w:rPr>
          <w:rFonts w:ascii="Arial" w:hAnsi="Arial" w:cs="Arial"/>
          <w:sz w:val="22"/>
          <w:szCs w:val="22"/>
        </w:rPr>
        <w:t>, kes on infosüsteemi</w:t>
      </w:r>
      <w:r w:rsidR="68392466" w:rsidRPr="00DE6019">
        <w:rPr>
          <w:rFonts w:ascii="Arial" w:hAnsi="Arial" w:cs="Arial"/>
          <w:sz w:val="22"/>
          <w:szCs w:val="22"/>
        </w:rPr>
        <w:t xml:space="preserve"> volitatud töötleja</w:t>
      </w:r>
      <w:r w:rsidR="004C6FB2" w:rsidRPr="00DE6019">
        <w:rPr>
          <w:rFonts w:ascii="Arial" w:hAnsi="Arial" w:cs="Arial"/>
          <w:sz w:val="22"/>
          <w:szCs w:val="22"/>
        </w:rPr>
        <w:t>.</w:t>
      </w:r>
    </w:p>
    <w:p w14:paraId="2410ADBC" w14:textId="76D60343" w:rsidR="327BF4E0" w:rsidRPr="00883945" w:rsidRDefault="327BF4E0" w:rsidP="375AF7ED">
      <w:pPr>
        <w:jc w:val="both"/>
        <w:rPr>
          <w:rFonts w:ascii="Arial" w:hAnsi="Arial" w:cs="Arial"/>
          <w:sz w:val="22"/>
          <w:szCs w:val="22"/>
        </w:rPr>
      </w:pPr>
    </w:p>
    <w:p w14:paraId="6A9A68CF" w14:textId="0B4981AD" w:rsidR="327BF4E0" w:rsidRPr="00883945" w:rsidRDefault="644D7B26" w:rsidP="2B04A97D">
      <w:pPr>
        <w:jc w:val="both"/>
        <w:rPr>
          <w:rFonts w:ascii="Arial" w:hAnsi="Arial" w:cs="Arial"/>
          <w:sz w:val="22"/>
          <w:szCs w:val="22"/>
        </w:rPr>
      </w:pPr>
      <w:r w:rsidRPr="44840491">
        <w:rPr>
          <w:rFonts w:ascii="Arial" w:hAnsi="Arial" w:cs="Arial"/>
          <w:sz w:val="22"/>
          <w:szCs w:val="22"/>
          <w:u w:val="single"/>
        </w:rPr>
        <w:t>L</w:t>
      </w:r>
      <w:r w:rsidR="6592C22B" w:rsidRPr="44840491">
        <w:rPr>
          <w:rFonts w:ascii="Arial" w:hAnsi="Arial" w:cs="Arial"/>
          <w:sz w:val="22"/>
          <w:szCs w:val="22"/>
          <w:u w:val="single"/>
        </w:rPr>
        <w:t>õike</w:t>
      </w:r>
      <w:r w:rsidR="554977F7" w:rsidRPr="44840491">
        <w:rPr>
          <w:rFonts w:ascii="Arial" w:hAnsi="Arial" w:cs="Arial"/>
          <w:sz w:val="22"/>
          <w:szCs w:val="22"/>
          <w:u w:val="single"/>
        </w:rPr>
        <w:t>s</w:t>
      </w:r>
      <w:r w:rsidR="6592C22B" w:rsidRPr="44840491">
        <w:rPr>
          <w:rFonts w:ascii="Arial" w:hAnsi="Arial" w:cs="Arial"/>
          <w:sz w:val="22"/>
          <w:szCs w:val="22"/>
          <w:u w:val="single"/>
        </w:rPr>
        <w:t xml:space="preserve"> 3</w:t>
      </w:r>
      <w:r w:rsidR="688A48AF" w:rsidRPr="44840491">
        <w:rPr>
          <w:rFonts w:ascii="Arial" w:hAnsi="Arial" w:cs="Arial"/>
          <w:sz w:val="22"/>
          <w:szCs w:val="22"/>
        </w:rPr>
        <w:t xml:space="preserve"> </w:t>
      </w:r>
      <w:r w:rsidR="70EFA7C2" w:rsidRPr="44840491">
        <w:rPr>
          <w:rFonts w:ascii="Arial" w:hAnsi="Arial" w:cs="Arial"/>
          <w:sz w:val="22"/>
          <w:szCs w:val="22"/>
        </w:rPr>
        <w:t xml:space="preserve">määratakse Sotsiaalministeerium </w:t>
      </w:r>
      <w:r w:rsidR="00425DED" w:rsidRPr="44840491">
        <w:rPr>
          <w:rFonts w:ascii="Arial" w:hAnsi="Arial" w:cs="Arial"/>
          <w:sz w:val="22"/>
          <w:szCs w:val="22"/>
        </w:rPr>
        <w:t xml:space="preserve">kontaktpunktiks </w:t>
      </w:r>
      <w:r w:rsidR="70EFA7C2" w:rsidRPr="44840491">
        <w:rPr>
          <w:rFonts w:ascii="Arial" w:hAnsi="Arial" w:cs="Arial"/>
          <w:sz w:val="22"/>
          <w:szCs w:val="22"/>
        </w:rPr>
        <w:t>andmekai</w:t>
      </w:r>
      <w:r w:rsidR="3AE7C16E" w:rsidRPr="44840491">
        <w:rPr>
          <w:rFonts w:ascii="Arial" w:hAnsi="Arial" w:cs="Arial"/>
          <w:sz w:val="22"/>
          <w:szCs w:val="22"/>
        </w:rPr>
        <w:t>tset</w:t>
      </w:r>
      <w:r w:rsidR="70EFA7C2" w:rsidRPr="44840491">
        <w:rPr>
          <w:rFonts w:ascii="Arial" w:hAnsi="Arial" w:cs="Arial"/>
          <w:sz w:val="22"/>
          <w:szCs w:val="22"/>
        </w:rPr>
        <w:t xml:space="preserve"> puudutavates küsim</w:t>
      </w:r>
      <w:r w:rsidR="761AA2E2" w:rsidRPr="44840491">
        <w:rPr>
          <w:rFonts w:ascii="Arial" w:hAnsi="Arial" w:cs="Arial"/>
          <w:sz w:val="22"/>
          <w:szCs w:val="22"/>
        </w:rPr>
        <w:t>ustes</w:t>
      </w:r>
      <w:r w:rsidR="3236F3A1" w:rsidRPr="44840491">
        <w:rPr>
          <w:rFonts w:ascii="Arial" w:hAnsi="Arial" w:cs="Arial"/>
          <w:sz w:val="22"/>
          <w:szCs w:val="22"/>
        </w:rPr>
        <w:t>.</w:t>
      </w:r>
    </w:p>
    <w:p w14:paraId="329837B3" w14:textId="54B8F6CA" w:rsidR="327BF4E0" w:rsidRPr="00883945" w:rsidRDefault="327BF4E0" w:rsidP="375AF7ED">
      <w:pPr>
        <w:jc w:val="both"/>
        <w:rPr>
          <w:rFonts w:ascii="Arial" w:hAnsi="Arial" w:cs="Arial"/>
          <w:sz w:val="22"/>
          <w:szCs w:val="22"/>
        </w:rPr>
      </w:pPr>
    </w:p>
    <w:p w14:paraId="01A256E0" w14:textId="6339D683" w:rsidR="327BF4E0" w:rsidRPr="00883945" w:rsidRDefault="2B8183B4" w:rsidP="44840491">
      <w:pPr>
        <w:jc w:val="both"/>
        <w:rPr>
          <w:rFonts w:ascii="Arial" w:hAnsi="Arial" w:cs="Arial"/>
          <w:sz w:val="22"/>
          <w:szCs w:val="22"/>
        </w:rPr>
      </w:pPr>
      <w:r w:rsidRPr="44840491">
        <w:rPr>
          <w:rFonts w:ascii="Arial" w:hAnsi="Arial" w:cs="Arial"/>
          <w:sz w:val="22"/>
          <w:szCs w:val="22"/>
          <w:u w:val="single"/>
        </w:rPr>
        <w:t>L</w:t>
      </w:r>
      <w:r w:rsidR="54287D0E" w:rsidRPr="44840491">
        <w:rPr>
          <w:rFonts w:ascii="Arial" w:hAnsi="Arial" w:cs="Arial"/>
          <w:sz w:val="22"/>
          <w:szCs w:val="22"/>
          <w:u w:val="single"/>
        </w:rPr>
        <w:t>õike</w:t>
      </w:r>
      <w:r w:rsidR="6E3E6068" w:rsidRPr="44840491">
        <w:rPr>
          <w:rFonts w:ascii="Arial" w:hAnsi="Arial" w:cs="Arial"/>
          <w:sz w:val="22"/>
          <w:szCs w:val="22"/>
          <w:u w:val="single"/>
        </w:rPr>
        <w:t>s</w:t>
      </w:r>
      <w:r w:rsidR="54287D0E" w:rsidRPr="44840491">
        <w:rPr>
          <w:rFonts w:ascii="Arial" w:hAnsi="Arial" w:cs="Arial"/>
          <w:sz w:val="22"/>
          <w:szCs w:val="22"/>
          <w:u w:val="single"/>
        </w:rPr>
        <w:t xml:space="preserve"> 4</w:t>
      </w:r>
      <w:r w:rsidR="481C8ADF" w:rsidRPr="009C4C68">
        <w:rPr>
          <w:rFonts w:ascii="Arial" w:hAnsi="Arial" w:cs="Arial"/>
          <w:sz w:val="22"/>
          <w:szCs w:val="22"/>
        </w:rPr>
        <w:t xml:space="preserve"> </w:t>
      </w:r>
      <w:r w:rsidR="20D87F23" w:rsidRPr="44840491">
        <w:rPr>
          <w:rFonts w:ascii="Arial" w:hAnsi="Arial" w:cs="Arial"/>
          <w:sz w:val="22"/>
          <w:szCs w:val="22"/>
        </w:rPr>
        <w:t>m</w:t>
      </w:r>
      <w:r w:rsidR="697C0A28" w:rsidRPr="44840491">
        <w:rPr>
          <w:rFonts w:ascii="Arial" w:hAnsi="Arial" w:cs="Arial"/>
          <w:sz w:val="22"/>
          <w:szCs w:val="22"/>
        </w:rPr>
        <w:t>ääratakse Tervisekassale kohustus tagada infosüsteemi jätkusuutlikus ja teha koostööd</w:t>
      </w:r>
      <w:r w:rsidR="7BC2153C" w:rsidRPr="44840491">
        <w:rPr>
          <w:rFonts w:ascii="Arial" w:hAnsi="Arial" w:cs="Arial"/>
          <w:sz w:val="22"/>
          <w:szCs w:val="22"/>
        </w:rPr>
        <w:t xml:space="preserve"> teiste osapooltega</w:t>
      </w:r>
      <w:r w:rsidR="00CE7BDF" w:rsidRPr="44840491">
        <w:rPr>
          <w:rFonts w:ascii="Arial" w:hAnsi="Arial" w:cs="Arial"/>
          <w:sz w:val="22"/>
          <w:szCs w:val="22"/>
        </w:rPr>
        <w:t>.</w:t>
      </w:r>
    </w:p>
    <w:p w14:paraId="15006BAF" w14:textId="06E9CDDA" w:rsidR="327BF4E0" w:rsidRPr="00883945" w:rsidRDefault="327BF4E0" w:rsidP="375AF7ED">
      <w:pPr>
        <w:jc w:val="both"/>
        <w:rPr>
          <w:rFonts w:ascii="Arial" w:hAnsi="Arial" w:cs="Arial"/>
          <w:sz w:val="22"/>
          <w:szCs w:val="22"/>
        </w:rPr>
      </w:pPr>
    </w:p>
    <w:p w14:paraId="4A3ADB48" w14:textId="2D068249" w:rsidR="010363D5" w:rsidRPr="00883945" w:rsidRDefault="70772B1A" w:rsidP="327BF4E0">
      <w:pPr>
        <w:jc w:val="both"/>
        <w:rPr>
          <w:rFonts w:ascii="Arial" w:hAnsi="Arial" w:cs="Arial"/>
          <w:b/>
          <w:bCs/>
          <w:sz w:val="22"/>
          <w:szCs w:val="22"/>
        </w:rPr>
      </w:pPr>
      <w:r w:rsidRPr="44840491">
        <w:rPr>
          <w:rFonts w:ascii="Arial" w:hAnsi="Arial" w:cs="Arial"/>
          <w:b/>
          <w:bCs/>
          <w:sz w:val="22"/>
          <w:szCs w:val="22"/>
        </w:rPr>
        <w:t xml:space="preserve">Paragrahvis </w:t>
      </w:r>
      <w:r w:rsidR="478F7655" w:rsidRPr="44840491">
        <w:rPr>
          <w:rFonts w:ascii="Arial" w:hAnsi="Arial" w:cs="Arial"/>
          <w:b/>
          <w:bCs/>
          <w:sz w:val="22"/>
          <w:szCs w:val="22"/>
        </w:rPr>
        <w:t>3</w:t>
      </w:r>
      <w:r w:rsidR="16A9F609" w:rsidRPr="44840491">
        <w:rPr>
          <w:rFonts w:ascii="Arial" w:hAnsi="Arial" w:cs="Arial"/>
          <w:b/>
          <w:bCs/>
          <w:sz w:val="22"/>
          <w:szCs w:val="22"/>
        </w:rPr>
        <w:t xml:space="preserve"> </w:t>
      </w:r>
      <w:r w:rsidR="61475DCC" w:rsidRPr="00F21634">
        <w:rPr>
          <w:rFonts w:ascii="Arial" w:hAnsi="Arial" w:cs="Arial"/>
          <w:sz w:val="22"/>
          <w:szCs w:val="22"/>
        </w:rPr>
        <w:t>s</w:t>
      </w:r>
      <w:r w:rsidR="54FACB31" w:rsidRPr="00F21634">
        <w:rPr>
          <w:rFonts w:ascii="Arial" w:hAnsi="Arial" w:cs="Arial"/>
          <w:sz w:val="22"/>
          <w:szCs w:val="22"/>
        </w:rPr>
        <w:t>ätestatakse</w:t>
      </w:r>
      <w:r w:rsidR="54FACB31" w:rsidRPr="44840491">
        <w:rPr>
          <w:rFonts w:ascii="Arial" w:hAnsi="Arial" w:cs="Arial"/>
          <w:sz w:val="22"/>
          <w:szCs w:val="22"/>
        </w:rPr>
        <w:t xml:space="preserve"> infosüsteemi volitatud töötleja ja </w:t>
      </w:r>
      <w:r w:rsidR="00226045" w:rsidRPr="44840491">
        <w:rPr>
          <w:rFonts w:ascii="Arial" w:hAnsi="Arial" w:cs="Arial"/>
          <w:sz w:val="22"/>
          <w:szCs w:val="22"/>
        </w:rPr>
        <w:t>tema</w:t>
      </w:r>
      <w:r w:rsidR="54FACB31" w:rsidRPr="44840491">
        <w:rPr>
          <w:rFonts w:ascii="Arial" w:hAnsi="Arial" w:cs="Arial"/>
          <w:sz w:val="22"/>
          <w:szCs w:val="22"/>
        </w:rPr>
        <w:t xml:space="preserve"> ülesanded.</w:t>
      </w:r>
    </w:p>
    <w:p w14:paraId="3BD33C60" w14:textId="57698C72" w:rsidR="375AF7ED" w:rsidRPr="00883945" w:rsidRDefault="375AF7ED" w:rsidP="375AF7ED">
      <w:pPr>
        <w:jc w:val="both"/>
        <w:rPr>
          <w:rFonts w:ascii="Arial" w:hAnsi="Arial" w:cs="Arial"/>
          <w:b/>
          <w:bCs/>
          <w:sz w:val="22"/>
          <w:szCs w:val="22"/>
        </w:rPr>
      </w:pPr>
    </w:p>
    <w:p w14:paraId="13CE3B85" w14:textId="26AA55C8" w:rsidR="0288AB56" w:rsidRPr="00883945" w:rsidRDefault="69092E81" w:rsidP="2B04A97D">
      <w:pPr>
        <w:jc w:val="both"/>
        <w:rPr>
          <w:rFonts w:ascii="Arial" w:hAnsi="Arial" w:cs="Arial"/>
          <w:sz w:val="22"/>
          <w:szCs w:val="22"/>
        </w:rPr>
      </w:pPr>
      <w:r w:rsidRPr="44840491">
        <w:rPr>
          <w:rFonts w:ascii="Arial" w:hAnsi="Arial" w:cs="Arial"/>
          <w:sz w:val="22"/>
          <w:szCs w:val="22"/>
          <w:u w:val="single"/>
        </w:rPr>
        <w:t>Lõike</w:t>
      </w:r>
      <w:r w:rsidR="00291405">
        <w:rPr>
          <w:rFonts w:ascii="Arial" w:hAnsi="Arial" w:cs="Arial"/>
          <w:sz w:val="22"/>
          <w:szCs w:val="22"/>
          <w:u w:val="single"/>
        </w:rPr>
        <w:t xml:space="preserve"> 1</w:t>
      </w:r>
      <w:r w:rsidR="006C17FB">
        <w:rPr>
          <w:rFonts w:ascii="Arial" w:hAnsi="Arial" w:cs="Arial"/>
          <w:sz w:val="22"/>
          <w:szCs w:val="22"/>
          <w:u w:val="single"/>
        </w:rPr>
        <w:t xml:space="preserve"> kohaselt on</w:t>
      </w:r>
      <w:r w:rsidR="008538A2">
        <w:rPr>
          <w:rFonts w:ascii="Arial" w:hAnsi="Arial" w:cs="Arial"/>
          <w:sz w:val="22"/>
          <w:szCs w:val="22"/>
          <w:u w:val="single"/>
        </w:rPr>
        <w:t xml:space="preserve"> </w:t>
      </w:r>
      <w:r w:rsidR="008538A2" w:rsidRPr="44840491">
        <w:rPr>
          <w:rFonts w:ascii="Arial" w:hAnsi="Arial" w:cs="Arial"/>
          <w:sz w:val="22"/>
          <w:szCs w:val="22"/>
        </w:rPr>
        <w:t>infosüsteemi volitatud töötleja</w:t>
      </w:r>
      <w:r w:rsidR="008538A2">
        <w:rPr>
          <w:rFonts w:ascii="Arial" w:hAnsi="Arial" w:cs="Arial"/>
          <w:sz w:val="22"/>
          <w:szCs w:val="22"/>
        </w:rPr>
        <w:t>ks</w:t>
      </w:r>
      <w:r w:rsidR="008538A2" w:rsidRPr="00CD1178">
        <w:rPr>
          <w:rFonts w:ascii="Arial" w:hAnsi="Arial" w:cs="Arial"/>
          <w:sz w:val="22"/>
          <w:szCs w:val="22"/>
          <w:lang w:eastAsia="et-EE"/>
        </w:rPr>
        <w:t xml:space="preserve"> Tervise ja Heaolu Infosüsteemide Keskus</w:t>
      </w:r>
      <w:r w:rsidR="008538A2">
        <w:rPr>
          <w:rFonts w:ascii="Arial" w:hAnsi="Arial" w:cs="Arial"/>
          <w:sz w:val="22"/>
          <w:szCs w:val="22"/>
          <w:lang w:eastAsia="et-EE"/>
        </w:rPr>
        <w:t xml:space="preserve"> </w:t>
      </w:r>
      <w:r w:rsidR="008538A2">
        <w:rPr>
          <w:rFonts w:ascii="Arial" w:hAnsi="Arial" w:cs="Arial"/>
          <w:sz w:val="22"/>
          <w:szCs w:val="22"/>
        </w:rPr>
        <w:t xml:space="preserve">(edaspidi </w:t>
      </w:r>
      <w:r w:rsidR="008538A2" w:rsidRPr="44840491">
        <w:rPr>
          <w:rFonts w:ascii="Arial" w:hAnsi="Arial" w:cs="Arial"/>
          <w:sz w:val="22"/>
          <w:szCs w:val="22"/>
        </w:rPr>
        <w:t>TEHIK</w:t>
      </w:r>
      <w:r w:rsidR="008538A2">
        <w:rPr>
          <w:rFonts w:ascii="Arial" w:hAnsi="Arial" w:cs="Arial"/>
          <w:sz w:val="22"/>
          <w:szCs w:val="22"/>
        </w:rPr>
        <w:t>).</w:t>
      </w:r>
    </w:p>
    <w:p w14:paraId="0B293178" w14:textId="1A91B453" w:rsidR="375AF7ED" w:rsidRPr="00883945" w:rsidRDefault="375AF7ED" w:rsidP="375AF7ED">
      <w:pPr>
        <w:jc w:val="both"/>
        <w:rPr>
          <w:rFonts w:ascii="Arial" w:hAnsi="Arial" w:cs="Arial"/>
          <w:sz w:val="22"/>
          <w:szCs w:val="22"/>
        </w:rPr>
      </w:pPr>
    </w:p>
    <w:p w14:paraId="6A3C5359" w14:textId="6251EC6E" w:rsidR="0288AB56" w:rsidRPr="00883945" w:rsidRDefault="1794CED7" w:rsidP="2B04A97D">
      <w:pPr>
        <w:jc w:val="both"/>
        <w:rPr>
          <w:rFonts w:ascii="Arial" w:hAnsi="Arial" w:cs="Arial"/>
          <w:sz w:val="22"/>
          <w:szCs w:val="22"/>
        </w:rPr>
      </w:pPr>
      <w:r w:rsidRPr="44840491">
        <w:rPr>
          <w:rFonts w:ascii="Arial" w:hAnsi="Arial" w:cs="Arial"/>
          <w:sz w:val="22"/>
          <w:szCs w:val="22"/>
          <w:u w:val="single"/>
        </w:rPr>
        <w:t>L</w:t>
      </w:r>
      <w:r w:rsidR="74CB1AB2" w:rsidRPr="44840491">
        <w:rPr>
          <w:rFonts w:ascii="Arial" w:hAnsi="Arial" w:cs="Arial"/>
          <w:sz w:val="22"/>
          <w:szCs w:val="22"/>
          <w:u w:val="single"/>
        </w:rPr>
        <w:t>õike</w:t>
      </w:r>
      <w:r w:rsidR="2911CDCA" w:rsidRPr="44840491">
        <w:rPr>
          <w:rFonts w:ascii="Arial" w:hAnsi="Arial" w:cs="Arial"/>
          <w:sz w:val="22"/>
          <w:szCs w:val="22"/>
          <w:u w:val="single"/>
        </w:rPr>
        <w:t>s</w:t>
      </w:r>
      <w:r w:rsidR="74CB1AB2" w:rsidRPr="44840491">
        <w:rPr>
          <w:rFonts w:ascii="Arial" w:hAnsi="Arial" w:cs="Arial"/>
          <w:sz w:val="22"/>
          <w:szCs w:val="22"/>
          <w:u w:val="single"/>
        </w:rPr>
        <w:t xml:space="preserve"> 2</w:t>
      </w:r>
      <w:r w:rsidR="2ADC0844" w:rsidRPr="44840491">
        <w:rPr>
          <w:rFonts w:ascii="Arial" w:hAnsi="Arial" w:cs="Arial"/>
          <w:sz w:val="22"/>
          <w:szCs w:val="22"/>
        </w:rPr>
        <w:t xml:space="preserve"> </w:t>
      </w:r>
      <w:r w:rsidR="009018CE">
        <w:rPr>
          <w:rFonts w:ascii="Arial" w:hAnsi="Arial" w:cs="Arial"/>
          <w:sz w:val="22"/>
          <w:szCs w:val="22"/>
        </w:rPr>
        <w:t>sätestatakse</w:t>
      </w:r>
      <w:r w:rsidR="236BDF24" w:rsidRPr="44840491">
        <w:rPr>
          <w:rFonts w:ascii="Arial" w:hAnsi="Arial" w:cs="Arial"/>
          <w:sz w:val="22"/>
          <w:szCs w:val="22"/>
        </w:rPr>
        <w:t xml:space="preserve"> TEHIK-u ülesanded</w:t>
      </w:r>
      <w:r w:rsidR="24AEBFA1" w:rsidRPr="44840491">
        <w:rPr>
          <w:rFonts w:ascii="Arial" w:hAnsi="Arial" w:cs="Arial"/>
          <w:sz w:val="22"/>
          <w:szCs w:val="22"/>
        </w:rPr>
        <w:t>.</w:t>
      </w:r>
      <w:r w:rsidR="236BDF24" w:rsidRPr="44840491">
        <w:rPr>
          <w:rFonts w:ascii="Arial" w:hAnsi="Arial" w:cs="Arial"/>
          <w:sz w:val="22"/>
          <w:szCs w:val="22"/>
        </w:rPr>
        <w:t xml:space="preserve"> </w:t>
      </w:r>
      <w:r w:rsidR="70B51DC6" w:rsidRPr="44840491">
        <w:rPr>
          <w:rFonts w:ascii="Arial" w:hAnsi="Arial" w:cs="Arial"/>
          <w:sz w:val="22"/>
          <w:szCs w:val="22"/>
        </w:rPr>
        <w:t>Volita</w:t>
      </w:r>
      <w:r w:rsidR="007C0C17">
        <w:rPr>
          <w:rFonts w:ascii="Arial" w:hAnsi="Arial" w:cs="Arial"/>
          <w:sz w:val="22"/>
          <w:szCs w:val="22"/>
        </w:rPr>
        <w:t>t</w:t>
      </w:r>
      <w:r w:rsidR="70B51DC6" w:rsidRPr="44840491">
        <w:rPr>
          <w:rFonts w:ascii="Arial" w:hAnsi="Arial" w:cs="Arial"/>
          <w:sz w:val="22"/>
          <w:szCs w:val="22"/>
        </w:rPr>
        <w:t>ud töötleja ülesannete</w:t>
      </w:r>
      <w:r w:rsidR="001315F7">
        <w:rPr>
          <w:rFonts w:ascii="Arial" w:hAnsi="Arial" w:cs="Arial"/>
          <w:sz w:val="22"/>
          <w:szCs w:val="22"/>
        </w:rPr>
        <w:t>ks on</w:t>
      </w:r>
      <w:r w:rsidR="70B51DC6" w:rsidRPr="44840491">
        <w:rPr>
          <w:rFonts w:ascii="Arial" w:hAnsi="Arial" w:cs="Arial"/>
          <w:sz w:val="22"/>
          <w:szCs w:val="22"/>
        </w:rPr>
        <w:t xml:space="preserve"> dokumentide ja andmete haldamine ja säilitamine</w:t>
      </w:r>
      <w:r w:rsidR="00B83138">
        <w:rPr>
          <w:rFonts w:ascii="Arial" w:hAnsi="Arial" w:cs="Arial"/>
          <w:sz w:val="22"/>
          <w:szCs w:val="22"/>
        </w:rPr>
        <w:t xml:space="preserve"> ning</w:t>
      </w:r>
      <w:r w:rsidR="70B51DC6" w:rsidRPr="44840491">
        <w:rPr>
          <w:rFonts w:ascii="Arial" w:hAnsi="Arial" w:cs="Arial"/>
          <w:sz w:val="22"/>
          <w:szCs w:val="22"/>
        </w:rPr>
        <w:t xml:space="preserve"> andmevahetuse </w:t>
      </w:r>
      <w:r w:rsidR="00B83138" w:rsidRPr="44840491">
        <w:rPr>
          <w:rFonts w:ascii="Arial" w:hAnsi="Arial" w:cs="Arial"/>
          <w:sz w:val="22"/>
          <w:szCs w:val="22"/>
        </w:rPr>
        <w:t xml:space="preserve">ja tehnilise toe </w:t>
      </w:r>
      <w:r w:rsidR="70B51DC6" w:rsidRPr="44840491">
        <w:rPr>
          <w:rFonts w:ascii="Arial" w:hAnsi="Arial" w:cs="Arial"/>
          <w:sz w:val="22"/>
          <w:szCs w:val="22"/>
        </w:rPr>
        <w:t>tag</w:t>
      </w:r>
      <w:r w:rsidR="1BFCA32F" w:rsidRPr="44840491">
        <w:rPr>
          <w:rFonts w:ascii="Arial" w:hAnsi="Arial" w:cs="Arial"/>
          <w:sz w:val="22"/>
          <w:szCs w:val="22"/>
        </w:rPr>
        <w:t>amine</w:t>
      </w:r>
      <w:r w:rsidR="00B83138">
        <w:rPr>
          <w:rFonts w:ascii="Arial" w:hAnsi="Arial" w:cs="Arial"/>
          <w:sz w:val="22"/>
          <w:szCs w:val="22"/>
        </w:rPr>
        <w:t>.</w:t>
      </w:r>
    </w:p>
    <w:p w14:paraId="47B4A5FB" w14:textId="76D60343" w:rsidR="375AF7ED" w:rsidRPr="00883945" w:rsidRDefault="375AF7ED" w:rsidP="375AF7ED">
      <w:pPr>
        <w:jc w:val="both"/>
        <w:rPr>
          <w:rFonts w:ascii="Arial" w:hAnsi="Arial" w:cs="Arial"/>
          <w:sz w:val="22"/>
          <w:szCs w:val="22"/>
        </w:rPr>
      </w:pPr>
    </w:p>
    <w:p w14:paraId="469C4C06" w14:textId="5BA3B379" w:rsidR="009E694F" w:rsidRPr="00883945" w:rsidRDefault="29CAFB27" w:rsidP="434FB2D3">
      <w:pPr>
        <w:jc w:val="both"/>
        <w:rPr>
          <w:rFonts w:ascii="Arial" w:hAnsi="Arial" w:cs="Arial"/>
          <w:sz w:val="22"/>
          <w:szCs w:val="22"/>
        </w:rPr>
      </w:pPr>
      <w:r w:rsidRPr="44840491">
        <w:rPr>
          <w:rFonts w:ascii="Arial" w:hAnsi="Arial" w:cs="Arial"/>
          <w:sz w:val="22"/>
          <w:szCs w:val="22"/>
          <w:u w:val="single"/>
        </w:rPr>
        <w:t>L</w:t>
      </w:r>
      <w:r w:rsidR="74CB1AB2" w:rsidRPr="44840491">
        <w:rPr>
          <w:rFonts w:ascii="Arial" w:hAnsi="Arial" w:cs="Arial"/>
          <w:sz w:val="22"/>
          <w:szCs w:val="22"/>
          <w:u w:val="single"/>
        </w:rPr>
        <w:t>õike</w:t>
      </w:r>
      <w:r w:rsidR="003E490A">
        <w:rPr>
          <w:rFonts w:ascii="Arial" w:hAnsi="Arial" w:cs="Arial"/>
          <w:sz w:val="22"/>
          <w:szCs w:val="22"/>
          <w:u w:val="single"/>
        </w:rPr>
        <w:t>ga</w:t>
      </w:r>
      <w:r w:rsidR="74CB1AB2" w:rsidRPr="44840491">
        <w:rPr>
          <w:rFonts w:ascii="Arial" w:hAnsi="Arial" w:cs="Arial"/>
          <w:sz w:val="22"/>
          <w:szCs w:val="22"/>
          <w:u w:val="single"/>
        </w:rPr>
        <w:t xml:space="preserve"> 3</w:t>
      </w:r>
      <w:r w:rsidR="12772BC0" w:rsidRPr="44840491">
        <w:rPr>
          <w:rFonts w:ascii="Arial" w:hAnsi="Arial" w:cs="Arial"/>
          <w:sz w:val="22"/>
          <w:szCs w:val="22"/>
        </w:rPr>
        <w:t xml:space="preserve"> </w:t>
      </w:r>
      <w:r w:rsidR="009E694F" w:rsidRPr="44840491">
        <w:rPr>
          <w:rFonts w:ascii="Arial" w:hAnsi="Arial" w:cs="Arial"/>
          <w:sz w:val="22"/>
          <w:szCs w:val="22"/>
        </w:rPr>
        <w:t>antakse</w:t>
      </w:r>
      <w:r w:rsidR="009E694F" w:rsidRPr="00C24C05">
        <w:rPr>
          <w:rFonts w:ascii="Arial" w:hAnsi="Arial" w:cs="Arial"/>
          <w:sz w:val="22"/>
          <w:szCs w:val="22"/>
        </w:rPr>
        <w:t xml:space="preserve"> </w:t>
      </w:r>
      <w:r w:rsidR="490055BD" w:rsidRPr="44840491">
        <w:rPr>
          <w:rFonts w:ascii="Arial" w:hAnsi="Arial" w:cs="Arial"/>
          <w:sz w:val="22"/>
          <w:szCs w:val="22"/>
        </w:rPr>
        <w:t>vo</w:t>
      </w:r>
      <w:r w:rsidR="5AC1DFDC" w:rsidRPr="44840491">
        <w:rPr>
          <w:rFonts w:ascii="Arial" w:hAnsi="Arial" w:cs="Arial"/>
          <w:sz w:val="22"/>
          <w:szCs w:val="22"/>
        </w:rPr>
        <w:t>litatud töötlejale õigus määrata infosüsteemiga liitumiseks vajalikud tehnilised tingimused</w:t>
      </w:r>
      <w:r w:rsidR="2C266BDC" w:rsidRPr="44840491">
        <w:rPr>
          <w:rFonts w:ascii="Arial" w:hAnsi="Arial" w:cs="Arial"/>
          <w:sz w:val="22"/>
          <w:szCs w:val="22"/>
        </w:rPr>
        <w:t xml:space="preserve">. Need tingimused peavad olema avaldatud volitatud töötleja veebilehel, et infosüsteemiga liituda sooviv osapool saaks </w:t>
      </w:r>
      <w:r w:rsidR="003517BA" w:rsidRPr="44840491">
        <w:rPr>
          <w:rFonts w:ascii="Arial" w:hAnsi="Arial" w:cs="Arial"/>
          <w:sz w:val="22"/>
          <w:szCs w:val="22"/>
        </w:rPr>
        <w:t xml:space="preserve">tagada </w:t>
      </w:r>
      <w:r w:rsidR="2C266BDC" w:rsidRPr="44840491">
        <w:rPr>
          <w:rFonts w:ascii="Arial" w:hAnsi="Arial" w:cs="Arial"/>
          <w:sz w:val="22"/>
          <w:szCs w:val="22"/>
        </w:rPr>
        <w:t>ne</w:t>
      </w:r>
      <w:r w:rsidR="07D3D4D4" w:rsidRPr="44840491">
        <w:rPr>
          <w:rFonts w:ascii="Arial" w:hAnsi="Arial" w:cs="Arial"/>
          <w:sz w:val="22"/>
          <w:szCs w:val="22"/>
        </w:rPr>
        <w:t>nde</w:t>
      </w:r>
      <w:r w:rsidR="2C266BDC" w:rsidRPr="44840491">
        <w:rPr>
          <w:rFonts w:ascii="Arial" w:hAnsi="Arial" w:cs="Arial"/>
          <w:sz w:val="22"/>
          <w:szCs w:val="22"/>
        </w:rPr>
        <w:t xml:space="preserve"> tingimus</w:t>
      </w:r>
      <w:r w:rsidR="45A5CEB9" w:rsidRPr="44840491">
        <w:rPr>
          <w:rFonts w:ascii="Arial" w:hAnsi="Arial" w:cs="Arial"/>
          <w:sz w:val="22"/>
          <w:szCs w:val="22"/>
        </w:rPr>
        <w:t>te</w:t>
      </w:r>
      <w:r w:rsidR="2C266BDC" w:rsidRPr="44840491">
        <w:rPr>
          <w:rFonts w:ascii="Arial" w:hAnsi="Arial" w:cs="Arial"/>
          <w:sz w:val="22"/>
          <w:szCs w:val="22"/>
        </w:rPr>
        <w:t xml:space="preserve"> t</w:t>
      </w:r>
      <w:r w:rsidR="433FC5B4" w:rsidRPr="44840491">
        <w:rPr>
          <w:rFonts w:ascii="Arial" w:hAnsi="Arial" w:cs="Arial"/>
          <w:sz w:val="22"/>
          <w:szCs w:val="22"/>
        </w:rPr>
        <w:t>äitmis</w:t>
      </w:r>
      <w:r w:rsidR="003517BA">
        <w:rPr>
          <w:rFonts w:ascii="Arial" w:hAnsi="Arial" w:cs="Arial"/>
          <w:sz w:val="22"/>
          <w:szCs w:val="22"/>
        </w:rPr>
        <w:t>e.</w:t>
      </w:r>
    </w:p>
    <w:p w14:paraId="36E5D01B" w14:textId="23C48E85" w:rsidR="0288AB56" w:rsidRPr="00883945" w:rsidRDefault="5C3D16BD" w:rsidP="434FB2D3">
      <w:pPr>
        <w:jc w:val="both"/>
        <w:rPr>
          <w:rFonts w:ascii="Arial" w:hAnsi="Arial" w:cs="Arial"/>
          <w:sz w:val="22"/>
          <w:szCs w:val="22"/>
        </w:rPr>
      </w:pPr>
      <w:r w:rsidRPr="44840491">
        <w:rPr>
          <w:rFonts w:ascii="Arial" w:hAnsi="Arial" w:cs="Arial"/>
          <w:sz w:val="22"/>
          <w:szCs w:val="22"/>
        </w:rPr>
        <w:t xml:space="preserve"> </w:t>
      </w:r>
    </w:p>
    <w:p w14:paraId="2C7070C8" w14:textId="7F1D3E77" w:rsidR="0288AB56" w:rsidRPr="00883945" w:rsidRDefault="7EE2E28F" w:rsidP="2B04A97D">
      <w:pPr>
        <w:jc w:val="both"/>
        <w:rPr>
          <w:rFonts w:ascii="Arial" w:hAnsi="Arial" w:cs="Arial"/>
          <w:sz w:val="22"/>
          <w:szCs w:val="22"/>
        </w:rPr>
      </w:pPr>
      <w:r w:rsidRPr="44840491">
        <w:rPr>
          <w:rFonts w:ascii="Arial" w:hAnsi="Arial" w:cs="Arial"/>
          <w:sz w:val="22"/>
          <w:szCs w:val="22"/>
          <w:u w:val="single"/>
        </w:rPr>
        <w:t>L</w:t>
      </w:r>
      <w:r w:rsidR="74CB1AB2" w:rsidRPr="44840491">
        <w:rPr>
          <w:rFonts w:ascii="Arial" w:hAnsi="Arial" w:cs="Arial"/>
          <w:sz w:val="22"/>
          <w:szCs w:val="22"/>
          <w:u w:val="single"/>
        </w:rPr>
        <w:t>õike 4</w:t>
      </w:r>
      <w:r w:rsidR="7454CB07" w:rsidRPr="44840491">
        <w:rPr>
          <w:rFonts w:ascii="Arial" w:hAnsi="Arial" w:cs="Arial"/>
          <w:sz w:val="22"/>
          <w:szCs w:val="22"/>
        </w:rPr>
        <w:t xml:space="preserve"> </w:t>
      </w:r>
      <w:r w:rsidR="00B40E5E">
        <w:rPr>
          <w:rFonts w:ascii="Arial" w:hAnsi="Arial" w:cs="Arial"/>
          <w:sz w:val="22"/>
          <w:szCs w:val="22"/>
        </w:rPr>
        <w:t>kohaselt</w:t>
      </w:r>
      <w:r w:rsidR="0013090F">
        <w:rPr>
          <w:rFonts w:ascii="Arial" w:hAnsi="Arial" w:cs="Arial"/>
          <w:sz w:val="22"/>
          <w:szCs w:val="22"/>
        </w:rPr>
        <w:t xml:space="preserve"> tulenevad </w:t>
      </w:r>
      <w:r w:rsidR="274EFA1D" w:rsidRPr="44840491">
        <w:rPr>
          <w:rFonts w:ascii="Arial" w:hAnsi="Arial" w:cs="Arial"/>
          <w:sz w:val="22"/>
          <w:szCs w:val="22"/>
        </w:rPr>
        <w:t>k</w:t>
      </w:r>
      <w:r w:rsidR="23DEC5D5" w:rsidRPr="44840491">
        <w:rPr>
          <w:rFonts w:ascii="Arial" w:hAnsi="Arial" w:cs="Arial"/>
          <w:sz w:val="22"/>
          <w:szCs w:val="22"/>
        </w:rPr>
        <w:t xml:space="preserve">aasvastutavate töötlejate ja volitatud töötleja ülesanded </w:t>
      </w:r>
      <w:r w:rsidR="0013090F">
        <w:rPr>
          <w:rFonts w:ascii="Arial" w:hAnsi="Arial" w:cs="Arial"/>
          <w:sz w:val="22"/>
          <w:szCs w:val="22"/>
        </w:rPr>
        <w:t>ja vastutus</w:t>
      </w:r>
      <w:r w:rsidR="23DEC5D5" w:rsidRPr="44840491">
        <w:rPr>
          <w:rFonts w:ascii="Arial" w:hAnsi="Arial" w:cs="Arial"/>
          <w:sz w:val="22"/>
          <w:szCs w:val="22"/>
        </w:rPr>
        <w:t xml:space="preserve"> eelkõige seadustest</w:t>
      </w:r>
      <w:r w:rsidR="099E9615" w:rsidRPr="44840491">
        <w:rPr>
          <w:rFonts w:ascii="Arial" w:hAnsi="Arial" w:cs="Arial"/>
          <w:sz w:val="22"/>
          <w:szCs w:val="22"/>
        </w:rPr>
        <w:t xml:space="preserve"> ja käesoleva</w:t>
      </w:r>
      <w:r w:rsidR="000024B5">
        <w:rPr>
          <w:rFonts w:ascii="Arial" w:hAnsi="Arial" w:cs="Arial"/>
          <w:sz w:val="22"/>
          <w:szCs w:val="22"/>
        </w:rPr>
        <w:t>st</w:t>
      </w:r>
      <w:r w:rsidR="099E9615" w:rsidRPr="44840491">
        <w:rPr>
          <w:rFonts w:ascii="Arial" w:hAnsi="Arial" w:cs="Arial"/>
          <w:sz w:val="22"/>
          <w:szCs w:val="22"/>
        </w:rPr>
        <w:t xml:space="preserve"> määrusest</w:t>
      </w:r>
      <w:r w:rsidR="23DEC5D5" w:rsidRPr="44840491">
        <w:rPr>
          <w:rFonts w:ascii="Arial" w:hAnsi="Arial" w:cs="Arial"/>
          <w:sz w:val="22"/>
          <w:szCs w:val="22"/>
        </w:rPr>
        <w:t xml:space="preserve">, kuid </w:t>
      </w:r>
      <w:r w:rsidR="00C9198B" w:rsidRPr="44840491">
        <w:rPr>
          <w:rFonts w:ascii="Arial" w:hAnsi="Arial" w:cs="Arial"/>
          <w:sz w:val="22"/>
          <w:szCs w:val="22"/>
        </w:rPr>
        <w:t xml:space="preserve">neid võib </w:t>
      </w:r>
      <w:r w:rsidR="23DEC5D5" w:rsidRPr="44840491">
        <w:rPr>
          <w:rFonts w:ascii="Arial" w:hAnsi="Arial" w:cs="Arial"/>
          <w:sz w:val="22"/>
          <w:szCs w:val="22"/>
        </w:rPr>
        <w:t>osapoolte kokkuleppel</w:t>
      </w:r>
      <w:r w:rsidR="000024B5">
        <w:rPr>
          <w:rFonts w:ascii="Arial" w:hAnsi="Arial" w:cs="Arial"/>
          <w:sz w:val="22"/>
          <w:szCs w:val="22"/>
        </w:rPr>
        <w:t xml:space="preserve"> </w:t>
      </w:r>
      <w:r w:rsidR="000024B5" w:rsidRPr="44840491">
        <w:rPr>
          <w:rFonts w:ascii="Arial" w:hAnsi="Arial" w:cs="Arial"/>
          <w:sz w:val="22"/>
          <w:szCs w:val="22"/>
        </w:rPr>
        <w:t>täpsustada</w:t>
      </w:r>
      <w:r w:rsidR="00C9198B" w:rsidRPr="44840491">
        <w:rPr>
          <w:rFonts w:ascii="Arial" w:hAnsi="Arial" w:cs="Arial"/>
          <w:sz w:val="22"/>
          <w:szCs w:val="22"/>
        </w:rPr>
        <w:t>.</w:t>
      </w:r>
    </w:p>
    <w:p w14:paraId="4EEE96B7" w14:textId="32681BEA" w:rsidR="327BF4E0" w:rsidRPr="00883945" w:rsidRDefault="327BF4E0" w:rsidP="44840491">
      <w:pPr>
        <w:jc w:val="both"/>
        <w:rPr>
          <w:rFonts w:ascii="Arial" w:hAnsi="Arial" w:cs="Arial"/>
          <w:b/>
          <w:bCs/>
          <w:sz w:val="22"/>
          <w:szCs w:val="22"/>
        </w:rPr>
      </w:pPr>
    </w:p>
    <w:p w14:paraId="322F77B1" w14:textId="08916C12" w:rsidR="3FC7C8DC" w:rsidRPr="00883945" w:rsidRDefault="22718BB8" w:rsidP="2B04A97D">
      <w:pPr>
        <w:jc w:val="both"/>
        <w:rPr>
          <w:rFonts w:ascii="Arial" w:hAnsi="Arial" w:cs="Arial"/>
          <w:sz w:val="22"/>
          <w:szCs w:val="22"/>
        </w:rPr>
      </w:pPr>
      <w:r w:rsidRPr="44840491">
        <w:rPr>
          <w:rFonts w:ascii="Arial" w:hAnsi="Arial" w:cs="Arial"/>
          <w:b/>
          <w:bCs/>
          <w:sz w:val="22"/>
          <w:szCs w:val="22"/>
        </w:rPr>
        <w:t xml:space="preserve">Paragrahvis </w:t>
      </w:r>
      <w:r w:rsidR="545B2780" w:rsidRPr="44840491">
        <w:rPr>
          <w:rFonts w:ascii="Arial" w:hAnsi="Arial" w:cs="Arial"/>
          <w:b/>
          <w:bCs/>
          <w:sz w:val="22"/>
          <w:szCs w:val="22"/>
        </w:rPr>
        <w:t>4</w:t>
      </w:r>
      <w:r w:rsidR="3A287C54" w:rsidRPr="44840491">
        <w:rPr>
          <w:rFonts w:ascii="Arial" w:hAnsi="Arial" w:cs="Arial"/>
          <w:b/>
          <w:bCs/>
          <w:sz w:val="22"/>
          <w:szCs w:val="22"/>
        </w:rPr>
        <w:t xml:space="preserve"> </w:t>
      </w:r>
      <w:r w:rsidR="7488CEA6" w:rsidRPr="44840491">
        <w:rPr>
          <w:rFonts w:ascii="Arial" w:hAnsi="Arial" w:cs="Arial"/>
          <w:sz w:val="22"/>
          <w:szCs w:val="22"/>
        </w:rPr>
        <w:t>kirjelda</w:t>
      </w:r>
      <w:r w:rsidR="6B8BA421" w:rsidRPr="44840491">
        <w:rPr>
          <w:rFonts w:ascii="Arial" w:hAnsi="Arial" w:cs="Arial"/>
          <w:sz w:val="22"/>
          <w:szCs w:val="22"/>
        </w:rPr>
        <w:t>takse</w:t>
      </w:r>
      <w:r w:rsidR="7488CEA6" w:rsidRPr="44840491">
        <w:rPr>
          <w:rFonts w:ascii="Arial" w:hAnsi="Arial" w:cs="Arial"/>
          <w:sz w:val="22"/>
          <w:szCs w:val="22"/>
        </w:rPr>
        <w:t xml:space="preserve"> infosüsteemi ülesehitust</w:t>
      </w:r>
      <w:r w:rsidR="17207A56" w:rsidRPr="44840491">
        <w:rPr>
          <w:rFonts w:ascii="Arial" w:hAnsi="Arial" w:cs="Arial"/>
          <w:sz w:val="22"/>
          <w:szCs w:val="22"/>
        </w:rPr>
        <w:t xml:space="preserve"> </w:t>
      </w:r>
      <w:r w:rsidR="219B8E7A" w:rsidRPr="44840491">
        <w:rPr>
          <w:rFonts w:ascii="Arial" w:hAnsi="Arial" w:cs="Arial"/>
          <w:sz w:val="22"/>
          <w:szCs w:val="22"/>
        </w:rPr>
        <w:t xml:space="preserve">ning </w:t>
      </w:r>
      <w:r w:rsidR="00414F41" w:rsidRPr="44840491">
        <w:rPr>
          <w:rFonts w:ascii="Arial" w:hAnsi="Arial" w:cs="Arial"/>
          <w:sz w:val="22"/>
          <w:szCs w:val="22"/>
        </w:rPr>
        <w:t>sätestatakse</w:t>
      </w:r>
      <w:r w:rsidR="00C83F95" w:rsidRPr="44840491">
        <w:rPr>
          <w:rFonts w:ascii="Arial" w:hAnsi="Arial" w:cs="Arial"/>
          <w:sz w:val="22"/>
          <w:szCs w:val="22"/>
        </w:rPr>
        <w:t>, millistest andmestikest infosüsteem koosneb.</w:t>
      </w:r>
    </w:p>
    <w:p w14:paraId="5B7E98DA" w14:textId="0E4F90C8" w:rsidR="327BF4E0" w:rsidRPr="00883945" w:rsidRDefault="327BF4E0" w:rsidP="327BF4E0">
      <w:pPr>
        <w:jc w:val="both"/>
        <w:rPr>
          <w:rFonts w:ascii="Arial" w:hAnsi="Arial" w:cs="Arial"/>
          <w:b/>
          <w:bCs/>
          <w:sz w:val="22"/>
          <w:szCs w:val="22"/>
        </w:rPr>
      </w:pPr>
    </w:p>
    <w:p w14:paraId="0CE2C74B" w14:textId="7C9F0CE2" w:rsidR="3FC7C8DC" w:rsidRPr="00883945" w:rsidRDefault="4F008B12" w:rsidP="327BF4E0">
      <w:pPr>
        <w:jc w:val="both"/>
        <w:rPr>
          <w:rFonts w:ascii="Arial" w:hAnsi="Arial" w:cs="Arial"/>
          <w:sz w:val="22"/>
          <w:szCs w:val="22"/>
        </w:rPr>
      </w:pPr>
      <w:r w:rsidRPr="44840491">
        <w:rPr>
          <w:rFonts w:ascii="Arial" w:hAnsi="Arial" w:cs="Arial"/>
          <w:b/>
          <w:bCs/>
          <w:sz w:val="22"/>
          <w:szCs w:val="22"/>
        </w:rPr>
        <w:t>Paragrahv</w:t>
      </w:r>
      <w:r w:rsidR="00414F41" w:rsidRPr="44840491">
        <w:rPr>
          <w:rFonts w:ascii="Arial" w:hAnsi="Arial" w:cs="Arial"/>
          <w:b/>
          <w:bCs/>
          <w:sz w:val="22"/>
          <w:szCs w:val="22"/>
        </w:rPr>
        <w:t>is</w:t>
      </w:r>
      <w:r w:rsidR="49675304" w:rsidRPr="44840491">
        <w:rPr>
          <w:rFonts w:ascii="Arial" w:hAnsi="Arial" w:cs="Arial"/>
          <w:b/>
          <w:bCs/>
          <w:sz w:val="22"/>
          <w:szCs w:val="22"/>
        </w:rPr>
        <w:t xml:space="preserve"> 5</w:t>
      </w:r>
      <w:r w:rsidR="5CC1DBFE" w:rsidRPr="44840491">
        <w:rPr>
          <w:rFonts w:ascii="Arial" w:hAnsi="Arial" w:cs="Arial"/>
          <w:b/>
          <w:bCs/>
          <w:sz w:val="22"/>
          <w:szCs w:val="22"/>
        </w:rPr>
        <w:t xml:space="preserve"> </w:t>
      </w:r>
      <w:r w:rsidR="7053CA62" w:rsidRPr="44840491">
        <w:rPr>
          <w:rFonts w:ascii="Arial" w:hAnsi="Arial" w:cs="Arial"/>
          <w:sz w:val="22"/>
          <w:szCs w:val="22"/>
        </w:rPr>
        <w:t>sätesta</w:t>
      </w:r>
      <w:r w:rsidR="6ACB30BA" w:rsidRPr="44840491">
        <w:rPr>
          <w:rFonts w:ascii="Arial" w:hAnsi="Arial" w:cs="Arial"/>
          <w:sz w:val="22"/>
          <w:szCs w:val="22"/>
        </w:rPr>
        <w:t>takse</w:t>
      </w:r>
      <w:r w:rsidR="7053CA62" w:rsidRPr="44840491">
        <w:rPr>
          <w:rFonts w:ascii="Arial" w:hAnsi="Arial" w:cs="Arial"/>
          <w:sz w:val="22"/>
          <w:szCs w:val="22"/>
        </w:rPr>
        <w:t xml:space="preserve"> infosüsteemi</w:t>
      </w:r>
      <w:r w:rsidR="00787897">
        <w:rPr>
          <w:rFonts w:ascii="Arial" w:hAnsi="Arial" w:cs="Arial"/>
          <w:sz w:val="22"/>
          <w:szCs w:val="22"/>
        </w:rPr>
        <w:t>s töödeldavad andmed.</w:t>
      </w:r>
    </w:p>
    <w:p w14:paraId="162AA765" w14:textId="01A8C305" w:rsidR="375AF7ED" w:rsidRPr="00883945" w:rsidRDefault="375AF7ED" w:rsidP="375AF7ED">
      <w:pPr>
        <w:jc w:val="both"/>
        <w:rPr>
          <w:rFonts w:ascii="Arial" w:hAnsi="Arial" w:cs="Arial"/>
          <w:b/>
          <w:bCs/>
          <w:sz w:val="22"/>
          <w:szCs w:val="22"/>
        </w:rPr>
      </w:pPr>
    </w:p>
    <w:p w14:paraId="4D9DED3C" w14:textId="466D76FD" w:rsidR="7BB958ED" w:rsidRPr="00883945" w:rsidRDefault="574FE35B" w:rsidP="2B04A97D">
      <w:pPr>
        <w:jc w:val="both"/>
        <w:rPr>
          <w:rFonts w:ascii="Arial" w:hAnsi="Arial" w:cs="Arial"/>
          <w:sz w:val="22"/>
          <w:szCs w:val="22"/>
        </w:rPr>
      </w:pPr>
      <w:r w:rsidRPr="44840491">
        <w:rPr>
          <w:rFonts w:ascii="Arial" w:hAnsi="Arial" w:cs="Arial"/>
          <w:sz w:val="22"/>
          <w:szCs w:val="22"/>
          <w:u w:val="single"/>
        </w:rPr>
        <w:t>L</w:t>
      </w:r>
      <w:r w:rsidR="3DF383F4" w:rsidRPr="44840491">
        <w:rPr>
          <w:rFonts w:ascii="Arial" w:hAnsi="Arial" w:cs="Arial"/>
          <w:sz w:val="22"/>
          <w:szCs w:val="22"/>
          <w:u w:val="single"/>
        </w:rPr>
        <w:t>õike</w:t>
      </w:r>
      <w:r w:rsidR="140F3AB2" w:rsidRPr="44840491">
        <w:rPr>
          <w:rFonts w:ascii="Arial" w:hAnsi="Arial" w:cs="Arial"/>
          <w:sz w:val="22"/>
          <w:szCs w:val="22"/>
          <w:u w:val="single"/>
        </w:rPr>
        <w:t>s</w:t>
      </w:r>
      <w:r w:rsidR="3DF383F4" w:rsidRPr="44840491">
        <w:rPr>
          <w:rFonts w:ascii="Arial" w:hAnsi="Arial" w:cs="Arial"/>
          <w:sz w:val="22"/>
          <w:szCs w:val="22"/>
          <w:u w:val="single"/>
        </w:rPr>
        <w:t xml:space="preserve"> 1</w:t>
      </w:r>
      <w:r w:rsidR="3DF383F4" w:rsidRPr="00C24C05">
        <w:rPr>
          <w:rFonts w:ascii="Arial" w:hAnsi="Arial" w:cs="Arial"/>
          <w:sz w:val="22"/>
          <w:szCs w:val="22"/>
        </w:rPr>
        <w:t xml:space="preserve"> </w:t>
      </w:r>
      <w:r w:rsidR="49830A72" w:rsidRPr="44840491">
        <w:rPr>
          <w:rFonts w:ascii="Arial" w:hAnsi="Arial" w:cs="Arial"/>
          <w:sz w:val="22"/>
          <w:szCs w:val="22"/>
        </w:rPr>
        <w:t>sätesta</w:t>
      </w:r>
      <w:r w:rsidR="6BC97407" w:rsidRPr="44840491">
        <w:rPr>
          <w:rFonts w:ascii="Arial" w:hAnsi="Arial" w:cs="Arial"/>
          <w:sz w:val="22"/>
          <w:szCs w:val="22"/>
        </w:rPr>
        <w:t>takse</w:t>
      </w:r>
      <w:r w:rsidR="49830A72" w:rsidRPr="44840491">
        <w:rPr>
          <w:rFonts w:ascii="Arial" w:hAnsi="Arial" w:cs="Arial"/>
          <w:sz w:val="22"/>
          <w:szCs w:val="22"/>
        </w:rPr>
        <w:t xml:space="preserve"> </w:t>
      </w:r>
      <w:r w:rsidR="2E0F7402" w:rsidRPr="44840491">
        <w:rPr>
          <w:rFonts w:ascii="Arial" w:hAnsi="Arial" w:cs="Arial"/>
          <w:sz w:val="22"/>
          <w:szCs w:val="22"/>
        </w:rPr>
        <w:t>vere</w:t>
      </w:r>
      <w:r w:rsidR="49830A72" w:rsidRPr="44840491">
        <w:rPr>
          <w:rFonts w:ascii="Arial" w:hAnsi="Arial" w:cs="Arial"/>
          <w:sz w:val="22"/>
          <w:szCs w:val="22"/>
        </w:rPr>
        <w:t>doonori</w:t>
      </w:r>
      <w:r w:rsidR="7FF21AA7" w:rsidRPr="44840491">
        <w:rPr>
          <w:rFonts w:ascii="Arial" w:hAnsi="Arial" w:cs="Arial"/>
          <w:sz w:val="22"/>
          <w:szCs w:val="22"/>
        </w:rPr>
        <w:t xml:space="preserve"> kohta</w:t>
      </w:r>
      <w:r w:rsidR="49830A72" w:rsidRPr="44840491">
        <w:rPr>
          <w:rFonts w:ascii="Arial" w:hAnsi="Arial" w:cs="Arial"/>
          <w:sz w:val="22"/>
          <w:szCs w:val="22"/>
        </w:rPr>
        <w:t xml:space="preserve"> </w:t>
      </w:r>
      <w:r w:rsidR="25985420" w:rsidRPr="44840491">
        <w:rPr>
          <w:rFonts w:ascii="Arial" w:hAnsi="Arial" w:cs="Arial"/>
          <w:sz w:val="22"/>
          <w:szCs w:val="22"/>
        </w:rPr>
        <w:t xml:space="preserve">töödeldavad </w:t>
      </w:r>
      <w:r w:rsidR="49830A72" w:rsidRPr="44840491">
        <w:rPr>
          <w:rFonts w:ascii="Arial" w:hAnsi="Arial" w:cs="Arial"/>
          <w:sz w:val="22"/>
          <w:szCs w:val="22"/>
        </w:rPr>
        <w:t>andmed</w:t>
      </w:r>
      <w:r w:rsidR="70774CD9" w:rsidRPr="44840491">
        <w:rPr>
          <w:rFonts w:ascii="Arial" w:hAnsi="Arial" w:cs="Arial"/>
          <w:sz w:val="22"/>
          <w:szCs w:val="22"/>
        </w:rPr>
        <w:t xml:space="preserve">, mida kogutakse </w:t>
      </w:r>
      <w:r w:rsidR="0ADF9B98" w:rsidRPr="44840491">
        <w:rPr>
          <w:rFonts w:ascii="Arial" w:hAnsi="Arial" w:cs="Arial"/>
          <w:sz w:val="22"/>
          <w:szCs w:val="22"/>
        </w:rPr>
        <w:t>doonori</w:t>
      </w:r>
      <w:r w:rsidR="00FE3F6C">
        <w:rPr>
          <w:rFonts w:ascii="Arial" w:hAnsi="Arial" w:cs="Arial"/>
          <w:sz w:val="22"/>
          <w:szCs w:val="22"/>
        </w:rPr>
        <w:t>portaali</w:t>
      </w:r>
      <w:r w:rsidR="0ADF9B98" w:rsidRPr="44840491">
        <w:rPr>
          <w:rFonts w:ascii="Arial" w:hAnsi="Arial" w:cs="Arial"/>
          <w:sz w:val="22"/>
          <w:szCs w:val="22"/>
        </w:rPr>
        <w:t xml:space="preserve"> kaudu ning </w:t>
      </w:r>
      <w:r w:rsidR="70774CD9" w:rsidRPr="44840491">
        <w:rPr>
          <w:rFonts w:ascii="Arial" w:hAnsi="Arial" w:cs="Arial"/>
          <w:sz w:val="22"/>
          <w:szCs w:val="22"/>
        </w:rPr>
        <w:t xml:space="preserve">verekeskustes </w:t>
      </w:r>
      <w:r w:rsidR="00FE3F6C">
        <w:rPr>
          <w:rFonts w:ascii="Arial" w:hAnsi="Arial" w:cs="Arial"/>
          <w:sz w:val="22"/>
          <w:szCs w:val="22"/>
        </w:rPr>
        <w:t xml:space="preserve">enne </w:t>
      </w:r>
      <w:r w:rsidR="70774CD9" w:rsidRPr="44840491">
        <w:rPr>
          <w:rFonts w:ascii="Arial" w:hAnsi="Arial" w:cs="Arial"/>
          <w:sz w:val="22"/>
          <w:szCs w:val="22"/>
        </w:rPr>
        <w:t>vereloovutuse protsessi</w:t>
      </w:r>
      <w:r w:rsidR="36EE5030" w:rsidRPr="44840491">
        <w:rPr>
          <w:rFonts w:ascii="Arial" w:hAnsi="Arial" w:cs="Arial"/>
          <w:sz w:val="22"/>
          <w:szCs w:val="22"/>
        </w:rPr>
        <w:t xml:space="preserve"> </w:t>
      </w:r>
      <w:r w:rsidR="39B8EA71" w:rsidRPr="44840491">
        <w:rPr>
          <w:rFonts w:ascii="Arial" w:hAnsi="Arial" w:cs="Arial"/>
          <w:sz w:val="22"/>
          <w:szCs w:val="22"/>
        </w:rPr>
        <w:t>ja</w:t>
      </w:r>
      <w:r w:rsidR="70774CD9" w:rsidRPr="44840491">
        <w:rPr>
          <w:rFonts w:ascii="Arial" w:hAnsi="Arial" w:cs="Arial"/>
          <w:sz w:val="22"/>
          <w:szCs w:val="22"/>
        </w:rPr>
        <w:t xml:space="preserve"> </w:t>
      </w:r>
      <w:r w:rsidR="002D0630">
        <w:rPr>
          <w:rFonts w:ascii="Arial" w:hAnsi="Arial" w:cs="Arial"/>
          <w:sz w:val="22"/>
          <w:szCs w:val="22"/>
        </w:rPr>
        <w:t>vereloovutuse</w:t>
      </w:r>
      <w:r w:rsidR="00973FE3" w:rsidRPr="44840491">
        <w:rPr>
          <w:rFonts w:ascii="Arial" w:hAnsi="Arial" w:cs="Arial"/>
          <w:sz w:val="22"/>
          <w:szCs w:val="22"/>
        </w:rPr>
        <w:t xml:space="preserve"> </w:t>
      </w:r>
      <w:r w:rsidR="70774CD9" w:rsidRPr="44840491">
        <w:rPr>
          <w:rFonts w:ascii="Arial" w:hAnsi="Arial" w:cs="Arial"/>
          <w:sz w:val="22"/>
          <w:szCs w:val="22"/>
        </w:rPr>
        <w:t>käigu</w:t>
      </w:r>
      <w:r w:rsidR="00973FE3" w:rsidRPr="44840491">
        <w:rPr>
          <w:rFonts w:ascii="Arial" w:hAnsi="Arial" w:cs="Arial"/>
          <w:sz w:val="22"/>
          <w:szCs w:val="22"/>
        </w:rPr>
        <w:t>s.</w:t>
      </w:r>
      <w:r w:rsidR="00323594" w:rsidRPr="44840491">
        <w:rPr>
          <w:rFonts w:ascii="Arial" w:hAnsi="Arial" w:cs="Arial"/>
          <w:sz w:val="22"/>
          <w:szCs w:val="22"/>
        </w:rPr>
        <w:t xml:space="preserve"> Doonori kohta töödeldakse </w:t>
      </w:r>
      <w:r w:rsidR="001F296E">
        <w:rPr>
          <w:rFonts w:ascii="Arial" w:hAnsi="Arial" w:cs="Arial"/>
          <w:sz w:val="22"/>
          <w:szCs w:val="22"/>
        </w:rPr>
        <w:t>tema</w:t>
      </w:r>
      <w:r w:rsidR="00323594" w:rsidRPr="44840491">
        <w:rPr>
          <w:rFonts w:ascii="Arial" w:hAnsi="Arial" w:cs="Arial"/>
          <w:sz w:val="22"/>
          <w:szCs w:val="22"/>
        </w:rPr>
        <w:t xml:space="preserve"> üldandmeid, terviseandmeid, terviseküsimustiku andmeid ja muid doonorlusega seotud andmeid.</w:t>
      </w:r>
      <w:r w:rsidR="7E80866C" w:rsidRPr="44840491">
        <w:rPr>
          <w:rFonts w:ascii="Arial" w:hAnsi="Arial" w:cs="Arial"/>
          <w:sz w:val="22"/>
          <w:szCs w:val="22"/>
        </w:rPr>
        <w:t xml:space="preserve"> Verekeskustel on kasutusel terviseküsimustiku ja vereloovutuse nõusoleku ühine vorm. Terviseküsimustiku eesmärk on koguda doonori kohta esmast infot ning identifitseerida doonorlust välistavad tegurid vastavalt</w:t>
      </w:r>
      <w:r w:rsidR="005B52EA" w:rsidRPr="44840491">
        <w:rPr>
          <w:rFonts w:ascii="Arial" w:hAnsi="Arial" w:cs="Arial"/>
          <w:sz w:val="22"/>
          <w:szCs w:val="22"/>
        </w:rPr>
        <w:t xml:space="preserve"> </w:t>
      </w:r>
      <w:r w:rsidR="008D2593" w:rsidRPr="44840491">
        <w:rPr>
          <w:rFonts w:ascii="Arial" w:hAnsi="Arial" w:cs="Arial"/>
          <w:sz w:val="22"/>
          <w:szCs w:val="22"/>
        </w:rPr>
        <w:lastRenderedPageBreak/>
        <w:t>s</w:t>
      </w:r>
      <w:r w:rsidR="005B52EA" w:rsidRPr="44840491">
        <w:rPr>
          <w:rFonts w:ascii="Arial" w:hAnsi="Arial" w:cs="Arial"/>
          <w:sz w:val="22"/>
          <w:szCs w:val="22"/>
        </w:rPr>
        <w:t xml:space="preserve">otsiaalministri </w:t>
      </w:r>
      <w:r w:rsidR="00F7334F">
        <w:rPr>
          <w:rFonts w:ascii="Arial" w:hAnsi="Arial" w:cs="Arial"/>
          <w:sz w:val="22"/>
          <w:szCs w:val="22"/>
        </w:rPr>
        <w:t>29. aprilli</w:t>
      </w:r>
      <w:r w:rsidR="00FE478E">
        <w:rPr>
          <w:rFonts w:ascii="Arial" w:hAnsi="Arial" w:cs="Arial"/>
          <w:sz w:val="22"/>
          <w:szCs w:val="22"/>
        </w:rPr>
        <w:t xml:space="preserve"> 2005. a </w:t>
      </w:r>
      <w:r w:rsidR="005B52EA" w:rsidRPr="00F7334F">
        <w:rPr>
          <w:rFonts w:ascii="Arial" w:hAnsi="Arial" w:cs="Arial"/>
          <w:sz w:val="22"/>
          <w:szCs w:val="22"/>
        </w:rPr>
        <w:t>määruse</w:t>
      </w:r>
      <w:r w:rsidR="007E7A7A">
        <w:rPr>
          <w:rFonts w:ascii="Arial" w:hAnsi="Arial" w:cs="Arial"/>
          <w:sz w:val="22"/>
          <w:szCs w:val="22"/>
        </w:rPr>
        <w:t>s</w:t>
      </w:r>
      <w:r w:rsidR="005B52EA" w:rsidRPr="00F7334F">
        <w:rPr>
          <w:rFonts w:ascii="Arial" w:hAnsi="Arial" w:cs="Arial"/>
          <w:sz w:val="22"/>
          <w:szCs w:val="22"/>
        </w:rPr>
        <w:t xml:space="preserve"> nr 65</w:t>
      </w:r>
      <w:r w:rsidR="7E80866C" w:rsidRPr="44840491">
        <w:rPr>
          <w:rFonts w:ascii="Arial" w:hAnsi="Arial" w:cs="Arial"/>
          <w:sz w:val="22"/>
          <w:szCs w:val="22"/>
        </w:rPr>
        <w:t xml:space="preserve"> </w:t>
      </w:r>
      <w:r w:rsidR="0071539A">
        <w:rPr>
          <w:rFonts w:ascii="Arial" w:hAnsi="Arial" w:cs="Arial"/>
          <w:sz w:val="22"/>
          <w:szCs w:val="22"/>
        </w:rPr>
        <w:t>„</w:t>
      </w:r>
      <w:r w:rsidR="7E80866C" w:rsidRPr="44840491">
        <w:rPr>
          <w:rFonts w:ascii="Arial" w:hAnsi="Arial" w:cs="Arial"/>
          <w:sz w:val="22"/>
          <w:szCs w:val="22"/>
        </w:rPr>
        <w:t>Isiku doonoriks sobivuse kriteeriumid, hindamise tingimused ja kord</w:t>
      </w:r>
      <w:r w:rsidR="0071539A">
        <w:rPr>
          <w:rFonts w:ascii="Arial" w:hAnsi="Arial" w:cs="Arial"/>
          <w:sz w:val="22"/>
          <w:szCs w:val="22"/>
        </w:rPr>
        <w:t>“</w:t>
      </w:r>
      <w:r w:rsidR="7E80866C" w:rsidRPr="44840491">
        <w:rPr>
          <w:rFonts w:ascii="Arial" w:hAnsi="Arial" w:cs="Arial"/>
          <w:sz w:val="22"/>
          <w:szCs w:val="22"/>
        </w:rPr>
        <w:t xml:space="preserve"> sätetatule</w:t>
      </w:r>
      <w:r w:rsidR="3682ABAC" w:rsidRPr="44840491">
        <w:rPr>
          <w:rFonts w:ascii="Arial" w:hAnsi="Arial" w:cs="Arial"/>
          <w:sz w:val="22"/>
          <w:szCs w:val="22"/>
        </w:rPr>
        <w:t>.</w:t>
      </w:r>
      <w:r w:rsidR="7E80866C" w:rsidRPr="44840491">
        <w:rPr>
          <w:rFonts w:ascii="Arial" w:hAnsi="Arial" w:cs="Arial"/>
          <w:sz w:val="22"/>
          <w:szCs w:val="22"/>
        </w:rPr>
        <w:t xml:space="preserve"> Doonoril on võimalus täita terviseküsimustik ning anda vereloovutuseks nõusolek digitaalselt doonoriportaali kaudu või elektroonselt (vajaduse</w:t>
      </w:r>
      <w:r w:rsidR="005766FC">
        <w:rPr>
          <w:rFonts w:ascii="Arial" w:hAnsi="Arial" w:cs="Arial"/>
          <w:sz w:val="22"/>
          <w:szCs w:val="22"/>
        </w:rPr>
        <w:t xml:space="preserve"> korra</w:t>
      </w:r>
      <w:r w:rsidR="7E80866C" w:rsidRPr="44840491">
        <w:rPr>
          <w:rFonts w:ascii="Arial" w:hAnsi="Arial" w:cs="Arial"/>
          <w:sz w:val="22"/>
          <w:szCs w:val="22"/>
        </w:rPr>
        <w:t>l paber</w:t>
      </w:r>
      <w:r w:rsidR="005766FC">
        <w:rPr>
          <w:rFonts w:ascii="Arial" w:hAnsi="Arial" w:cs="Arial"/>
          <w:sz w:val="22"/>
          <w:szCs w:val="22"/>
        </w:rPr>
        <w:t>il)</w:t>
      </w:r>
      <w:r w:rsidR="7E80866C" w:rsidRPr="44840491">
        <w:rPr>
          <w:rFonts w:ascii="Arial" w:hAnsi="Arial" w:cs="Arial"/>
          <w:sz w:val="22"/>
          <w:szCs w:val="22"/>
        </w:rPr>
        <w:t xml:space="preserve"> verekeskuses kohapeal. Paber</w:t>
      </w:r>
      <w:r w:rsidR="005A2445">
        <w:rPr>
          <w:rFonts w:ascii="Arial" w:hAnsi="Arial" w:cs="Arial"/>
          <w:sz w:val="22"/>
          <w:szCs w:val="22"/>
        </w:rPr>
        <w:t>il</w:t>
      </w:r>
      <w:r w:rsidR="7E80866C" w:rsidRPr="44840491">
        <w:rPr>
          <w:rFonts w:ascii="Arial" w:hAnsi="Arial" w:cs="Arial"/>
          <w:sz w:val="22"/>
          <w:szCs w:val="22"/>
        </w:rPr>
        <w:t xml:space="preserve"> saadud info kan</w:t>
      </w:r>
      <w:r w:rsidR="005A2445">
        <w:rPr>
          <w:rFonts w:ascii="Arial" w:hAnsi="Arial" w:cs="Arial"/>
          <w:sz w:val="22"/>
          <w:szCs w:val="22"/>
        </w:rPr>
        <w:t xml:space="preserve">nab </w:t>
      </w:r>
      <w:r w:rsidR="005A2445" w:rsidRPr="44840491">
        <w:rPr>
          <w:rFonts w:ascii="Arial" w:hAnsi="Arial" w:cs="Arial"/>
          <w:sz w:val="22"/>
          <w:szCs w:val="22"/>
        </w:rPr>
        <w:t>verekeskuse töötaja</w:t>
      </w:r>
      <w:r w:rsidR="7E80866C" w:rsidRPr="44840491">
        <w:rPr>
          <w:rFonts w:ascii="Arial" w:hAnsi="Arial" w:cs="Arial"/>
          <w:sz w:val="22"/>
          <w:szCs w:val="22"/>
        </w:rPr>
        <w:t xml:space="preserve"> hiljem infosüsteemi</w:t>
      </w:r>
      <w:r w:rsidR="005A2445">
        <w:rPr>
          <w:rFonts w:ascii="Arial" w:hAnsi="Arial" w:cs="Arial"/>
          <w:sz w:val="22"/>
          <w:szCs w:val="22"/>
        </w:rPr>
        <w:t>.</w:t>
      </w:r>
      <w:r w:rsidR="7E80866C" w:rsidRPr="44840491">
        <w:rPr>
          <w:rFonts w:ascii="Arial" w:hAnsi="Arial" w:cs="Arial"/>
          <w:sz w:val="22"/>
          <w:szCs w:val="22"/>
        </w:rPr>
        <w:t xml:space="preserve"> Doonor kinnitab enda esitatud andmed ja nõusoleku andmise allkirjaga (e-allkirjaga infosüsteemis ja kirjaliku allkirjaga paber</w:t>
      </w:r>
      <w:r w:rsidR="00B63141">
        <w:rPr>
          <w:rFonts w:ascii="Arial" w:hAnsi="Arial" w:cs="Arial"/>
          <w:sz w:val="22"/>
          <w:szCs w:val="22"/>
        </w:rPr>
        <w:t>il).</w:t>
      </w:r>
      <w:r w:rsidR="7E80866C" w:rsidRPr="44840491">
        <w:rPr>
          <w:rFonts w:ascii="Arial" w:hAnsi="Arial" w:cs="Arial"/>
          <w:sz w:val="22"/>
          <w:szCs w:val="22"/>
        </w:rPr>
        <w:t xml:space="preserve"> Doonor võib </w:t>
      </w:r>
      <w:r w:rsidR="005E3118">
        <w:rPr>
          <w:rFonts w:ascii="Arial" w:hAnsi="Arial" w:cs="Arial"/>
          <w:sz w:val="22"/>
          <w:szCs w:val="22"/>
        </w:rPr>
        <w:t xml:space="preserve">vere </w:t>
      </w:r>
      <w:r w:rsidR="7E80866C" w:rsidRPr="44840491">
        <w:rPr>
          <w:rFonts w:ascii="Arial" w:hAnsi="Arial" w:cs="Arial"/>
          <w:sz w:val="22"/>
          <w:szCs w:val="22"/>
        </w:rPr>
        <w:t xml:space="preserve">loovutamisest loobuda protsessi igal etapil ning ei pea sellest kirjalikult teada andma, piisab protseduuri katkestamisest või </w:t>
      </w:r>
      <w:r w:rsidR="00CB5CCB">
        <w:rPr>
          <w:rFonts w:ascii="Arial" w:hAnsi="Arial" w:cs="Arial"/>
          <w:sz w:val="22"/>
          <w:szCs w:val="22"/>
        </w:rPr>
        <w:t xml:space="preserve">verd </w:t>
      </w:r>
      <w:r w:rsidR="7E80866C" w:rsidRPr="44840491">
        <w:rPr>
          <w:rFonts w:ascii="Arial" w:hAnsi="Arial" w:cs="Arial"/>
          <w:sz w:val="22"/>
          <w:szCs w:val="22"/>
        </w:rPr>
        <w:t>loovutam</w:t>
      </w:r>
      <w:r w:rsidR="004F0205">
        <w:rPr>
          <w:rFonts w:ascii="Arial" w:hAnsi="Arial" w:cs="Arial"/>
          <w:sz w:val="22"/>
          <w:szCs w:val="22"/>
        </w:rPr>
        <w:t>a</w:t>
      </w:r>
      <w:r w:rsidR="7E80866C" w:rsidRPr="44840491">
        <w:rPr>
          <w:rFonts w:ascii="Arial" w:hAnsi="Arial" w:cs="Arial"/>
          <w:sz w:val="22"/>
          <w:szCs w:val="22"/>
        </w:rPr>
        <w:t xml:space="preserve"> ilmum</w:t>
      </w:r>
      <w:r w:rsidR="00B63141">
        <w:rPr>
          <w:rFonts w:ascii="Arial" w:hAnsi="Arial" w:cs="Arial"/>
          <w:sz w:val="22"/>
          <w:szCs w:val="22"/>
        </w:rPr>
        <w:t>a</w:t>
      </w:r>
      <w:r w:rsidR="00F7334F">
        <w:rPr>
          <w:rFonts w:ascii="Arial" w:hAnsi="Arial" w:cs="Arial"/>
          <w:sz w:val="22"/>
          <w:szCs w:val="22"/>
        </w:rPr>
        <w:t>t</w:t>
      </w:r>
      <w:r w:rsidR="00B63141">
        <w:rPr>
          <w:rFonts w:ascii="Arial" w:hAnsi="Arial" w:cs="Arial"/>
          <w:sz w:val="22"/>
          <w:szCs w:val="22"/>
        </w:rPr>
        <w:t>a jätmisest.</w:t>
      </w:r>
      <w:r w:rsidR="7E80866C" w:rsidRPr="44840491">
        <w:rPr>
          <w:rFonts w:ascii="Arial" w:hAnsi="Arial" w:cs="Arial"/>
          <w:sz w:val="22"/>
          <w:szCs w:val="22"/>
        </w:rPr>
        <w:t xml:space="preserve"> Doonorlus on vabatahtlik </w:t>
      </w:r>
      <w:r w:rsidR="00FF3E75">
        <w:rPr>
          <w:rFonts w:ascii="Arial" w:hAnsi="Arial" w:cs="Arial"/>
          <w:sz w:val="22"/>
          <w:szCs w:val="22"/>
        </w:rPr>
        <w:t>ega</w:t>
      </w:r>
      <w:r w:rsidR="7E80866C" w:rsidRPr="44840491">
        <w:rPr>
          <w:rFonts w:ascii="Arial" w:hAnsi="Arial" w:cs="Arial"/>
          <w:sz w:val="22"/>
          <w:szCs w:val="22"/>
        </w:rPr>
        <w:t xml:space="preserve"> tohi olla ühelgi viisil survestatud. </w:t>
      </w:r>
      <w:r w:rsidR="001B43AE" w:rsidRPr="44840491">
        <w:rPr>
          <w:rFonts w:ascii="Arial" w:hAnsi="Arial" w:cs="Arial"/>
          <w:sz w:val="22"/>
          <w:szCs w:val="22"/>
        </w:rPr>
        <w:t>Andmete kogumise eesmärk on tagada vere ohutus ja retsipiendi kaitse.</w:t>
      </w:r>
    </w:p>
    <w:p w14:paraId="0B25A706" w14:textId="2B5FCFCF" w:rsidR="7BB958ED" w:rsidRPr="00C24C05" w:rsidRDefault="7BB958ED" w:rsidP="434FB2D3">
      <w:pPr>
        <w:jc w:val="both"/>
        <w:rPr>
          <w:rFonts w:ascii="Arial" w:hAnsi="Arial" w:cs="Arial"/>
          <w:sz w:val="22"/>
          <w:szCs w:val="22"/>
        </w:rPr>
      </w:pPr>
    </w:p>
    <w:p w14:paraId="7482900C" w14:textId="714B9C47" w:rsidR="7BB958ED" w:rsidRPr="00883945" w:rsidRDefault="0F6D9622" w:rsidP="434FB2D3">
      <w:pPr>
        <w:jc w:val="both"/>
        <w:rPr>
          <w:rFonts w:ascii="Arial" w:hAnsi="Arial" w:cs="Arial"/>
          <w:sz w:val="22"/>
          <w:szCs w:val="22"/>
        </w:rPr>
      </w:pPr>
      <w:r w:rsidRPr="44840491">
        <w:rPr>
          <w:rFonts w:ascii="Arial" w:hAnsi="Arial" w:cs="Arial"/>
          <w:sz w:val="22"/>
          <w:szCs w:val="22"/>
          <w:u w:val="single"/>
        </w:rPr>
        <w:t xml:space="preserve">Lõikes </w:t>
      </w:r>
      <w:r w:rsidR="002132B6" w:rsidRPr="44840491">
        <w:rPr>
          <w:rFonts w:ascii="Arial" w:hAnsi="Arial" w:cs="Arial"/>
          <w:sz w:val="22"/>
          <w:szCs w:val="22"/>
          <w:u w:val="single"/>
        </w:rPr>
        <w:t>2</w:t>
      </w:r>
      <w:r w:rsidRPr="44840491">
        <w:rPr>
          <w:rFonts w:ascii="Arial" w:hAnsi="Arial" w:cs="Arial"/>
          <w:sz w:val="22"/>
          <w:szCs w:val="22"/>
        </w:rPr>
        <w:t xml:space="preserve"> sätestatakse vereloovutuste andme</w:t>
      </w:r>
      <w:r w:rsidR="002132B6" w:rsidRPr="44840491">
        <w:rPr>
          <w:rFonts w:ascii="Arial" w:hAnsi="Arial" w:cs="Arial"/>
          <w:sz w:val="22"/>
          <w:szCs w:val="22"/>
        </w:rPr>
        <w:t>stiku</w:t>
      </w:r>
      <w:r w:rsidRPr="44840491">
        <w:rPr>
          <w:rFonts w:ascii="Arial" w:hAnsi="Arial" w:cs="Arial"/>
          <w:sz w:val="22"/>
          <w:szCs w:val="22"/>
        </w:rPr>
        <w:t xml:space="preserve"> koosseis, kuhu kuuluvad ka </w:t>
      </w:r>
      <w:r w:rsidRPr="00CB5CCB">
        <w:rPr>
          <w:rFonts w:ascii="Arial" w:hAnsi="Arial" w:cs="Arial"/>
          <w:sz w:val="22"/>
          <w:szCs w:val="22"/>
        </w:rPr>
        <w:t>verekeskus</w:t>
      </w:r>
      <w:r w:rsidR="00CB5CCB">
        <w:rPr>
          <w:rFonts w:ascii="Arial" w:hAnsi="Arial" w:cs="Arial"/>
          <w:sz w:val="22"/>
          <w:szCs w:val="22"/>
        </w:rPr>
        <w:t>es</w:t>
      </w:r>
      <w:r w:rsidR="00843A8D">
        <w:rPr>
          <w:rFonts w:ascii="Arial" w:hAnsi="Arial" w:cs="Arial"/>
          <w:sz w:val="22"/>
          <w:szCs w:val="22"/>
        </w:rPr>
        <w:t xml:space="preserve"> tehtava</w:t>
      </w:r>
      <w:r w:rsidRPr="44840491">
        <w:rPr>
          <w:rFonts w:ascii="Arial" w:hAnsi="Arial" w:cs="Arial"/>
          <w:sz w:val="22"/>
          <w:szCs w:val="22"/>
        </w:rPr>
        <w:t xml:space="preserve"> meditsiinilise </w:t>
      </w:r>
      <w:r w:rsidR="195C895B" w:rsidRPr="44840491">
        <w:rPr>
          <w:rFonts w:ascii="Arial" w:hAnsi="Arial" w:cs="Arial"/>
          <w:sz w:val="22"/>
          <w:szCs w:val="22"/>
        </w:rPr>
        <w:t>läbivaatuse andmed ja verevõtuandmed, mida kogutakse vereloovutuse protsessis</w:t>
      </w:r>
      <w:r w:rsidR="002132B6" w:rsidRPr="44840491">
        <w:rPr>
          <w:rFonts w:ascii="Arial" w:hAnsi="Arial" w:cs="Arial"/>
          <w:sz w:val="22"/>
          <w:szCs w:val="22"/>
        </w:rPr>
        <w:t>.</w:t>
      </w:r>
    </w:p>
    <w:p w14:paraId="4A75F5B2" w14:textId="593F3308" w:rsidR="7BB958ED" w:rsidRPr="00883945" w:rsidRDefault="7BB958ED" w:rsidP="434FB2D3">
      <w:pPr>
        <w:jc w:val="both"/>
        <w:rPr>
          <w:rFonts w:ascii="Arial" w:hAnsi="Arial" w:cs="Arial"/>
          <w:sz w:val="22"/>
          <w:szCs w:val="22"/>
        </w:rPr>
      </w:pPr>
    </w:p>
    <w:p w14:paraId="4784BEE9" w14:textId="6410DFFA" w:rsidR="7BB958ED" w:rsidRPr="00883945" w:rsidRDefault="0F6D9622" w:rsidP="2B04A97D">
      <w:pPr>
        <w:jc w:val="both"/>
        <w:rPr>
          <w:rFonts w:ascii="Arial" w:hAnsi="Arial" w:cs="Arial"/>
          <w:sz w:val="22"/>
          <w:szCs w:val="22"/>
        </w:rPr>
      </w:pPr>
      <w:r w:rsidRPr="44840491">
        <w:rPr>
          <w:rFonts w:ascii="Arial" w:hAnsi="Arial" w:cs="Arial"/>
          <w:sz w:val="22"/>
          <w:szCs w:val="22"/>
          <w:u w:val="single"/>
        </w:rPr>
        <w:t>Lõike</w:t>
      </w:r>
      <w:r w:rsidR="5B176372" w:rsidRPr="44840491">
        <w:rPr>
          <w:rFonts w:ascii="Arial" w:hAnsi="Arial" w:cs="Arial"/>
          <w:sz w:val="22"/>
          <w:szCs w:val="22"/>
          <w:u w:val="single"/>
        </w:rPr>
        <w:t xml:space="preserve"> </w:t>
      </w:r>
      <w:r w:rsidR="002132B6" w:rsidRPr="44840491">
        <w:rPr>
          <w:rFonts w:ascii="Arial" w:hAnsi="Arial" w:cs="Arial"/>
          <w:sz w:val="22"/>
          <w:szCs w:val="22"/>
          <w:u w:val="single"/>
        </w:rPr>
        <w:t>3</w:t>
      </w:r>
      <w:r w:rsidR="5B176372" w:rsidRPr="44840491">
        <w:rPr>
          <w:rFonts w:ascii="Arial" w:hAnsi="Arial" w:cs="Arial"/>
          <w:sz w:val="22"/>
          <w:szCs w:val="22"/>
        </w:rPr>
        <w:t xml:space="preserve"> sätestatakse</w:t>
      </w:r>
      <w:r w:rsidR="00D81BB5" w:rsidRPr="44840491">
        <w:rPr>
          <w:rFonts w:ascii="Arial" w:hAnsi="Arial" w:cs="Arial"/>
          <w:sz w:val="22"/>
          <w:szCs w:val="22"/>
        </w:rPr>
        <w:t>, et</w:t>
      </w:r>
      <w:r w:rsidR="5B176372" w:rsidRPr="44840491">
        <w:rPr>
          <w:rFonts w:ascii="Arial" w:hAnsi="Arial" w:cs="Arial"/>
          <w:sz w:val="22"/>
          <w:szCs w:val="22"/>
        </w:rPr>
        <w:t xml:space="preserve"> </w:t>
      </w:r>
      <w:r w:rsidR="1205103A" w:rsidRPr="44840491">
        <w:rPr>
          <w:rFonts w:ascii="Arial" w:hAnsi="Arial" w:cs="Arial"/>
          <w:sz w:val="22"/>
          <w:szCs w:val="22"/>
        </w:rPr>
        <w:t xml:space="preserve">verekomponentide </w:t>
      </w:r>
      <w:r w:rsidR="00D81BB5" w:rsidRPr="44840491">
        <w:rPr>
          <w:rFonts w:ascii="Arial" w:hAnsi="Arial" w:cs="Arial"/>
          <w:sz w:val="22"/>
          <w:szCs w:val="22"/>
        </w:rPr>
        <w:t>andmestikku kuulub verekompone</w:t>
      </w:r>
      <w:r w:rsidR="00621AF5">
        <w:rPr>
          <w:rFonts w:ascii="Arial" w:hAnsi="Arial" w:cs="Arial"/>
          <w:sz w:val="22"/>
          <w:szCs w:val="22"/>
        </w:rPr>
        <w:t>n</w:t>
      </w:r>
      <w:r w:rsidR="00D81BB5" w:rsidRPr="44840491">
        <w:rPr>
          <w:rFonts w:ascii="Arial" w:hAnsi="Arial" w:cs="Arial"/>
          <w:sz w:val="22"/>
          <w:szCs w:val="22"/>
        </w:rPr>
        <w:t>tide</w:t>
      </w:r>
      <w:r w:rsidR="008B5BAC" w:rsidRPr="44840491">
        <w:rPr>
          <w:rFonts w:ascii="Arial" w:hAnsi="Arial" w:cs="Arial"/>
          <w:sz w:val="22"/>
          <w:szCs w:val="22"/>
        </w:rPr>
        <w:t xml:space="preserve"> varu</w:t>
      </w:r>
      <w:r w:rsidR="009D4FF7">
        <w:rPr>
          <w:rFonts w:ascii="Arial" w:hAnsi="Arial" w:cs="Arial"/>
          <w:sz w:val="22"/>
          <w:szCs w:val="22"/>
        </w:rPr>
        <w:t>sid puudutav</w:t>
      </w:r>
      <w:r w:rsidR="008B5BAC" w:rsidRPr="44840491">
        <w:rPr>
          <w:rFonts w:ascii="Arial" w:hAnsi="Arial" w:cs="Arial"/>
          <w:sz w:val="22"/>
          <w:szCs w:val="22"/>
        </w:rPr>
        <w:t xml:space="preserve"> koo</w:t>
      </w:r>
      <w:r w:rsidR="00D54288">
        <w:rPr>
          <w:rFonts w:ascii="Arial" w:hAnsi="Arial" w:cs="Arial"/>
          <w:sz w:val="22"/>
          <w:szCs w:val="22"/>
        </w:rPr>
        <w:t>n</w:t>
      </w:r>
      <w:r w:rsidR="008B5BAC" w:rsidRPr="44840491">
        <w:rPr>
          <w:rFonts w:ascii="Arial" w:hAnsi="Arial" w:cs="Arial"/>
          <w:sz w:val="22"/>
          <w:szCs w:val="22"/>
        </w:rPr>
        <w:t xml:space="preserve">datud teave, mis võimaldab </w:t>
      </w:r>
      <w:r w:rsidR="1205103A" w:rsidRPr="44840491">
        <w:rPr>
          <w:rFonts w:ascii="Arial" w:hAnsi="Arial" w:cs="Arial"/>
          <w:sz w:val="22"/>
          <w:szCs w:val="22"/>
        </w:rPr>
        <w:t xml:space="preserve">hinnata verevarude seisu verekeskuste kaupa ja </w:t>
      </w:r>
      <w:r w:rsidR="56DFDC56" w:rsidRPr="44840491">
        <w:rPr>
          <w:rFonts w:ascii="Arial" w:hAnsi="Arial" w:cs="Arial"/>
          <w:sz w:val="22"/>
          <w:szCs w:val="22"/>
        </w:rPr>
        <w:t xml:space="preserve">kogu </w:t>
      </w:r>
      <w:r w:rsidR="1205103A" w:rsidRPr="44840491">
        <w:rPr>
          <w:rFonts w:ascii="Arial" w:hAnsi="Arial" w:cs="Arial"/>
          <w:sz w:val="22"/>
          <w:szCs w:val="22"/>
        </w:rPr>
        <w:t>riigis</w:t>
      </w:r>
      <w:r w:rsidR="008B5BAC" w:rsidRPr="44840491">
        <w:rPr>
          <w:rFonts w:ascii="Arial" w:hAnsi="Arial" w:cs="Arial"/>
          <w:sz w:val="22"/>
          <w:szCs w:val="22"/>
        </w:rPr>
        <w:t>.</w:t>
      </w:r>
    </w:p>
    <w:p w14:paraId="69601AD6" w14:textId="2815143E" w:rsidR="7BB958ED" w:rsidRPr="00883945" w:rsidRDefault="7BB958ED" w:rsidP="375AF7ED">
      <w:pPr>
        <w:jc w:val="both"/>
        <w:rPr>
          <w:rFonts w:ascii="Arial" w:hAnsi="Arial" w:cs="Arial"/>
          <w:sz w:val="22"/>
          <w:szCs w:val="22"/>
        </w:rPr>
      </w:pPr>
    </w:p>
    <w:p w14:paraId="1413AB92" w14:textId="5C0938A3" w:rsidR="7BB958ED" w:rsidRPr="00883945" w:rsidRDefault="459905E4" w:rsidP="434FB2D3">
      <w:pPr>
        <w:jc w:val="both"/>
        <w:rPr>
          <w:rFonts w:ascii="Arial" w:hAnsi="Arial" w:cs="Arial"/>
          <w:sz w:val="22"/>
          <w:szCs w:val="22"/>
        </w:rPr>
      </w:pPr>
      <w:r w:rsidRPr="44840491">
        <w:rPr>
          <w:rFonts w:ascii="Arial" w:hAnsi="Arial" w:cs="Arial"/>
          <w:sz w:val="22"/>
          <w:szCs w:val="22"/>
          <w:u w:val="single"/>
        </w:rPr>
        <w:t>L</w:t>
      </w:r>
      <w:r w:rsidR="3DF383F4" w:rsidRPr="44840491">
        <w:rPr>
          <w:rFonts w:ascii="Arial" w:hAnsi="Arial" w:cs="Arial"/>
          <w:sz w:val="22"/>
          <w:szCs w:val="22"/>
          <w:u w:val="single"/>
        </w:rPr>
        <w:t>õike</w:t>
      </w:r>
      <w:r w:rsidR="36D41F2B" w:rsidRPr="44840491">
        <w:rPr>
          <w:rFonts w:ascii="Arial" w:hAnsi="Arial" w:cs="Arial"/>
          <w:sz w:val="22"/>
          <w:szCs w:val="22"/>
          <w:u w:val="single"/>
        </w:rPr>
        <w:t>s</w:t>
      </w:r>
      <w:r w:rsidR="3DF383F4" w:rsidRPr="44840491">
        <w:rPr>
          <w:rFonts w:ascii="Arial" w:hAnsi="Arial" w:cs="Arial"/>
          <w:sz w:val="22"/>
          <w:szCs w:val="22"/>
          <w:u w:val="single"/>
        </w:rPr>
        <w:t xml:space="preserve"> </w:t>
      </w:r>
      <w:r w:rsidR="00DC722C" w:rsidRPr="44840491">
        <w:rPr>
          <w:rFonts w:ascii="Arial" w:hAnsi="Arial" w:cs="Arial"/>
          <w:sz w:val="22"/>
          <w:szCs w:val="22"/>
          <w:u w:val="single"/>
        </w:rPr>
        <w:t>4</w:t>
      </w:r>
      <w:r w:rsidR="3DF383F4" w:rsidRPr="44840491">
        <w:rPr>
          <w:rFonts w:ascii="Arial" w:hAnsi="Arial" w:cs="Arial"/>
          <w:sz w:val="22"/>
          <w:szCs w:val="22"/>
        </w:rPr>
        <w:t xml:space="preserve"> </w:t>
      </w:r>
      <w:r w:rsidR="19ADEEEA" w:rsidRPr="004775CF">
        <w:rPr>
          <w:rFonts w:ascii="Arial" w:hAnsi="Arial" w:cs="Arial"/>
          <w:sz w:val="22"/>
          <w:szCs w:val="22"/>
        </w:rPr>
        <w:t>sätesta</w:t>
      </w:r>
      <w:r w:rsidR="03806426" w:rsidRPr="004775CF">
        <w:rPr>
          <w:rFonts w:ascii="Arial" w:hAnsi="Arial" w:cs="Arial"/>
          <w:sz w:val="22"/>
          <w:szCs w:val="22"/>
        </w:rPr>
        <w:t>takse</w:t>
      </w:r>
      <w:r w:rsidR="00DC722C" w:rsidRPr="004775CF">
        <w:rPr>
          <w:rFonts w:ascii="Arial" w:hAnsi="Arial" w:cs="Arial"/>
          <w:sz w:val="22"/>
          <w:szCs w:val="22"/>
        </w:rPr>
        <w:t>, et</w:t>
      </w:r>
      <w:r w:rsidR="19ADEEEA" w:rsidRPr="004775CF">
        <w:rPr>
          <w:rFonts w:ascii="Arial" w:hAnsi="Arial" w:cs="Arial"/>
          <w:sz w:val="22"/>
          <w:szCs w:val="22"/>
        </w:rPr>
        <w:t xml:space="preserve"> retsipient</w:t>
      </w:r>
      <w:r w:rsidR="004775CF">
        <w:rPr>
          <w:rFonts w:ascii="Arial" w:hAnsi="Arial" w:cs="Arial"/>
          <w:sz w:val="22"/>
          <w:szCs w:val="22"/>
        </w:rPr>
        <w:t>id</w:t>
      </w:r>
      <w:r w:rsidR="19ADEEEA" w:rsidRPr="004775CF">
        <w:rPr>
          <w:rFonts w:ascii="Arial" w:hAnsi="Arial" w:cs="Arial"/>
          <w:sz w:val="22"/>
          <w:szCs w:val="22"/>
        </w:rPr>
        <w:t>e ja vereülekannete andmestik</w:t>
      </w:r>
      <w:r w:rsidR="00D54288" w:rsidRPr="004775CF">
        <w:rPr>
          <w:rFonts w:ascii="Arial" w:hAnsi="Arial" w:cs="Arial"/>
          <w:sz w:val="22"/>
          <w:szCs w:val="22"/>
        </w:rPr>
        <w:t>k</w:t>
      </w:r>
      <w:r w:rsidR="19ADEEEA" w:rsidRPr="004775CF">
        <w:rPr>
          <w:rFonts w:ascii="Arial" w:hAnsi="Arial" w:cs="Arial"/>
          <w:sz w:val="22"/>
          <w:szCs w:val="22"/>
        </w:rPr>
        <w:t>u kuuluvad andmed</w:t>
      </w:r>
      <w:r w:rsidR="316EA458" w:rsidRPr="004775CF">
        <w:rPr>
          <w:rFonts w:ascii="Arial" w:hAnsi="Arial" w:cs="Arial"/>
          <w:sz w:val="22"/>
          <w:szCs w:val="22"/>
        </w:rPr>
        <w:t xml:space="preserve">, </w:t>
      </w:r>
      <w:r w:rsidR="00FD54F2">
        <w:rPr>
          <w:rFonts w:ascii="Arial" w:hAnsi="Arial" w:cs="Arial"/>
          <w:sz w:val="22"/>
          <w:szCs w:val="22"/>
        </w:rPr>
        <w:t>millel on</w:t>
      </w:r>
      <w:r w:rsidR="316EA458" w:rsidRPr="004775CF">
        <w:rPr>
          <w:rFonts w:ascii="Arial" w:hAnsi="Arial" w:cs="Arial"/>
          <w:sz w:val="22"/>
          <w:szCs w:val="22"/>
        </w:rPr>
        <w:t xml:space="preserve"> oluline roll vereülekan</w:t>
      </w:r>
      <w:r w:rsidR="00FD54F2">
        <w:rPr>
          <w:rFonts w:ascii="Arial" w:hAnsi="Arial" w:cs="Arial"/>
          <w:sz w:val="22"/>
          <w:szCs w:val="22"/>
        </w:rPr>
        <w:t>de</w:t>
      </w:r>
      <w:r w:rsidR="316EA458" w:rsidRPr="004775CF">
        <w:rPr>
          <w:rFonts w:ascii="Arial" w:hAnsi="Arial" w:cs="Arial"/>
          <w:sz w:val="22"/>
          <w:szCs w:val="22"/>
        </w:rPr>
        <w:t xml:space="preserve"> reaktsioonide registreerimisel</w:t>
      </w:r>
      <w:r w:rsidR="00F21521" w:rsidRPr="004775CF">
        <w:rPr>
          <w:rFonts w:ascii="Arial" w:hAnsi="Arial" w:cs="Arial"/>
          <w:sz w:val="22"/>
          <w:szCs w:val="22"/>
        </w:rPr>
        <w:t>.</w:t>
      </w:r>
    </w:p>
    <w:p w14:paraId="50D862FD" w14:textId="2075555A" w:rsidR="7BB958ED" w:rsidRPr="00883945" w:rsidRDefault="7BB958ED" w:rsidP="375AF7ED">
      <w:pPr>
        <w:jc w:val="both"/>
        <w:rPr>
          <w:rFonts w:ascii="Arial" w:hAnsi="Arial" w:cs="Arial"/>
          <w:sz w:val="22"/>
          <w:szCs w:val="22"/>
        </w:rPr>
      </w:pPr>
    </w:p>
    <w:p w14:paraId="46DCD44E" w14:textId="63BAC491" w:rsidR="7BB958ED" w:rsidRPr="00883945" w:rsidRDefault="48DC16B5" w:rsidP="434FB2D3">
      <w:pPr>
        <w:jc w:val="both"/>
        <w:rPr>
          <w:rFonts w:ascii="Arial" w:hAnsi="Arial" w:cs="Arial"/>
          <w:sz w:val="22"/>
          <w:szCs w:val="22"/>
        </w:rPr>
      </w:pPr>
      <w:r w:rsidRPr="44840491">
        <w:rPr>
          <w:rFonts w:ascii="Arial" w:hAnsi="Arial" w:cs="Arial"/>
          <w:sz w:val="22"/>
          <w:szCs w:val="22"/>
          <w:u w:val="single"/>
        </w:rPr>
        <w:t>L</w:t>
      </w:r>
      <w:r w:rsidR="3DF383F4" w:rsidRPr="44840491">
        <w:rPr>
          <w:rFonts w:ascii="Arial" w:hAnsi="Arial" w:cs="Arial"/>
          <w:sz w:val="22"/>
          <w:szCs w:val="22"/>
          <w:u w:val="single"/>
        </w:rPr>
        <w:t>õike</w:t>
      </w:r>
      <w:r w:rsidR="68F4D04C" w:rsidRPr="44840491">
        <w:rPr>
          <w:rFonts w:ascii="Arial" w:hAnsi="Arial" w:cs="Arial"/>
          <w:sz w:val="22"/>
          <w:szCs w:val="22"/>
          <w:u w:val="single"/>
        </w:rPr>
        <w:t>s</w:t>
      </w:r>
      <w:r w:rsidR="3DF383F4" w:rsidRPr="44840491">
        <w:rPr>
          <w:rFonts w:ascii="Arial" w:hAnsi="Arial" w:cs="Arial"/>
          <w:sz w:val="22"/>
          <w:szCs w:val="22"/>
          <w:u w:val="single"/>
        </w:rPr>
        <w:t xml:space="preserve"> </w:t>
      </w:r>
      <w:r w:rsidR="00F21521" w:rsidRPr="44840491">
        <w:rPr>
          <w:rFonts w:ascii="Arial" w:hAnsi="Arial" w:cs="Arial"/>
          <w:sz w:val="22"/>
          <w:szCs w:val="22"/>
          <w:u w:val="single"/>
        </w:rPr>
        <w:t>5</w:t>
      </w:r>
      <w:r w:rsidR="3DF383F4" w:rsidRPr="44840491">
        <w:rPr>
          <w:rFonts w:ascii="Arial" w:hAnsi="Arial" w:cs="Arial"/>
          <w:sz w:val="22"/>
          <w:szCs w:val="22"/>
          <w:u w:val="single"/>
        </w:rPr>
        <w:t xml:space="preserve"> </w:t>
      </w:r>
      <w:r w:rsidR="3991E24C" w:rsidRPr="44840491">
        <w:rPr>
          <w:rFonts w:ascii="Arial" w:hAnsi="Arial" w:cs="Arial"/>
          <w:sz w:val="22"/>
          <w:szCs w:val="22"/>
        </w:rPr>
        <w:t>sätesta</w:t>
      </w:r>
      <w:r w:rsidR="5A246EFD" w:rsidRPr="44840491">
        <w:rPr>
          <w:rFonts w:ascii="Arial" w:hAnsi="Arial" w:cs="Arial"/>
          <w:sz w:val="22"/>
          <w:szCs w:val="22"/>
        </w:rPr>
        <w:t>takse</w:t>
      </w:r>
      <w:r w:rsidR="3991E24C" w:rsidRPr="44840491">
        <w:rPr>
          <w:rFonts w:ascii="Arial" w:hAnsi="Arial" w:cs="Arial"/>
          <w:sz w:val="22"/>
          <w:szCs w:val="22"/>
        </w:rPr>
        <w:t xml:space="preserve"> referentlabori andmete koosseis, mis on vajalik referentlabori teenuse osutamiseks</w:t>
      </w:r>
      <w:r w:rsidR="00C42624" w:rsidRPr="44840491">
        <w:rPr>
          <w:rFonts w:ascii="Arial" w:hAnsi="Arial" w:cs="Arial"/>
          <w:sz w:val="22"/>
          <w:szCs w:val="22"/>
        </w:rPr>
        <w:t>.</w:t>
      </w:r>
    </w:p>
    <w:p w14:paraId="180B6AF4" w14:textId="50CC3AB9" w:rsidR="7BB958ED" w:rsidRPr="00883945" w:rsidRDefault="7BB958ED" w:rsidP="375AF7ED">
      <w:pPr>
        <w:jc w:val="both"/>
        <w:rPr>
          <w:rFonts w:ascii="Arial" w:hAnsi="Arial" w:cs="Arial"/>
          <w:sz w:val="22"/>
          <w:szCs w:val="22"/>
        </w:rPr>
      </w:pPr>
    </w:p>
    <w:p w14:paraId="7A0DA30C" w14:textId="790C1FC3" w:rsidR="7BB958ED" w:rsidRPr="00883945" w:rsidRDefault="31D4C207" w:rsidP="434FB2D3">
      <w:pPr>
        <w:jc w:val="both"/>
        <w:rPr>
          <w:rFonts w:ascii="Arial" w:hAnsi="Arial" w:cs="Arial"/>
          <w:sz w:val="22"/>
          <w:szCs w:val="22"/>
        </w:rPr>
      </w:pPr>
      <w:r w:rsidRPr="44840491">
        <w:rPr>
          <w:rFonts w:ascii="Arial" w:hAnsi="Arial" w:cs="Arial"/>
          <w:sz w:val="22"/>
          <w:szCs w:val="22"/>
          <w:u w:val="single"/>
        </w:rPr>
        <w:t>L</w:t>
      </w:r>
      <w:r w:rsidR="3DF383F4" w:rsidRPr="44840491">
        <w:rPr>
          <w:rFonts w:ascii="Arial" w:hAnsi="Arial" w:cs="Arial"/>
          <w:sz w:val="22"/>
          <w:szCs w:val="22"/>
          <w:u w:val="single"/>
        </w:rPr>
        <w:t xml:space="preserve">õike </w:t>
      </w:r>
      <w:r w:rsidR="00C42624" w:rsidRPr="44840491">
        <w:rPr>
          <w:rFonts w:ascii="Arial" w:hAnsi="Arial" w:cs="Arial"/>
          <w:sz w:val="22"/>
          <w:szCs w:val="22"/>
          <w:u w:val="single"/>
        </w:rPr>
        <w:t>6</w:t>
      </w:r>
      <w:r w:rsidR="1208CE46" w:rsidRPr="00630F77">
        <w:rPr>
          <w:rFonts w:ascii="Arial" w:hAnsi="Arial" w:cs="Arial"/>
          <w:sz w:val="22"/>
          <w:szCs w:val="22"/>
        </w:rPr>
        <w:t xml:space="preserve"> </w:t>
      </w:r>
      <w:r w:rsidR="00F05672">
        <w:rPr>
          <w:rFonts w:ascii="Arial" w:hAnsi="Arial" w:cs="Arial"/>
          <w:sz w:val="22"/>
          <w:szCs w:val="22"/>
        </w:rPr>
        <w:t xml:space="preserve">kohaselt </w:t>
      </w:r>
      <w:r w:rsidR="00710B84">
        <w:rPr>
          <w:rFonts w:ascii="Arial" w:hAnsi="Arial" w:cs="Arial"/>
          <w:sz w:val="22"/>
          <w:szCs w:val="22"/>
        </w:rPr>
        <w:t>on infosüsteemi</w:t>
      </w:r>
      <w:r w:rsidR="00C23FE9">
        <w:rPr>
          <w:rFonts w:ascii="Arial" w:hAnsi="Arial" w:cs="Arial"/>
          <w:sz w:val="22"/>
          <w:szCs w:val="22"/>
        </w:rPr>
        <w:t xml:space="preserve"> täpsem andmekoosseis esitatud</w:t>
      </w:r>
      <w:r w:rsidR="00C42624" w:rsidRPr="44840491">
        <w:rPr>
          <w:rFonts w:ascii="Arial" w:hAnsi="Arial" w:cs="Arial"/>
          <w:sz w:val="22"/>
          <w:szCs w:val="22"/>
        </w:rPr>
        <w:t xml:space="preserve"> määruse</w:t>
      </w:r>
      <w:r w:rsidR="2588EDB0" w:rsidRPr="44840491">
        <w:rPr>
          <w:rFonts w:ascii="Arial" w:hAnsi="Arial" w:cs="Arial"/>
          <w:sz w:val="22"/>
          <w:szCs w:val="22"/>
        </w:rPr>
        <w:t xml:space="preserve"> </w:t>
      </w:r>
      <w:r w:rsidR="00C42624" w:rsidRPr="44840491">
        <w:rPr>
          <w:rFonts w:ascii="Arial" w:hAnsi="Arial" w:cs="Arial"/>
          <w:sz w:val="22"/>
          <w:szCs w:val="22"/>
        </w:rPr>
        <w:t>l</w:t>
      </w:r>
      <w:r w:rsidR="2588EDB0" w:rsidRPr="44840491">
        <w:rPr>
          <w:rFonts w:ascii="Arial" w:hAnsi="Arial" w:cs="Arial"/>
          <w:sz w:val="22"/>
          <w:szCs w:val="22"/>
        </w:rPr>
        <w:t>isa</w:t>
      </w:r>
      <w:r w:rsidR="00C23FE9">
        <w:rPr>
          <w:rFonts w:ascii="Arial" w:hAnsi="Arial" w:cs="Arial"/>
          <w:sz w:val="22"/>
          <w:szCs w:val="22"/>
        </w:rPr>
        <w:t>s</w:t>
      </w:r>
      <w:r w:rsidR="2588EDB0" w:rsidRPr="44840491">
        <w:rPr>
          <w:rFonts w:ascii="Arial" w:hAnsi="Arial" w:cs="Arial"/>
          <w:sz w:val="22"/>
          <w:szCs w:val="22"/>
        </w:rPr>
        <w:t>, kus on välja toodud detailne andmekoosseis eri</w:t>
      </w:r>
      <w:r w:rsidR="00C42624" w:rsidRPr="44840491">
        <w:rPr>
          <w:rFonts w:ascii="Arial" w:hAnsi="Arial" w:cs="Arial"/>
          <w:sz w:val="22"/>
          <w:szCs w:val="22"/>
        </w:rPr>
        <w:t xml:space="preserve"> </w:t>
      </w:r>
      <w:r w:rsidR="2588EDB0" w:rsidRPr="44840491">
        <w:rPr>
          <w:rFonts w:ascii="Arial" w:hAnsi="Arial" w:cs="Arial"/>
          <w:sz w:val="22"/>
          <w:szCs w:val="22"/>
        </w:rPr>
        <w:t>andmestike kaupa</w:t>
      </w:r>
      <w:r w:rsidR="00C42624" w:rsidRPr="44840491">
        <w:rPr>
          <w:rFonts w:ascii="Arial" w:hAnsi="Arial" w:cs="Arial"/>
          <w:sz w:val="22"/>
          <w:szCs w:val="22"/>
        </w:rPr>
        <w:t>.</w:t>
      </w:r>
    </w:p>
    <w:p w14:paraId="0FDDFE01" w14:textId="472973F0" w:rsidR="327BF4E0" w:rsidRPr="00883945" w:rsidRDefault="327BF4E0" w:rsidP="327BF4E0">
      <w:pPr>
        <w:jc w:val="both"/>
        <w:rPr>
          <w:rFonts w:ascii="Arial" w:hAnsi="Arial" w:cs="Arial"/>
          <w:b/>
          <w:bCs/>
          <w:sz w:val="22"/>
          <w:szCs w:val="22"/>
        </w:rPr>
      </w:pPr>
    </w:p>
    <w:p w14:paraId="05063AE1" w14:textId="4386E130" w:rsidR="3FC7C8DC" w:rsidRPr="00883945" w:rsidRDefault="0CFC821D" w:rsidP="434FB2D3">
      <w:pPr>
        <w:jc w:val="both"/>
        <w:rPr>
          <w:rFonts w:ascii="Arial" w:hAnsi="Arial" w:cs="Arial"/>
          <w:sz w:val="22"/>
          <w:szCs w:val="22"/>
        </w:rPr>
      </w:pPr>
      <w:r w:rsidRPr="44840491">
        <w:rPr>
          <w:rFonts w:ascii="Arial" w:hAnsi="Arial" w:cs="Arial"/>
          <w:b/>
          <w:bCs/>
          <w:sz w:val="22"/>
          <w:szCs w:val="22"/>
        </w:rPr>
        <w:t>Paragrahv</w:t>
      </w:r>
      <w:r w:rsidR="00C42624" w:rsidRPr="44840491">
        <w:rPr>
          <w:rFonts w:ascii="Arial" w:hAnsi="Arial" w:cs="Arial"/>
          <w:b/>
          <w:bCs/>
          <w:sz w:val="22"/>
          <w:szCs w:val="22"/>
        </w:rPr>
        <w:t>is</w:t>
      </w:r>
      <w:r w:rsidRPr="44840491">
        <w:rPr>
          <w:rFonts w:ascii="Arial" w:hAnsi="Arial" w:cs="Arial"/>
          <w:b/>
          <w:bCs/>
          <w:sz w:val="22"/>
          <w:szCs w:val="22"/>
        </w:rPr>
        <w:t xml:space="preserve"> </w:t>
      </w:r>
      <w:r w:rsidR="4642ED31" w:rsidRPr="44840491">
        <w:rPr>
          <w:rFonts w:ascii="Arial" w:hAnsi="Arial" w:cs="Arial"/>
          <w:b/>
          <w:bCs/>
          <w:sz w:val="22"/>
          <w:szCs w:val="22"/>
        </w:rPr>
        <w:t>6</w:t>
      </w:r>
      <w:r w:rsidR="490B31B6" w:rsidRPr="44840491">
        <w:rPr>
          <w:rFonts w:ascii="Arial" w:hAnsi="Arial" w:cs="Arial"/>
          <w:b/>
          <w:bCs/>
          <w:sz w:val="22"/>
          <w:szCs w:val="22"/>
        </w:rPr>
        <w:t xml:space="preserve"> </w:t>
      </w:r>
      <w:r w:rsidR="094A99CD" w:rsidRPr="44840491">
        <w:rPr>
          <w:rFonts w:ascii="Arial" w:hAnsi="Arial" w:cs="Arial"/>
          <w:sz w:val="22"/>
          <w:szCs w:val="22"/>
        </w:rPr>
        <w:t>s</w:t>
      </w:r>
      <w:r w:rsidR="182F978F" w:rsidRPr="44840491">
        <w:rPr>
          <w:rFonts w:ascii="Arial" w:hAnsi="Arial" w:cs="Arial"/>
          <w:sz w:val="22"/>
          <w:szCs w:val="22"/>
        </w:rPr>
        <w:t>ätest</w:t>
      </w:r>
      <w:r w:rsidR="5610D4CE" w:rsidRPr="44840491">
        <w:rPr>
          <w:rFonts w:ascii="Arial" w:hAnsi="Arial" w:cs="Arial"/>
          <w:sz w:val="22"/>
          <w:szCs w:val="22"/>
        </w:rPr>
        <w:t xml:space="preserve">atakse </w:t>
      </w:r>
      <w:r w:rsidR="182F978F" w:rsidRPr="44840491">
        <w:rPr>
          <w:rFonts w:ascii="Arial" w:hAnsi="Arial" w:cs="Arial"/>
          <w:sz w:val="22"/>
          <w:szCs w:val="22"/>
        </w:rPr>
        <w:t>infosüsteemi turvameetmed ja turbeaste, mis on nõutav infosüsteemi ohutu</w:t>
      </w:r>
      <w:r w:rsidR="384F800F" w:rsidRPr="44840491">
        <w:rPr>
          <w:rFonts w:ascii="Arial" w:hAnsi="Arial" w:cs="Arial"/>
          <w:sz w:val="22"/>
          <w:szCs w:val="22"/>
        </w:rPr>
        <w:t>ks</w:t>
      </w:r>
      <w:r w:rsidR="182F978F" w:rsidRPr="44840491">
        <w:rPr>
          <w:rFonts w:ascii="Arial" w:hAnsi="Arial" w:cs="Arial"/>
          <w:sz w:val="22"/>
          <w:szCs w:val="22"/>
        </w:rPr>
        <w:t xml:space="preserve"> kasutamise</w:t>
      </w:r>
      <w:r w:rsidR="569BA32A" w:rsidRPr="44840491">
        <w:rPr>
          <w:rFonts w:ascii="Arial" w:hAnsi="Arial" w:cs="Arial"/>
          <w:sz w:val="22"/>
          <w:szCs w:val="22"/>
        </w:rPr>
        <w:t>ks</w:t>
      </w:r>
      <w:r w:rsidR="6BEC8280" w:rsidRPr="44840491">
        <w:rPr>
          <w:rFonts w:ascii="Arial" w:hAnsi="Arial" w:cs="Arial"/>
          <w:sz w:val="22"/>
          <w:szCs w:val="22"/>
        </w:rPr>
        <w:t>.</w:t>
      </w:r>
    </w:p>
    <w:p w14:paraId="7D6F5EF0" w14:textId="34A8F7A4" w:rsidR="39FBD3AD" w:rsidRPr="00883945" w:rsidRDefault="39FBD3AD" w:rsidP="39FBD3AD">
      <w:pPr>
        <w:jc w:val="both"/>
        <w:rPr>
          <w:rFonts w:ascii="Arial" w:hAnsi="Arial" w:cs="Arial"/>
          <w:sz w:val="22"/>
          <w:szCs w:val="22"/>
        </w:rPr>
      </w:pPr>
    </w:p>
    <w:p w14:paraId="43F69C6C" w14:textId="18061DF6" w:rsidR="3FC7C8DC" w:rsidRPr="00883945" w:rsidRDefault="51906EFA" w:rsidP="434FB2D3">
      <w:pPr>
        <w:jc w:val="both"/>
        <w:rPr>
          <w:rFonts w:ascii="Arial" w:hAnsi="Arial" w:cs="Arial"/>
          <w:sz w:val="22"/>
          <w:szCs w:val="22"/>
        </w:rPr>
      </w:pPr>
      <w:r w:rsidRPr="44840491">
        <w:rPr>
          <w:rFonts w:ascii="Arial" w:hAnsi="Arial" w:cs="Arial"/>
          <w:sz w:val="22"/>
          <w:szCs w:val="22"/>
          <w:u w:val="single"/>
        </w:rPr>
        <w:t>Lõike</w:t>
      </w:r>
      <w:r w:rsidR="78444F27" w:rsidRPr="44840491">
        <w:rPr>
          <w:rFonts w:ascii="Arial" w:hAnsi="Arial" w:cs="Arial"/>
          <w:sz w:val="22"/>
          <w:szCs w:val="22"/>
          <w:u w:val="single"/>
        </w:rPr>
        <w:t>s</w:t>
      </w:r>
      <w:r w:rsidRPr="44840491">
        <w:rPr>
          <w:rFonts w:ascii="Arial" w:hAnsi="Arial" w:cs="Arial"/>
          <w:sz w:val="22"/>
          <w:szCs w:val="22"/>
          <w:u w:val="single"/>
        </w:rPr>
        <w:t xml:space="preserve"> 1</w:t>
      </w:r>
      <w:r w:rsidRPr="44840491">
        <w:rPr>
          <w:rFonts w:ascii="Arial" w:hAnsi="Arial" w:cs="Arial"/>
          <w:sz w:val="22"/>
          <w:szCs w:val="22"/>
        </w:rPr>
        <w:t xml:space="preserve"> </w:t>
      </w:r>
      <w:r w:rsidR="088ED28F" w:rsidRPr="44840491">
        <w:rPr>
          <w:rFonts w:ascii="Arial" w:hAnsi="Arial" w:cs="Arial"/>
          <w:sz w:val="22"/>
          <w:szCs w:val="22"/>
        </w:rPr>
        <w:t>määratakse i</w:t>
      </w:r>
      <w:r w:rsidR="04BEAC13" w:rsidRPr="44840491">
        <w:rPr>
          <w:rFonts w:ascii="Arial" w:hAnsi="Arial" w:cs="Arial"/>
          <w:sz w:val="22"/>
          <w:szCs w:val="22"/>
        </w:rPr>
        <w:t xml:space="preserve">nfosüsteemile </w:t>
      </w:r>
      <w:r w:rsidR="071BF0BF" w:rsidRPr="44840491">
        <w:rPr>
          <w:rFonts w:ascii="Arial" w:hAnsi="Arial" w:cs="Arial"/>
          <w:sz w:val="22"/>
          <w:szCs w:val="22"/>
        </w:rPr>
        <w:t>teine</w:t>
      </w:r>
      <w:r w:rsidR="04BEAC13" w:rsidRPr="44840491">
        <w:rPr>
          <w:rFonts w:ascii="Arial" w:hAnsi="Arial" w:cs="Arial"/>
          <w:sz w:val="22"/>
          <w:szCs w:val="22"/>
        </w:rPr>
        <w:t xml:space="preserve"> käideldavustase, k</w:t>
      </w:r>
      <w:r w:rsidR="3FDF89EF" w:rsidRPr="44840491">
        <w:rPr>
          <w:rFonts w:ascii="Arial" w:hAnsi="Arial" w:cs="Arial"/>
          <w:sz w:val="22"/>
          <w:szCs w:val="22"/>
        </w:rPr>
        <w:t xml:space="preserve">una vereseaduse </w:t>
      </w:r>
      <w:r w:rsidR="3FDF89EF" w:rsidRPr="00750FBF">
        <w:rPr>
          <w:rFonts w:ascii="Arial" w:hAnsi="Arial" w:cs="Arial"/>
          <w:sz w:val="22"/>
          <w:szCs w:val="22"/>
        </w:rPr>
        <w:t xml:space="preserve">§ 4 </w:t>
      </w:r>
      <w:r w:rsidR="003F519C" w:rsidRPr="00750FBF">
        <w:rPr>
          <w:rFonts w:ascii="Arial" w:hAnsi="Arial" w:cs="Arial"/>
          <w:sz w:val="22"/>
          <w:szCs w:val="22"/>
        </w:rPr>
        <w:t>lõi</w:t>
      </w:r>
      <w:r w:rsidR="00D437EC">
        <w:rPr>
          <w:rFonts w:ascii="Arial" w:hAnsi="Arial" w:cs="Arial"/>
          <w:sz w:val="22"/>
          <w:szCs w:val="22"/>
        </w:rPr>
        <w:t>ke</w:t>
      </w:r>
      <w:r w:rsidR="003F519C" w:rsidRPr="00750FBF">
        <w:rPr>
          <w:rFonts w:ascii="Arial" w:hAnsi="Arial" w:cs="Arial"/>
          <w:sz w:val="22"/>
          <w:szCs w:val="22"/>
        </w:rPr>
        <w:t> </w:t>
      </w:r>
      <w:r w:rsidR="3FDF89EF" w:rsidRPr="00750FBF">
        <w:rPr>
          <w:rFonts w:ascii="Arial" w:hAnsi="Arial" w:cs="Arial"/>
          <w:sz w:val="22"/>
          <w:szCs w:val="22"/>
        </w:rPr>
        <w:t>1</w:t>
      </w:r>
      <w:r w:rsidR="3FDF89EF" w:rsidRPr="44840491">
        <w:rPr>
          <w:rFonts w:ascii="Arial" w:hAnsi="Arial" w:cs="Arial"/>
          <w:sz w:val="22"/>
          <w:szCs w:val="22"/>
        </w:rPr>
        <w:t xml:space="preserve"> </w:t>
      </w:r>
      <w:r w:rsidR="00D437EC">
        <w:rPr>
          <w:rFonts w:ascii="Arial" w:hAnsi="Arial" w:cs="Arial"/>
          <w:sz w:val="22"/>
          <w:szCs w:val="22"/>
        </w:rPr>
        <w:t>kohaselt peavad</w:t>
      </w:r>
      <w:r w:rsidR="3FDF89EF" w:rsidRPr="44840491">
        <w:rPr>
          <w:rFonts w:ascii="Arial" w:hAnsi="Arial" w:cs="Arial"/>
          <w:sz w:val="22"/>
          <w:szCs w:val="22"/>
        </w:rPr>
        <w:t xml:space="preserve"> verekomponen</w:t>
      </w:r>
      <w:r w:rsidR="002A7C82">
        <w:rPr>
          <w:rFonts w:ascii="Arial" w:hAnsi="Arial" w:cs="Arial"/>
          <w:sz w:val="22"/>
          <w:szCs w:val="22"/>
        </w:rPr>
        <w:t>did olema</w:t>
      </w:r>
      <w:r w:rsidR="3FDF89EF" w:rsidRPr="44840491">
        <w:rPr>
          <w:rFonts w:ascii="Arial" w:hAnsi="Arial" w:cs="Arial"/>
          <w:sz w:val="22"/>
          <w:szCs w:val="22"/>
        </w:rPr>
        <w:t xml:space="preserve"> kättesaadav</w:t>
      </w:r>
      <w:r w:rsidR="002A7C82">
        <w:rPr>
          <w:rFonts w:ascii="Arial" w:hAnsi="Arial" w:cs="Arial"/>
          <w:sz w:val="22"/>
          <w:szCs w:val="22"/>
        </w:rPr>
        <w:t>ad</w:t>
      </w:r>
      <w:r w:rsidR="3FDF89EF" w:rsidRPr="44840491">
        <w:rPr>
          <w:rFonts w:ascii="Arial" w:hAnsi="Arial" w:cs="Arial"/>
          <w:sz w:val="22"/>
          <w:szCs w:val="22"/>
        </w:rPr>
        <w:t xml:space="preserve"> ööpäev</w:t>
      </w:r>
      <w:r w:rsidR="002A7C82">
        <w:rPr>
          <w:rFonts w:ascii="Arial" w:hAnsi="Arial" w:cs="Arial"/>
          <w:sz w:val="22"/>
          <w:szCs w:val="22"/>
        </w:rPr>
        <w:t xml:space="preserve"> läbi</w:t>
      </w:r>
      <w:r w:rsidR="3FDF89EF" w:rsidRPr="44840491">
        <w:rPr>
          <w:rFonts w:ascii="Arial" w:hAnsi="Arial" w:cs="Arial"/>
          <w:sz w:val="22"/>
          <w:szCs w:val="22"/>
        </w:rPr>
        <w:t xml:space="preserve"> üle Eesti. </w:t>
      </w:r>
      <w:r w:rsidR="7FF7D1FF" w:rsidRPr="44840491">
        <w:rPr>
          <w:rFonts w:ascii="Arial" w:hAnsi="Arial" w:cs="Arial"/>
          <w:sz w:val="22"/>
          <w:szCs w:val="22"/>
        </w:rPr>
        <w:t xml:space="preserve">Tervikluse tase on kõrgem, et tagada verevalvsus ja </w:t>
      </w:r>
      <w:r w:rsidR="49541DB5" w:rsidRPr="44840491">
        <w:rPr>
          <w:rFonts w:ascii="Arial" w:hAnsi="Arial" w:cs="Arial"/>
          <w:sz w:val="22"/>
          <w:szCs w:val="22"/>
        </w:rPr>
        <w:t xml:space="preserve">asjakohaselt kaitstud </w:t>
      </w:r>
      <w:r w:rsidR="7FF7D1FF" w:rsidRPr="44840491">
        <w:rPr>
          <w:rFonts w:ascii="Arial" w:hAnsi="Arial" w:cs="Arial"/>
          <w:sz w:val="22"/>
          <w:szCs w:val="22"/>
        </w:rPr>
        <w:t xml:space="preserve">andmete jälgitavus vastavalt </w:t>
      </w:r>
      <w:r w:rsidR="0003072E" w:rsidRPr="00CD1178">
        <w:rPr>
          <w:rFonts w:ascii="Arial" w:hAnsi="Arial" w:cs="Arial"/>
          <w:sz w:val="22"/>
          <w:szCs w:val="22"/>
        </w:rPr>
        <w:t xml:space="preserve">Euroopa Parlamendi ja </w:t>
      </w:r>
      <w:r w:rsidR="0003072E">
        <w:rPr>
          <w:rFonts w:ascii="Arial" w:hAnsi="Arial" w:cs="Arial"/>
          <w:sz w:val="22"/>
          <w:szCs w:val="22"/>
        </w:rPr>
        <w:t>n</w:t>
      </w:r>
      <w:r w:rsidR="0003072E" w:rsidRPr="00CD1178">
        <w:rPr>
          <w:rFonts w:ascii="Arial" w:hAnsi="Arial" w:cs="Arial"/>
          <w:sz w:val="22"/>
          <w:szCs w:val="22"/>
        </w:rPr>
        <w:t xml:space="preserve">õukogu </w:t>
      </w:r>
      <w:r w:rsidR="0003072E" w:rsidRPr="002866E4">
        <w:rPr>
          <w:rFonts w:ascii="Arial" w:hAnsi="Arial" w:cs="Arial"/>
          <w:sz w:val="22"/>
          <w:szCs w:val="22"/>
        </w:rPr>
        <w:t xml:space="preserve">määruse </w:t>
      </w:r>
      <w:r w:rsidR="0003072E">
        <w:rPr>
          <w:rFonts w:ascii="Arial" w:hAnsi="Arial" w:cs="Arial"/>
          <w:sz w:val="22"/>
          <w:szCs w:val="22"/>
        </w:rPr>
        <w:t xml:space="preserve">(EL) </w:t>
      </w:r>
      <w:r w:rsidR="0003072E" w:rsidRPr="002866E4">
        <w:rPr>
          <w:rFonts w:ascii="Arial" w:hAnsi="Arial" w:cs="Arial"/>
          <w:color w:val="000000" w:themeColor="text1"/>
          <w:sz w:val="22"/>
          <w:szCs w:val="22"/>
        </w:rPr>
        <w:t>2024/1938</w:t>
      </w:r>
      <w:r w:rsidR="7ED3C378" w:rsidRPr="44840491">
        <w:rPr>
          <w:rFonts w:ascii="Arial" w:hAnsi="Arial" w:cs="Arial"/>
          <w:sz w:val="22"/>
          <w:szCs w:val="22"/>
        </w:rPr>
        <w:t xml:space="preserve"> artikli 42 lõikele 6. </w:t>
      </w:r>
      <w:r w:rsidR="6639B73E" w:rsidRPr="44840491">
        <w:rPr>
          <w:rFonts w:ascii="Arial" w:hAnsi="Arial" w:cs="Arial"/>
          <w:sz w:val="22"/>
          <w:szCs w:val="22"/>
        </w:rPr>
        <w:t xml:space="preserve">Konfidentsiaalsuse tase </w:t>
      </w:r>
      <w:r w:rsidR="001766E8" w:rsidRPr="44840491">
        <w:rPr>
          <w:rFonts w:ascii="Arial" w:hAnsi="Arial" w:cs="Arial"/>
          <w:sz w:val="22"/>
          <w:szCs w:val="22"/>
        </w:rPr>
        <w:t>on</w:t>
      </w:r>
      <w:r w:rsidR="6639B73E" w:rsidRPr="44840491">
        <w:rPr>
          <w:rFonts w:ascii="Arial" w:hAnsi="Arial" w:cs="Arial"/>
          <w:sz w:val="22"/>
          <w:szCs w:val="22"/>
        </w:rPr>
        <w:t xml:space="preserve"> S2 sarnaselt teiste</w:t>
      </w:r>
      <w:r w:rsidR="1B713B20" w:rsidRPr="44840491">
        <w:rPr>
          <w:rFonts w:ascii="Arial" w:hAnsi="Arial" w:cs="Arial"/>
          <w:sz w:val="22"/>
          <w:szCs w:val="22"/>
        </w:rPr>
        <w:t>s</w:t>
      </w:r>
      <w:r w:rsidR="6639B73E" w:rsidRPr="44840491">
        <w:rPr>
          <w:rFonts w:ascii="Arial" w:hAnsi="Arial" w:cs="Arial"/>
          <w:sz w:val="22"/>
          <w:szCs w:val="22"/>
        </w:rPr>
        <w:t xml:space="preserve"> terviseinfosüsteemi</w:t>
      </w:r>
      <w:r w:rsidR="7415C3B5" w:rsidRPr="44840491">
        <w:rPr>
          <w:rFonts w:ascii="Arial" w:hAnsi="Arial" w:cs="Arial"/>
          <w:sz w:val="22"/>
          <w:szCs w:val="22"/>
        </w:rPr>
        <w:t>de</w:t>
      </w:r>
      <w:r w:rsidR="6639B73E" w:rsidRPr="44840491">
        <w:rPr>
          <w:rFonts w:ascii="Arial" w:hAnsi="Arial" w:cs="Arial"/>
          <w:sz w:val="22"/>
          <w:szCs w:val="22"/>
        </w:rPr>
        <w:t>s töödelda</w:t>
      </w:r>
      <w:r w:rsidR="23465CEA" w:rsidRPr="44840491">
        <w:rPr>
          <w:rFonts w:ascii="Arial" w:hAnsi="Arial" w:cs="Arial"/>
          <w:sz w:val="22"/>
          <w:szCs w:val="22"/>
        </w:rPr>
        <w:t xml:space="preserve">vate isiku- ja </w:t>
      </w:r>
      <w:r w:rsidR="6639B73E" w:rsidRPr="44840491">
        <w:rPr>
          <w:rFonts w:ascii="Arial" w:hAnsi="Arial" w:cs="Arial"/>
          <w:sz w:val="22"/>
          <w:szCs w:val="22"/>
        </w:rPr>
        <w:t>terviseandmetega</w:t>
      </w:r>
      <w:r w:rsidR="051FD312" w:rsidRPr="44840491">
        <w:rPr>
          <w:rFonts w:ascii="Arial" w:hAnsi="Arial" w:cs="Arial"/>
          <w:sz w:val="22"/>
          <w:szCs w:val="22"/>
        </w:rPr>
        <w:t>.</w:t>
      </w:r>
    </w:p>
    <w:p w14:paraId="64E06E46" w14:textId="5E12681F" w:rsidR="39FBD3AD" w:rsidRPr="00883945" w:rsidRDefault="39FBD3AD" w:rsidP="39FBD3AD">
      <w:pPr>
        <w:jc w:val="both"/>
        <w:rPr>
          <w:rFonts w:ascii="Arial" w:hAnsi="Arial" w:cs="Arial"/>
          <w:sz w:val="22"/>
          <w:szCs w:val="22"/>
        </w:rPr>
      </w:pPr>
    </w:p>
    <w:p w14:paraId="00C5FB00" w14:textId="3660AD83" w:rsidR="3FC7C8DC" w:rsidRPr="00883945" w:rsidRDefault="67AD5B37" w:rsidP="434FB2D3">
      <w:pPr>
        <w:jc w:val="both"/>
        <w:rPr>
          <w:rFonts w:ascii="Arial" w:hAnsi="Arial" w:cs="Arial"/>
          <w:sz w:val="22"/>
          <w:szCs w:val="22"/>
        </w:rPr>
      </w:pPr>
      <w:r w:rsidRPr="00CD1178">
        <w:rPr>
          <w:rFonts w:ascii="Arial" w:hAnsi="Arial" w:cs="Arial"/>
          <w:sz w:val="22"/>
          <w:szCs w:val="22"/>
        </w:rPr>
        <w:t>Lõikes 2</w:t>
      </w:r>
      <w:r w:rsidR="00D2031D" w:rsidRPr="00CD1178">
        <w:rPr>
          <w:rFonts w:ascii="Arial" w:hAnsi="Arial" w:cs="Arial"/>
          <w:sz w:val="22"/>
          <w:szCs w:val="22"/>
        </w:rPr>
        <w:t xml:space="preserve"> sätestatakse</w:t>
      </w:r>
      <w:r w:rsidRPr="00CD1178" w:rsidDel="00D2031D">
        <w:rPr>
          <w:rFonts w:ascii="Arial" w:hAnsi="Arial" w:cs="Arial"/>
          <w:sz w:val="22"/>
          <w:szCs w:val="22"/>
        </w:rPr>
        <w:t xml:space="preserve"> </w:t>
      </w:r>
      <w:r w:rsidRPr="00CD1178">
        <w:rPr>
          <w:rFonts w:ascii="Arial" w:hAnsi="Arial" w:cs="Arial"/>
          <w:sz w:val="22"/>
          <w:szCs w:val="22"/>
        </w:rPr>
        <w:t xml:space="preserve">infosüsteemi </w:t>
      </w:r>
      <w:r w:rsidR="00D2031D" w:rsidRPr="00CD1178">
        <w:rPr>
          <w:rFonts w:ascii="Arial" w:hAnsi="Arial" w:cs="Arial"/>
          <w:sz w:val="22"/>
          <w:szCs w:val="22"/>
        </w:rPr>
        <w:t>turbeastmeks „</w:t>
      </w:r>
      <w:r w:rsidRPr="00CD1178">
        <w:rPr>
          <w:rFonts w:ascii="Arial" w:hAnsi="Arial" w:cs="Arial"/>
          <w:sz w:val="22"/>
          <w:szCs w:val="22"/>
        </w:rPr>
        <w:t>kõrge</w:t>
      </w:r>
      <w:r w:rsidR="00D2031D" w:rsidRPr="00CD1178">
        <w:rPr>
          <w:rFonts w:ascii="Arial" w:hAnsi="Arial" w:cs="Arial"/>
          <w:sz w:val="22"/>
          <w:szCs w:val="22"/>
        </w:rPr>
        <w:t>“</w:t>
      </w:r>
      <w:r w:rsidRPr="00CD1178">
        <w:rPr>
          <w:rFonts w:ascii="Arial" w:hAnsi="Arial" w:cs="Arial"/>
          <w:sz w:val="22"/>
          <w:szCs w:val="22"/>
        </w:rPr>
        <w:t>, mi</w:t>
      </w:r>
      <w:r w:rsidR="00EA4E49">
        <w:rPr>
          <w:rFonts w:ascii="Arial" w:hAnsi="Arial" w:cs="Arial"/>
          <w:sz w:val="22"/>
          <w:szCs w:val="22"/>
        </w:rPr>
        <w:t>da</w:t>
      </w:r>
      <w:r w:rsidRPr="00CD1178">
        <w:rPr>
          <w:rFonts w:ascii="Arial" w:hAnsi="Arial" w:cs="Arial"/>
          <w:sz w:val="22"/>
          <w:szCs w:val="22"/>
        </w:rPr>
        <w:t xml:space="preserve"> </w:t>
      </w:r>
      <w:r w:rsidR="00D2031D" w:rsidRPr="00CD1178">
        <w:rPr>
          <w:rFonts w:ascii="Arial" w:hAnsi="Arial" w:cs="Arial"/>
          <w:sz w:val="22"/>
          <w:szCs w:val="22"/>
        </w:rPr>
        <w:t xml:space="preserve">on </w:t>
      </w:r>
      <w:r w:rsidRPr="00CD1178">
        <w:rPr>
          <w:rFonts w:ascii="Arial" w:hAnsi="Arial" w:cs="Arial"/>
          <w:sz w:val="22"/>
          <w:szCs w:val="22"/>
        </w:rPr>
        <w:t xml:space="preserve">hinnatud ja kirjeldatud turvaklassi protokolli järgi vastavalt </w:t>
      </w:r>
      <w:r w:rsidR="00524E6C">
        <w:rPr>
          <w:rFonts w:ascii="Arial" w:hAnsi="Arial" w:cs="Arial"/>
          <w:sz w:val="22"/>
          <w:szCs w:val="22"/>
        </w:rPr>
        <w:t xml:space="preserve">Vabariigi Valitsuse </w:t>
      </w:r>
      <w:r w:rsidR="00561DD1">
        <w:rPr>
          <w:rFonts w:ascii="Arial" w:hAnsi="Arial" w:cs="Arial"/>
          <w:sz w:val="22"/>
          <w:szCs w:val="22"/>
        </w:rPr>
        <w:t>9. detsembri</w:t>
      </w:r>
      <w:r w:rsidR="00C352A8">
        <w:rPr>
          <w:rFonts w:ascii="Arial" w:hAnsi="Arial" w:cs="Arial"/>
          <w:sz w:val="22"/>
          <w:szCs w:val="22"/>
        </w:rPr>
        <w:t xml:space="preserve"> 2022. a </w:t>
      </w:r>
      <w:r w:rsidRPr="00CD1178">
        <w:rPr>
          <w:rFonts w:ascii="Arial" w:hAnsi="Arial" w:cs="Arial"/>
          <w:sz w:val="22"/>
          <w:szCs w:val="22"/>
        </w:rPr>
        <w:t>määrusele</w:t>
      </w:r>
      <w:r w:rsidR="00524E6C">
        <w:rPr>
          <w:rFonts w:ascii="Arial" w:hAnsi="Arial" w:cs="Arial"/>
          <w:sz w:val="22"/>
          <w:szCs w:val="22"/>
        </w:rPr>
        <w:t xml:space="preserve"> nr 121</w:t>
      </w:r>
      <w:r w:rsidRPr="00CD1178">
        <w:rPr>
          <w:rFonts w:ascii="Arial" w:hAnsi="Arial" w:cs="Arial"/>
          <w:sz w:val="22"/>
          <w:szCs w:val="22"/>
        </w:rPr>
        <w:t xml:space="preserve"> </w:t>
      </w:r>
      <w:r w:rsidR="003C090B" w:rsidRPr="00CD1178">
        <w:rPr>
          <w:rFonts w:ascii="Arial" w:hAnsi="Arial" w:cs="Arial"/>
          <w:sz w:val="22"/>
          <w:szCs w:val="22"/>
        </w:rPr>
        <w:t>„</w:t>
      </w:r>
      <w:r w:rsidR="002F0A9A" w:rsidRPr="002F0A9A">
        <w:rPr>
          <w:rFonts w:ascii="Arial" w:hAnsi="Arial" w:cs="Arial"/>
          <w:sz w:val="22"/>
          <w:szCs w:val="22"/>
        </w:rPr>
        <w:t>Võrgu- ja infosüsteemide küberturvalisuse nõuded</w:t>
      </w:r>
      <w:r w:rsidR="003C090B">
        <w:rPr>
          <w:rFonts w:ascii="Arial" w:hAnsi="Arial" w:cs="Arial"/>
          <w:sz w:val="22"/>
          <w:szCs w:val="22"/>
        </w:rPr>
        <w:t>“</w:t>
      </w:r>
      <w:r w:rsidRPr="00CD1178">
        <w:rPr>
          <w:rFonts w:ascii="Arial" w:hAnsi="Arial" w:cs="Arial"/>
          <w:sz w:val="22"/>
          <w:szCs w:val="22"/>
        </w:rPr>
        <w:t>.</w:t>
      </w:r>
    </w:p>
    <w:p w14:paraId="1FDDBE50" w14:textId="5D3592F2" w:rsidR="39FBD3AD" w:rsidRPr="00883945" w:rsidRDefault="39FBD3AD" w:rsidP="39FBD3AD">
      <w:pPr>
        <w:jc w:val="both"/>
        <w:rPr>
          <w:rFonts w:ascii="Arial" w:hAnsi="Arial" w:cs="Arial"/>
          <w:sz w:val="22"/>
          <w:szCs w:val="22"/>
        </w:rPr>
      </w:pPr>
    </w:p>
    <w:p w14:paraId="6B49EB65" w14:textId="7BAE786E" w:rsidR="3FC7C8DC" w:rsidRPr="00883945" w:rsidRDefault="5E07072C" w:rsidP="434FB2D3">
      <w:pPr>
        <w:jc w:val="both"/>
        <w:rPr>
          <w:rFonts w:ascii="Arial" w:hAnsi="Arial" w:cs="Arial"/>
          <w:sz w:val="22"/>
          <w:szCs w:val="22"/>
        </w:rPr>
      </w:pPr>
      <w:r w:rsidRPr="00D3440D">
        <w:rPr>
          <w:rFonts w:ascii="Arial" w:hAnsi="Arial" w:cs="Arial"/>
          <w:sz w:val="22"/>
          <w:szCs w:val="22"/>
          <w:u w:val="single"/>
        </w:rPr>
        <w:t>Lõikes 3</w:t>
      </w:r>
      <w:r w:rsidRPr="00D3440D">
        <w:rPr>
          <w:rFonts w:ascii="Arial" w:hAnsi="Arial" w:cs="Arial"/>
          <w:sz w:val="22"/>
          <w:szCs w:val="22"/>
        </w:rPr>
        <w:t xml:space="preserve"> kohustatakse infosüsteemiga </w:t>
      </w:r>
      <w:r w:rsidR="00BD09C5" w:rsidRPr="00D3440D">
        <w:rPr>
          <w:rFonts w:ascii="Arial" w:hAnsi="Arial" w:cs="Arial"/>
          <w:sz w:val="22"/>
          <w:szCs w:val="22"/>
        </w:rPr>
        <w:t>oma</w:t>
      </w:r>
      <w:r w:rsidR="008B3373" w:rsidRPr="00D3440D">
        <w:rPr>
          <w:rFonts w:ascii="Arial" w:hAnsi="Arial" w:cs="Arial"/>
          <w:sz w:val="22"/>
          <w:szCs w:val="22"/>
        </w:rPr>
        <w:t xml:space="preserve"> infosüsteemi kaudu </w:t>
      </w:r>
      <w:r w:rsidRPr="00D3440D">
        <w:rPr>
          <w:rFonts w:ascii="Arial" w:hAnsi="Arial" w:cs="Arial"/>
          <w:sz w:val="22"/>
          <w:szCs w:val="22"/>
        </w:rPr>
        <w:t>liituv</w:t>
      </w:r>
      <w:r w:rsidR="00184AB2" w:rsidRPr="00D3440D">
        <w:rPr>
          <w:rFonts w:ascii="Arial" w:hAnsi="Arial" w:cs="Arial"/>
          <w:sz w:val="22"/>
          <w:szCs w:val="22"/>
        </w:rPr>
        <w:t>at</w:t>
      </w:r>
      <w:r w:rsidRPr="00D3440D">
        <w:rPr>
          <w:rFonts w:ascii="Arial" w:hAnsi="Arial" w:cs="Arial"/>
          <w:sz w:val="22"/>
          <w:szCs w:val="22"/>
        </w:rPr>
        <w:t xml:space="preserve"> osapool</w:t>
      </w:r>
      <w:r w:rsidR="003629B2" w:rsidRPr="00D3440D">
        <w:rPr>
          <w:rFonts w:ascii="Arial" w:hAnsi="Arial" w:cs="Arial"/>
          <w:sz w:val="22"/>
          <w:szCs w:val="22"/>
        </w:rPr>
        <w:t>t tegema</w:t>
      </w:r>
      <w:r w:rsidR="008060BF" w:rsidRPr="00D3440D">
        <w:rPr>
          <w:rFonts w:ascii="Arial" w:hAnsi="Arial" w:cs="Arial"/>
          <w:sz w:val="22"/>
          <w:szCs w:val="22"/>
        </w:rPr>
        <w:t xml:space="preserve"> oma</w:t>
      </w:r>
      <w:r w:rsidR="00D3440D" w:rsidRPr="00D3440D">
        <w:rPr>
          <w:rFonts w:ascii="Arial" w:hAnsi="Arial" w:cs="Arial"/>
          <w:sz w:val="22"/>
          <w:szCs w:val="22"/>
        </w:rPr>
        <w:t xml:space="preserve"> </w:t>
      </w:r>
      <w:r w:rsidR="00D3440D" w:rsidRPr="00D3440D">
        <w:rPr>
          <w:rFonts w:ascii="Arial" w:eastAsia="Arial" w:hAnsi="Arial" w:cs="Arial"/>
          <w:color w:val="000000" w:themeColor="text1"/>
          <w:sz w:val="22"/>
          <w:szCs w:val="22"/>
        </w:rPr>
        <w:t>infosüsteemi infoturbealaste riskide seire ja analüüsi</w:t>
      </w:r>
      <w:r w:rsidR="00D3440D">
        <w:rPr>
          <w:rFonts w:ascii="Arial" w:eastAsia="Arial" w:hAnsi="Arial" w:cs="Arial"/>
          <w:color w:val="000000" w:themeColor="text1"/>
          <w:sz w:val="22"/>
          <w:szCs w:val="22"/>
        </w:rPr>
        <w:t>.</w:t>
      </w:r>
    </w:p>
    <w:p w14:paraId="498E1706" w14:textId="1483ABAA" w:rsidR="39FBD3AD" w:rsidRPr="00883945" w:rsidRDefault="39FBD3AD" w:rsidP="39FBD3AD">
      <w:pPr>
        <w:jc w:val="both"/>
        <w:rPr>
          <w:rFonts w:ascii="Arial" w:hAnsi="Arial" w:cs="Arial"/>
          <w:sz w:val="22"/>
          <w:szCs w:val="22"/>
        </w:rPr>
      </w:pPr>
    </w:p>
    <w:p w14:paraId="61B45EBE" w14:textId="5F102BC1" w:rsidR="3FC7C8DC" w:rsidRPr="00883945" w:rsidRDefault="73733C06" w:rsidP="2B04A97D">
      <w:pPr>
        <w:jc w:val="both"/>
        <w:rPr>
          <w:rFonts w:ascii="Arial" w:hAnsi="Arial" w:cs="Arial"/>
          <w:sz w:val="22"/>
          <w:szCs w:val="22"/>
        </w:rPr>
      </w:pPr>
      <w:r w:rsidRPr="44840491">
        <w:rPr>
          <w:rFonts w:ascii="Arial" w:hAnsi="Arial" w:cs="Arial"/>
          <w:sz w:val="22"/>
          <w:szCs w:val="22"/>
          <w:u w:val="single"/>
        </w:rPr>
        <w:t>Lõike</w:t>
      </w:r>
      <w:r w:rsidR="00184AB2" w:rsidRPr="44840491">
        <w:rPr>
          <w:rFonts w:ascii="Arial" w:hAnsi="Arial" w:cs="Arial"/>
          <w:sz w:val="22"/>
          <w:szCs w:val="22"/>
          <w:u w:val="single"/>
        </w:rPr>
        <w:t>s</w:t>
      </w:r>
      <w:r w:rsidRPr="44840491">
        <w:rPr>
          <w:rFonts w:ascii="Arial" w:hAnsi="Arial" w:cs="Arial"/>
          <w:sz w:val="22"/>
          <w:szCs w:val="22"/>
          <w:u w:val="single"/>
        </w:rPr>
        <w:t xml:space="preserve"> </w:t>
      </w:r>
      <w:r w:rsidR="2554CC85" w:rsidRPr="44840491">
        <w:rPr>
          <w:rFonts w:ascii="Arial" w:hAnsi="Arial" w:cs="Arial"/>
          <w:sz w:val="22"/>
          <w:szCs w:val="22"/>
          <w:u w:val="single"/>
        </w:rPr>
        <w:t>4</w:t>
      </w:r>
      <w:r w:rsidR="2596A30C" w:rsidRPr="44840491">
        <w:rPr>
          <w:rFonts w:ascii="Arial" w:hAnsi="Arial" w:cs="Arial"/>
          <w:sz w:val="22"/>
          <w:szCs w:val="22"/>
        </w:rPr>
        <w:t xml:space="preserve"> </w:t>
      </w:r>
      <w:r w:rsidR="00184AB2" w:rsidRPr="44840491">
        <w:rPr>
          <w:rFonts w:ascii="Arial" w:hAnsi="Arial" w:cs="Arial"/>
          <w:sz w:val="22"/>
          <w:szCs w:val="22"/>
        </w:rPr>
        <w:t>sätestatakse</w:t>
      </w:r>
      <w:r w:rsidR="00BF35F4">
        <w:rPr>
          <w:rFonts w:ascii="Arial" w:hAnsi="Arial" w:cs="Arial"/>
          <w:sz w:val="22"/>
          <w:szCs w:val="22"/>
        </w:rPr>
        <w:t>, et</w:t>
      </w:r>
      <w:r w:rsidR="00184AB2" w:rsidRPr="44840491">
        <w:rPr>
          <w:rFonts w:ascii="Arial" w:hAnsi="Arial" w:cs="Arial"/>
          <w:sz w:val="22"/>
          <w:szCs w:val="22"/>
        </w:rPr>
        <w:t xml:space="preserve"> inf</w:t>
      </w:r>
      <w:r w:rsidR="0089410B" w:rsidRPr="44840491">
        <w:rPr>
          <w:rFonts w:ascii="Arial" w:hAnsi="Arial" w:cs="Arial"/>
          <w:sz w:val="22"/>
          <w:szCs w:val="22"/>
        </w:rPr>
        <w:t xml:space="preserve">osüsteemiga </w:t>
      </w:r>
      <w:r w:rsidR="00F24774">
        <w:rPr>
          <w:rFonts w:ascii="Arial" w:hAnsi="Arial" w:cs="Arial"/>
          <w:sz w:val="22"/>
          <w:szCs w:val="22"/>
        </w:rPr>
        <w:t>liides</w:t>
      </w:r>
      <w:r w:rsidR="0089410B" w:rsidRPr="44840491">
        <w:rPr>
          <w:rFonts w:ascii="Arial" w:hAnsi="Arial" w:cs="Arial"/>
          <w:sz w:val="22"/>
          <w:szCs w:val="22"/>
        </w:rPr>
        <w:t xml:space="preserve">tunud osapool, </w:t>
      </w:r>
      <w:r w:rsidR="060A5A95" w:rsidRPr="44840491">
        <w:rPr>
          <w:rFonts w:ascii="Arial" w:hAnsi="Arial" w:cs="Arial"/>
          <w:sz w:val="22"/>
          <w:szCs w:val="22"/>
        </w:rPr>
        <w:t>ke</w:t>
      </w:r>
      <w:r w:rsidR="0089410B" w:rsidRPr="44840491">
        <w:rPr>
          <w:rFonts w:ascii="Arial" w:hAnsi="Arial" w:cs="Arial"/>
          <w:sz w:val="22"/>
          <w:szCs w:val="22"/>
        </w:rPr>
        <w:t>lleks</w:t>
      </w:r>
      <w:r w:rsidR="060A5A95" w:rsidRPr="44840491">
        <w:rPr>
          <w:rFonts w:ascii="Arial" w:hAnsi="Arial" w:cs="Arial"/>
          <w:sz w:val="22"/>
          <w:szCs w:val="22"/>
        </w:rPr>
        <w:t xml:space="preserve"> on verekeskus, verekabinet ja referentlabor, </w:t>
      </w:r>
      <w:r w:rsidR="00BF35F4">
        <w:rPr>
          <w:rFonts w:ascii="Arial" w:hAnsi="Arial" w:cs="Arial"/>
          <w:sz w:val="22"/>
          <w:szCs w:val="22"/>
        </w:rPr>
        <w:t>peab</w:t>
      </w:r>
      <w:r w:rsidR="0E32B619" w:rsidRPr="44840491">
        <w:rPr>
          <w:rFonts w:ascii="Arial" w:hAnsi="Arial" w:cs="Arial"/>
          <w:sz w:val="22"/>
          <w:szCs w:val="22"/>
        </w:rPr>
        <w:t xml:space="preserve"> </w:t>
      </w:r>
      <w:r w:rsidR="2596A30C" w:rsidRPr="44840491">
        <w:rPr>
          <w:rFonts w:ascii="Arial" w:hAnsi="Arial" w:cs="Arial"/>
          <w:sz w:val="22"/>
          <w:szCs w:val="22"/>
        </w:rPr>
        <w:t>volitatud töö</w:t>
      </w:r>
      <w:r w:rsidR="7611037B" w:rsidRPr="44840491">
        <w:rPr>
          <w:rFonts w:ascii="Arial" w:hAnsi="Arial" w:cs="Arial"/>
          <w:sz w:val="22"/>
          <w:szCs w:val="22"/>
        </w:rPr>
        <w:t>tleja</w:t>
      </w:r>
      <w:r w:rsidR="003D57E6">
        <w:rPr>
          <w:rFonts w:ascii="Arial" w:hAnsi="Arial" w:cs="Arial"/>
          <w:sz w:val="22"/>
          <w:szCs w:val="22"/>
        </w:rPr>
        <w:t xml:space="preserve">t </w:t>
      </w:r>
      <w:r w:rsidR="003D57E6" w:rsidRPr="44840491">
        <w:rPr>
          <w:rFonts w:ascii="Arial" w:hAnsi="Arial" w:cs="Arial"/>
          <w:sz w:val="22"/>
          <w:szCs w:val="22"/>
        </w:rPr>
        <w:t>viivitamata teavitama</w:t>
      </w:r>
      <w:r w:rsidR="2596A30C" w:rsidRPr="44840491">
        <w:rPr>
          <w:rFonts w:ascii="Arial" w:hAnsi="Arial" w:cs="Arial"/>
          <w:sz w:val="22"/>
          <w:szCs w:val="22"/>
        </w:rPr>
        <w:t xml:space="preserve"> </w:t>
      </w:r>
      <w:r w:rsidR="0089410B" w:rsidRPr="44840491">
        <w:rPr>
          <w:rFonts w:ascii="Arial" w:hAnsi="Arial" w:cs="Arial"/>
          <w:sz w:val="22"/>
          <w:szCs w:val="22"/>
        </w:rPr>
        <w:t xml:space="preserve">kõigist </w:t>
      </w:r>
      <w:r w:rsidR="0EB32D20" w:rsidRPr="44840491">
        <w:rPr>
          <w:rFonts w:ascii="Arial" w:hAnsi="Arial" w:cs="Arial"/>
          <w:sz w:val="22"/>
          <w:szCs w:val="22"/>
        </w:rPr>
        <w:t xml:space="preserve">riketest ja asjaoludest, mis </w:t>
      </w:r>
      <w:r w:rsidR="003D57E6" w:rsidRPr="44840491">
        <w:rPr>
          <w:rFonts w:ascii="Arial" w:hAnsi="Arial" w:cs="Arial"/>
          <w:sz w:val="22"/>
          <w:szCs w:val="22"/>
        </w:rPr>
        <w:t xml:space="preserve">võivad </w:t>
      </w:r>
      <w:r w:rsidR="0EB32D20" w:rsidRPr="44840491">
        <w:rPr>
          <w:rFonts w:ascii="Arial" w:hAnsi="Arial" w:cs="Arial"/>
          <w:sz w:val="22"/>
          <w:szCs w:val="22"/>
        </w:rPr>
        <w:t xml:space="preserve">potentsiaalselt </w:t>
      </w:r>
      <w:r w:rsidR="00540A7A">
        <w:rPr>
          <w:rFonts w:ascii="Arial" w:hAnsi="Arial" w:cs="Arial"/>
          <w:sz w:val="22"/>
          <w:szCs w:val="22"/>
        </w:rPr>
        <w:t>ohustada</w:t>
      </w:r>
      <w:r w:rsidR="0EB32D20" w:rsidRPr="44840491">
        <w:rPr>
          <w:rFonts w:ascii="Arial" w:hAnsi="Arial" w:cs="Arial"/>
          <w:sz w:val="22"/>
          <w:szCs w:val="22"/>
        </w:rPr>
        <w:t xml:space="preserve"> infosüsteemi turvalisust</w:t>
      </w:r>
      <w:r w:rsidR="00540A7A">
        <w:rPr>
          <w:rFonts w:ascii="Arial" w:hAnsi="Arial" w:cs="Arial"/>
          <w:sz w:val="22"/>
          <w:szCs w:val="22"/>
        </w:rPr>
        <w:t>.</w:t>
      </w:r>
    </w:p>
    <w:p w14:paraId="51ED60E1" w14:textId="0F5E9AB0" w:rsidR="327BF4E0" w:rsidRPr="00883945" w:rsidRDefault="327BF4E0" w:rsidP="327BF4E0">
      <w:pPr>
        <w:jc w:val="both"/>
        <w:rPr>
          <w:rFonts w:ascii="Arial" w:hAnsi="Arial" w:cs="Arial"/>
          <w:b/>
          <w:bCs/>
          <w:sz w:val="22"/>
          <w:szCs w:val="22"/>
        </w:rPr>
      </w:pPr>
    </w:p>
    <w:p w14:paraId="5F50F4B8" w14:textId="0F136365" w:rsidR="1AF7F326" w:rsidRPr="00883945" w:rsidRDefault="4C94B443" w:rsidP="2B04A97D">
      <w:pPr>
        <w:jc w:val="both"/>
        <w:rPr>
          <w:rFonts w:ascii="Arial" w:hAnsi="Arial" w:cs="Arial"/>
          <w:sz w:val="22"/>
          <w:szCs w:val="22"/>
        </w:rPr>
      </w:pPr>
      <w:r w:rsidRPr="44840491">
        <w:rPr>
          <w:rFonts w:ascii="Arial" w:hAnsi="Arial" w:cs="Arial"/>
          <w:b/>
          <w:bCs/>
          <w:sz w:val="22"/>
          <w:szCs w:val="22"/>
        </w:rPr>
        <w:t>Paragrahvis</w:t>
      </w:r>
      <w:r w:rsidR="01557102" w:rsidRPr="44840491">
        <w:rPr>
          <w:rFonts w:ascii="Arial" w:hAnsi="Arial" w:cs="Arial"/>
          <w:b/>
          <w:bCs/>
          <w:sz w:val="22"/>
          <w:szCs w:val="22"/>
        </w:rPr>
        <w:t xml:space="preserve"> 7</w:t>
      </w:r>
      <w:r w:rsidR="4C9D7686" w:rsidRPr="44840491">
        <w:rPr>
          <w:rFonts w:ascii="Arial" w:hAnsi="Arial" w:cs="Arial"/>
          <w:sz w:val="22"/>
          <w:szCs w:val="22"/>
        </w:rPr>
        <w:t xml:space="preserve"> </w:t>
      </w:r>
      <w:r w:rsidR="003A7E06">
        <w:rPr>
          <w:rFonts w:ascii="Arial" w:hAnsi="Arial" w:cs="Arial"/>
          <w:sz w:val="22"/>
          <w:szCs w:val="22"/>
        </w:rPr>
        <w:t>nime</w:t>
      </w:r>
      <w:r w:rsidR="00582B04" w:rsidRPr="44840491">
        <w:rPr>
          <w:rFonts w:ascii="Arial" w:hAnsi="Arial" w:cs="Arial"/>
          <w:sz w:val="22"/>
          <w:szCs w:val="22"/>
        </w:rPr>
        <w:t xml:space="preserve">tatakse </w:t>
      </w:r>
      <w:r w:rsidR="5BABC78B" w:rsidRPr="44840491">
        <w:rPr>
          <w:rFonts w:ascii="Arial" w:hAnsi="Arial" w:cs="Arial"/>
          <w:sz w:val="22"/>
          <w:szCs w:val="22"/>
        </w:rPr>
        <w:t>infosüsteemi põhilised andmeandjad, ke</w:t>
      </w:r>
      <w:r w:rsidR="00582B04" w:rsidRPr="44840491">
        <w:rPr>
          <w:rFonts w:ascii="Arial" w:hAnsi="Arial" w:cs="Arial"/>
          <w:sz w:val="22"/>
          <w:szCs w:val="22"/>
        </w:rPr>
        <w:t>lleks</w:t>
      </w:r>
      <w:r w:rsidR="5BABC78B" w:rsidRPr="44840491">
        <w:rPr>
          <w:rFonts w:ascii="Arial" w:hAnsi="Arial" w:cs="Arial"/>
          <w:sz w:val="22"/>
          <w:szCs w:val="22"/>
        </w:rPr>
        <w:t xml:space="preserve"> on </w:t>
      </w:r>
      <w:r w:rsidR="4F3AF66C" w:rsidRPr="44840491">
        <w:rPr>
          <w:rFonts w:ascii="Arial" w:hAnsi="Arial" w:cs="Arial"/>
          <w:sz w:val="22"/>
          <w:szCs w:val="22"/>
        </w:rPr>
        <w:t xml:space="preserve">doonor, </w:t>
      </w:r>
      <w:r w:rsidR="5BABC78B" w:rsidRPr="44840491">
        <w:rPr>
          <w:rFonts w:ascii="Arial" w:hAnsi="Arial" w:cs="Arial"/>
          <w:sz w:val="22"/>
          <w:szCs w:val="22"/>
        </w:rPr>
        <w:t>verek</w:t>
      </w:r>
      <w:r w:rsidR="74B9C2F7" w:rsidRPr="44840491">
        <w:rPr>
          <w:rFonts w:ascii="Arial" w:hAnsi="Arial" w:cs="Arial"/>
          <w:sz w:val="22"/>
          <w:szCs w:val="22"/>
        </w:rPr>
        <w:t>es</w:t>
      </w:r>
      <w:r w:rsidR="5BABC78B" w:rsidRPr="44840491">
        <w:rPr>
          <w:rFonts w:ascii="Arial" w:hAnsi="Arial" w:cs="Arial"/>
          <w:sz w:val="22"/>
          <w:szCs w:val="22"/>
        </w:rPr>
        <w:t>kus</w:t>
      </w:r>
      <w:r w:rsidR="1AAC4610" w:rsidRPr="44840491">
        <w:rPr>
          <w:rFonts w:ascii="Arial" w:hAnsi="Arial" w:cs="Arial"/>
          <w:sz w:val="22"/>
          <w:szCs w:val="22"/>
        </w:rPr>
        <w:t xml:space="preserve">, </w:t>
      </w:r>
      <w:r w:rsidR="136D0DF9" w:rsidRPr="44840491">
        <w:rPr>
          <w:rFonts w:ascii="Arial" w:hAnsi="Arial" w:cs="Arial"/>
          <w:sz w:val="22"/>
          <w:szCs w:val="22"/>
        </w:rPr>
        <w:t>verekabinet</w:t>
      </w:r>
      <w:r w:rsidR="47BCAAF8" w:rsidRPr="44840491">
        <w:rPr>
          <w:rFonts w:ascii="Arial" w:hAnsi="Arial" w:cs="Arial"/>
          <w:sz w:val="22"/>
          <w:szCs w:val="22"/>
        </w:rPr>
        <w:t xml:space="preserve"> </w:t>
      </w:r>
      <w:r w:rsidR="00DD7383">
        <w:rPr>
          <w:rFonts w:ascii="Arial" w:hAnsi="Arial" w:cs="Arial"/>
          <w:sz w:val="22"/>
          <w:szCs w:val="22"/>
        </w:rPr>
        <w:t>ja</w:t>
      </w:r>
      <w:r w:rsidR="3E158616" w:rsidRPr="44840491">
        <w:rPr>
          <w:rFonts w:ascii="Arial" w:hAnsi="Arial" w:cs="Arial"/>
          <w:sz w:val="22"/>
          <w:szCs w:val="22"/>
        </w:rPr>
        <w:t xml:space="preserve"> referentlabor,</w:t>
      </w:r>
      <w:r w:rsidR="47BCAAF8" w:rsidRPr="44840491">
        <w:rPr>
          <w:rFonts w:ascii="Arial" w:hAnsi="Arial" w:cs="Arial"/>
          <w:sz w:val="22"/>
          <w:szCs w:val="22"/>
        </w:rPr>
        <w:t xml:space="preserve"> </w:t>
      </w:r>
      <w:r w:rsidR="001C390E" w:rsidRPr="44840491">
        <w:rPr>
          <w:rFonts w:ascii="Arial" w:hAnsi="Arial" w:cs="Arial"/>
          <w:sz w:val="22"/>
          <w:szCs w:val="22"/>
        </w:rPr>
        <w:t xml:space="preserve">ning </w:t>
      </w:r>
      <w:r w:rsidR="00704C66">
        <w:rPr>
          <w:rFonts w:ascii="Arial" w:hAnsi="Arial" w:cs="Arial"/>
          <w:sz w:val="22"/>
          <w:szCs w:val="22"/>
        </w:rPr>
        <w:t xml:space="preserve">sätestatakse </w:t>
      </w:r>
      <w:r w:rsidR="47BCAAF8" w:rsidRPr="44840491">
        <w:rPr>
          <w:rFonts w:ascii="Arial" w:hAnsi="Arial" w:cs="Arial"/>
          <w:sz w:val="22"/>
          <w:szCs w:val="22"/>
        </w:rPr>
        <w:t>nende esita</w:t>
      </w:r>
      <w:r w:rsidR="00DD7383">
        <w:rPr>
          <w:rFonts w:ascii="Arial" w:hAnsi="Arial" w:cs="Arial"/>
          <w:sz w:val="22"/>
          <w:szCs w:val="22"/>
        </w:rPr>
        <w:t>ta</w:t>
      </w:r>
      <w:r w:rsidR="47BCAAF8" w:rsidRPr="44840491">
        <w:rPr>
          <w:rFonts w:ascii="Arial" w:hAnsi="Arial" w:cs="Arial"/>
          <w:sz w:val="22"/>
          <w:szCs w:val="22"/>
        </w:rPr>
        <w:t>va andme</w:t>
      </w:r>
      <w:r w:rsidR="7C2CAF52" w:rsidRPr="44840491">
        <w:rPr>
          <w:rFonts w:ascii="Arial" w:hAnsi="Arial" w:cs="Arial"/>
          <w:sz w:val="22"/>
          <w:szCs w:val="22"/>
        </w:rPr>
        <w:t>koosseisu ulatus</w:t>
      </w:r>
      <w:r w:rsidR="00582B04" w:rsidRPr="44840491">
        <w:rPr>
          <w:rFonts w:ascii="Arial" w:hAnsi="Arial" w:cs="Arial"/>
          <w:sz w:val="22"/>
          <w:szCs w:val="22"/>
        </w:rPr>
        <w:t>.</w:t>
      </w:r>
    </w:p>
    <w:p w14:paraId="38D3C2AF" w14:textId="2884EB0E" w:rsidR="39FBD3AD" w:rsidRPr="00883945" w:rsidRDefault="39FBD3AD" w:rsidP="39FBD3AD">
      <w:pPr>
        <w:jc w:val="both"/>
        <w:rPr>
          <w:rFonts w:ascii="Arial" w:hAnsi="Arial" w:cs="Arial"/>
          <w:sz w:val="22"/>
          <w:szCs w:val="22"/>
        </w:rPr>
      </w:pPr>
    </w:p>
    <w:p w14:paraId="71B7911E" w14:textId="0EE47507" w:rsidR="38F8E777" w:rsidRPr="00883945" w:rsidRDefault="38F8E777" w:rsidP="434FB2D3">
      <w:pPr>
        <w:jc w:val="both"/>
        <w:rPr>
          <w:rFonts w:ascii="Arial" w:hAnsi="Arial" w:cs="Arial"/>
          <w:sz w:val="22"/>
          <w:szCs w:val="22"/>
        </w:rPr>
      </w:pPr>
      <w:r w:rsidRPr="44840491">
        <w:rPr>
          <w:rFonts w:ascii="Arial" w:hAnsi="Arial" w:cs="Arial"/>
          <w:sz w:val="22"/>
          <w:szCs w:val="22"/>
          <w:u w:val="single"/>
        </w:rPr>
        <w:t>Lõikes 1</w:t>
      </w:r>
      <w:r w:rsidRPr="44840491">
        <w:rPr>
          <w:rFonts w:ascii="Arial" w:hAnsi="Arial" w:cs="Arial"/>
          <w:sz w:val="22"/>
          <w:szCs w:val="22"/>
        </w:rPr>
        <w:t xml:space="preserve"> sätestatakse veredoonori andmete esitamise viis ja ulatus. Doonor esitab doonoriportaali kaudu enda tervise- ja </w:t>
      </w:r>
      <w:r w:rsidR="4F43DCFF" w:rsidRPr="44840491">
        <w:rPr>
          <w:rFonts w:ascii="Arial" w:hAnsi="Arial" w:cs="Arial"/>
          <w:sz w:val="22"/>
          <w:szCs w:val="22"/>
        </w:rPr>
        <w:t>üld</w:t>
      </w:r>
      <w:r w:rsidRPr="44840491">
        <w:rPr>
          <w:rFonts w:ascii="Arial" w:hAnsi="Arial" w:cs="Arial"/>
          <w:sz w:val="22"/>
          <w:szCs w:val="22"/>
        </w:rPr>
        <w:t>andmed, täidab terviseküsimustiku ning annab nõusoleku vereloovutuseks</w:t>
      </w:r>
      <w:r w:rsidR="009B0CB4">
        <w:rPr>
          <w:rFonts w:ascii="Arial" w:hAnsi="Arial" w:cs="Arial"/>
          <w:sz w:val="22"/>
          <w:szCs w:val="22"/>
        </w:rPr>
        <w:t>, samuti</w:t>
      </w:r>
      <w:r w:rsidRPr="44840491">
        <w:rPr>
          <w:rFonts w:ascii="Arial" w:hAnsi="Arial" w:cs="Arial"/>
          <w:sz w:val="22"/>
          <w:szCs w:val="22"/>
        </w:rPr>
        <w:t xml:space="preserve"> kinnitab andmete korrektsust ja õigsust</w:t>
      </w:r>
      <w:r w:rsidR="5CA8E121" w:rsidRPr="44840491">
        <w:rPr>
          <w:rFonts w:ascii="Arial" w:hAnsi="Arial" w:cs="Arial"/>
          <w:sz w:val="22"/>
          <w:szCs w:val="22"/>
        </w:rPr>
        <w:t xml:space="preserve">. Minimaalselt </w:t>
      </w:r>
      <w:r w:rsidR="001C390E" w:rsidRPr="44840491">
        <w:rPr>
          <w:rFonts w:ascii="Arial" w:hAnsi="Arial" w:cs="Arial"/>
          <w:sz w:val="22"/>
          <w:szCs w:val="22"/>
        </w:rPr>
        <w:t xml:space="preserve">peab </w:t>
      </w:r>
      <w:r w:rsidR="5CA8E121" w:rsidRPr="44840491">
        <w:rPr>
          <w:rFonts w:ascii="Arial" w:hAnsi="Arial" w:cs="Arial"/>
          <w:sz w:val="22"/>
          <w:szCs w:val="22"/>
        </w:rPr>
        <w:lastRenderedPageBreak/>
        <w:t>doonor kinnitama, et tema veri on retsipien</w:t>
      </w:r>
      <w:r w:rsidR="009B0CB4">
        <w:rPr>
          <w:rFonts w:ascii="Arial" w:hAnsi="Arial" w:cs="Arial"/>
          <w:sz w:val="22"/>
          <w:szCs w:val="22"/>
        </w:rPr>
        <w:t>dile</w:t>
      </w:r>
      <w:r w:rsidR="5CA8E121" w:rsidRPr="44840491">
        <w:rPr>
          <w:rFonts w:ascii="Arial" w:hAnsi="Arial" w:cs="Arial"/>
          <w:sz w:val="22"/>
          <w:szCs w:val="22"/>
        </w:rPr>
        <w:t xml:space="preserve"> ohutu</w:t>
      </w:r>
      <w:r w:rsidR="38268838" w:rsidRPr="44840491">
        <w:rPr>
          <w:rFonts w:ascii="Arial" w:hAnsi="Arial" w:cs="Arial"/>
          <w:sz w:val="22"/>
          <w:szCs w:val="22"/>
        </w:rPr>
        <w:t xml:space="preserve"> </w:t>
      </w:r>
      <w:r w:rsidR="008D4B11">
        <w:rPr>
          <w:rFonts w:ascii="Arial" w:hAnsi="Arial" w:cs="Arial"/>
          <w:sz w:val="22"/>
          <w:szCs w:val="22"/>
        </w:rPr>
        <w:t>ja</w:t>
      </w:r>
      <w:r w:rsidR="05C61971" w:rsidRPr="44840491">
        <w:rPr>
          <w:rFonts w:ascii="Arial" w:hAnsi="Arial" w:cs="Arial"/>
          <w:sz w:val="22"/>
          <w:szCs w:val="22"/>
        </w:rPr>
        <w:t xml:space="preserve"> ta on võimalikest kõrvaltoimetest</w:t>
      </w:r>
      <w:r w:rsidR="008D4B11">
        <w:rPr>
          <w:rFonts w:ascii="Arial" w:hAnsi="Arial" w:cs="Arial"/>
          <w:sz w:val="22"/>
          <w:szCs w:val="22"/>
        </w:rPr>
        <w:t xml:space="preserve"> </w:t>
      </w:r>
      <w:r w:rsidR="008D4B11" w:rsidRPr="44840491">
        <w:rPr>
          <w:rFonts w:ascii="Arial" w:hAnsi="Arial" w:cs="Arial"/>
          <w:sz w:val="22"/>
          <w:szCs w:val="22"/>
        </w:rPr>
        <w:t>teadlik</w:t>
      </w:r>
      <w:r w:rsidR="02138765" w:rsidRPr="44840491">
        <w:rPr>
          <w:rFonts w:ascii="Arial" w:hAnsi="Arial" w:cs="Arial"/>
          <w:sz w:val="22"/>
          <w:szCs w:val="22"/>
        </w:rPr>
        <w:t xml:space="preserve">. Samuti </w:t>
      </w:r>
      <w:r w:rsidR="05C61971" w:rsidRPr="44840491">
        <w:rPr>
          <w:rFonts w:ascii="Arial" w:hAnsi="Arial" w:cs="Arial"/>
          <w:sz w:val="22"/>
          <w:szCs w:val="22"/>
        </w:rPr>
        <w:t>kohustub doonor verekeskust</w:t>
      </w:r>
      <w:r w:rsidR="050422D2" w:rsidRPr="44840491">
        <w:rPr>
          <w:rFonts w:ascii="Arial" w:hAnsi="Arial" w:cs="Arial"/>
          <w:sz w:val="22"/>
          <w:szCs w:val="22"/>
        </w:rPr>
        <w:t xml:space="preserve"> teavita</w:t>
      </w:r>
      <w:r w:rsidR="00AC3702" w:rsidRPr="44840491">
        <w:rPr>
          <w:rFonts w:ascii="Arial" w:hAnsi="Arial" w:cs="Arial"/>
          <w:sz w:val="22"/>
          <w:szCs w:val="22"/>
        </w:rPr>
        <w:t>m</w:t>
      </w:r>
      <w:r w:rsidR="050422D2" w:rsidRPr="44840491">
        <w:rPr>
          <w:rFonts w:ascii="Arial" w:hAnsi="Arial" w:cs="Arial"/>
          <w:sz w:val="22"/>
          <w:szCs w:val="22"/>
        </w:rPr>
        <w:t>a</w:t>
      </w:r>
      <w:r w:rsidR="05C61971" w:rsidRPr="44840491">
        <w:rPr>
          <w:rFonts w:ascii="Arial" w:hAnsi="Arial" w:cs="Arial"/>
          <w:sz w:val="22"/>
          <w:szCs w:val="22"/>
        </w:rPr>
        <w:t xml:space="preserve">, kui avastab endal </w:t>
      </w:r>
      <w:r w:rsidR="11D6C8D4" w:rsidRPr="44840491">
        <w:rPr>
          <w:rFonts w:ascii="Arial" w:hAnsi="Arial" w:cs="Arial"/>
          <w:sz w:val="22"/>
          <w:szCs w:val="22"/>
        </w:rPr>
        <w:t>hiljem</w:t>
      </w:r>
      <w:r w:rsidR="05C61971" w:rsidRPr="44840491">
        <w:rPr>
          <w:rFonts w:ascii="Arial" w:hAnsi="Arial" w:cs="Arial"/>
          <w:sz w:val="22"/>
          <w:szCs w:val="22"/>
        </w:rPr>
        <w:t xml:space="preserve"> nakkushaigus</w:t>
      </w:r>
      <w:r w:rsidR="00AC3702" w:rsidRPr="44840491">
        <w:rPr>
          <w:rFonts w:ascii="Arial" w:hAnsi="Arial" w:cs="Arial"/>
          <w:sz w:val="22"/>
          <w:szCs w:val="22"/>
        </w:rPr>
        <w:t>e.</w:t>
      </w:r>
    </w:p>
    <w:p w14:paraId="759529CB" w14:textId="5891AD0A" w:rsidR="44840491" w:rsidRPr="00883945" w:rsidRDefault="44840491" w:rsidP="44840491">
      <w:pPr>
        <w:jc w:val="both"/>
        <w:rPr>
          <w:rFonts w:ascii="Arial" w:hAnsi="Arial" w:cs="Arial"/>
          <w:sz w:val="22"/>
          <w:szCs w:val="22"/>
        </w:rPr>
      </w:pPr>
    </w:p>
    <w:p w14:paraId="59175C49" w14:textId="04946154" w:rsidR="2B04A97D" w:rsidRPr="00883945" w:rsidRDefault="582891EF" w:rsidP="44840491">
      <w:pPr>
        <w:jc w:val="both"/>
        <w:rPr>
          <w:rFonts w:ascii="Arial" w:hAnsi="Arial" w:cs="Arial"/>
          <w:sz w:val="22"/>
          <w:szCs w:val="22"/>
        </w:rPr>
      </w:pPr>
      <w:r w:rsidRPr="00883945">
        <w:rPr>
          <w:rFonts w:ascii="Arial" w:hAnsi="Arial" w:cs="Arial"/>
          <w:sz w:val="22"/>
          <w:szCs w:val="22"/>
          <w:u w:val="single"/>
        </w:rPr>
        <w:t>Lõikes 2</w:t>
      </w:r>
      <w:r w:rsidRPr="44840491">
        <w:rPr>
          <w:rFonts w:ascii="Arial" w:hAnsi="Arial" w:cs="Arial"/>
          <w:sz w:val="22"/>
          <w:szCs w:val="22"/>
        </w:rPr>
        <w:t xml:space="preserve"> sätestatakse verekeskuse edastatava andmekoosseisu ulatus. </w:t>
      </w:r>
      <w:r w:rsidR="1C08DFAF" w:rsidRPr="44840491">
        <w:rPr>
          <w:rFonts w:ascii="Arial" w:hAnsi="Arial" w:cs="Arial"/>
          <w:sz w:val="22"/>
          <w:szCs w:val="22"/>
        </w:rPr>
        <w:t>Verekeskus kontrolli</w:t>
      </w:r>
      <w:r w:rsidR="15C9D06E" w:rsidRPr="44840491">
        <w:rPr>
          <w:rFonts w:ascii="Arial" w:hAnsi="Arial" w:cs="Arial"/>
          <w:sz w:val="22"/>
          <w:szCs w:val="22"/>
        </w:rPr>
        <w:t>b</w:t>
      </w:r>
      <w:r w:rsidR="1C08DFAF" w:rsidRPr="44840491">
        <w:rPr>
          <w:rFonts w:ascii="Arial" w:hAnsi="Arial" w:cs="Arial"/>
          <w:sz w:val="22"/>
          <w:szCs w:val="22"/>
        </w:rPr>
        <w:t xml:space="preserve"> doonoriportaali kaudu doonori sisesta</w:t>
      </w:r>
      <w:r w:rsidR="73163A46" w:rsidRPr="44840491">
        <w:rPr>
          <w:rFonts w:ascii="Arial" w:hAnsi="Arial" w:cs="Arial"/>
          <w:sz w:val="22"/>
          <w:szCs w:val="22"/>
        </w:rPr>
        <w:t xml:space="preserve">tud </w:t>
      </w:r>
      <w:r w:rsidR="49361F8F" w:rsidRPr="44840491">
        <w:rPr>
          <w:rFonts w:ascii="Arial" w:hAnsi="Arial" w:cs="Arial"/>
          <w:sz w:val="22"/>
          <w:szCs w:val="22"/>
        </w:rPr>
        <w:t>info</w:t>
      </w:r>
      <w:r w:rsidR="004A3A92">
        <w:rPr>
          <w:rFonts w:ascii="Arial" w:hAnsi="Arial" w:cs="Arial"/>
          <w:sz w:val="22"/>
          <w:szCs w:val="22"/>
        </w:rPr>
        <w:t>t</w:t>
      </w:r>
      <w:r w:rsidR="5851069B" w:rsidRPr="44840491">
        <w:rPr>
          <w:rFonts w:ascii="Arial" w:hAnsi="Arial" w:cs="Arial"/>
          <w:sz w:val="22"/>
          <w:szCs w:val="22"/>
        </w:rPr>
        <w:t xml:space="preserve"> ning vajaduse</w:t>
      </w:r>
      <w:r w:rsidR="004A3A92">
        <w:rPr>
          <w:rFonts w:ascii="Arial" w:hAnsi="Arial" w:cs="Arial"/>
          <w:sz w:val="22"/>
          <w:szCs w:val="22"/>
        </w:rPr>
        <w:t xml:space="preserve"> korra</w:t>
      </w:r>
      <w:r w:rsidR="5851069B" w:rsidRPr="44840491">
        <w:rPr>
          <w:rFonts w:ascii="Arial" w:hAnsi="Arial" w:cs="Arial"/>
          <w:sz w:val="22"/>
          <w:szCs w:val="22"/>
        </w:rPr>
        <w:t>l</w:t>
      </w:r>
      <w:r w:rsidR="49361F8F" w:rsidRPr="44840491">
        <w:rPr>
          <w:rFonts w:ascii="Arial" w:hAnsi="Arial" w:cs="Arial"/>
          <w:sz w:val="22"/>
          <w:szCs w:val="22"/>
        </w:rPr>
        <w:t xml:space="preserve"> </w:t>
      </w:r>
      <w:r w:rsidR="30697DF2" w:rsidRPr="44840491">
        <w:rPr>
          <w:rFonts w:ascii="Arial" w:hAnsi="Arial" w:cs="Arial"/>
          <w:sz w:val="22"/>
          <w:szCs w:val="22"/>
        </w:rPr>
        <w:t xml:space="preserve">edastab infosüsteemi </w:t>
      </w:r>
      <w:r w:rsidR="7720CC4E" w:rsidRPr="44840491">
        <w:rPr>
          <w:rFonts w:ascii="Arial" w:hAnsi="Arial" w:cs="Arial"/>
          <w:sz w:val="22"/>
          <w:szCs w:val="22"/>
        </w:rPr>
        <w:t xml:space="preserve">puuduvad andmed doonori kohta. </w:t>
      </w:r>
      <w:r w:rsidR="00913424">
        <w:rPr>
          <w:rFonts w:ascii="Arial" w:hAnsi="Arial" w:cs="Arial"/>
          <w:sz w:val="22"/>
          <w:szCs w:val="22"/>
        </w:rPr>
        <w:t>V</w:t>
      </w:r>
      <w:r w:rsidR="79C1683A" w:rsidRPr="44840491">
        <w:rPr>
          <w:rFonts w:ascii="Arial" w:hAnsi="Arial" w:cs="Arial"/>
          <w:sz w:val="22"/>
          <w:szCs w:val="22"/>
        </w:rPr>
        <w:t>ereke</w:t>
      </w:r>
      <w:r w:rsidR="009514B0" w:rsidRPr="44840491">
        <w:rPr>
          <w:rFonts w:ascii="Arial" w:hAnsi="Arial" w:cs="Arial"/>
          <w:sz w:val="22"/>
          <w:szCs w:val="22"/>
        </w:rPr>
        <w:t>sk</w:t>
      </w:r>
      <w:r w:rsidR="79C1683A" w:rsidRPr="44840491">
        <w:rPr>
          <w:rFonts w:ascii="Arial" w:hAnsi="Arial" w:cs="Arial"/>
          <w:sz w:val="22"/>
          <w:szCs w:val="22"/>
        </w:rPr>
        <w:t>us</w:t>
      </w:r>
      <w:r w:rsidR="49361F8F" w:rsidRPr="44840491">
        <w:rPr>
          <w:rFonts w:ascii="Arial" w:hAnsi="Arial" w:cs="Arial"/>
          <w:sz w:val="22"/>
          <w:szCs w:val="22"/>
        </w:rPr>
        <w:t xml:space="preserve"> edastab </w:t>
      </w:r>
      <w:r w:rsidR="00913424">
        <w:rPr>
          <w:rFonts w:ascii="Arial" w:hAnsi="Arial" w:cs="Arial"/>
          <w:sz w:val="22"/>
          <w:szCs w:val="22"/>
        </w:rPr>
        <w:t xml:space="preserve">ka </w:t>
      </w:r>
      <w:r w:rsidR="49361F8F" w:rsidRPr="44840491">
        <w:rPr>
          <w:rFonts w:ascii="Arial" w:hAnsi="Arial" w:cs="Arial"/>
          <w:sz w:val="22"/>
          <w:szCs w:val="22"/>
        </w:rPr>
        <w:t>me</w:t>
      </w:r>
      <w:r w:rsidR="4C0B5310" w:rsidRPr="44840491">
        <w:rPr>
          <w:rFonts w:ascii="Arial" w:hAnsi="Arial" w:cs="Arial"/>
          <w:sz w:val="22"/>
          <w:szCs w:val="22"/>
        </w:rPr>
        <w:t xml:space="preserve">ditsiinilise läbivaatuse </w:t>
      </w:r>
      <w:r w:rsidR="00E702BD">
        <w:rPr>
          <w:rFonts w:ascii="Arial" w:hAnsi="Arial" w:cs="Arial"/>
          <w:sz w:val="22"/>
          <w:szCs w:val="22"/>
        </w:rPr>
        <w:t xml:space="preserve">andmed </w:t>
      </w:r>
      <w:r w:rsidR="4C0B5310" w:rsidRPr="44840491">
        <w:rPr>
          <w:rFonts w:ascii="Arial" w:hAnsi="Arial" w:cs="Arial"/>
          <w:sz w:val="22"/>
          <w:szCs w:val="22"/>
        </w:rPr>
        <w:t>ja verevõtuandmed, millest koosneb vereloovutuste andmestik</w:t>
      </w:r>
      <w:r w:rsidR="002E7C08">
        <w:rPr>
          <w:rFonts w:ascii="Arial" w:hAnsi="Arial" w:cs="Arial"/>
          <w:sz w:val="22"/>
          <w:szCs w:val="22"/>
        </w:rPr>
        <w:t>, ning</w:t>
      </w:r>
      <w:r w:rsidR="3C7EB675" w:rsidRPr="44840491">
        <w:rPr>
          <w:rFonts w:ascii="Arial" w:hAnsi="Arial" w:cs="Arial"/>
          <w:sz w:val="22"/>
          <w:szCs w:val="22"/>
        </w:rPr>
        <w:t xml:space="preserve"> verekomponentide andmestiku.</w:t>
      </w:r>
    </w:p>
    <w:p w14:paraId="168E33B4" w14:textId="602DA4E6" w:rsidR="39FBD3AD" w:rsidRPr="00883945" w:rsidRDefault="39FBD3AD" w:rsidP="44840491">
      <w:pPr>
        <w:jc w:val="both"/>
        <w:rPr>
          <w:rFonts w:ascii="Arial" w:hAnsi="Arial" w:cs="Arial"/>
          <w:sz w:val="22"/>
          <w:szCs w:val="22"/>
        </w:rPr>
      </w:pPr>
    </w:p>
    <w:p w14:paraId="170EBDDC" w14:textId="220B739F" w:rsidR="3C7EB675" w:rsidRPr="00883945" w:rsidRDefault="3C7EB675" w:rsidP="44840491">
      <w:pPr>
        <w:jc w:val="both"/>
        <w:rPr>
          <w:rFonts w:ascii="Arial" w:hAnsi="Arial" w:cs="Arial"/>
          <w:sz w:val="22"/>
          <w:szCs w:val="22"/>
        </w:rPr>
      </w:pPr>
      <w:r w:rsidRPr="44840491">
        <w:rPr>
          <w:rFonts w:ascii="Arial" w:hAnsi="Arial" w:cs="Arial"/>
          <w:sz w:val="22"/>
          <w:szCs w:val="22"/>
          <w:u w:val="single"/>
        </w:rPr>
        <w:t>Lõikes</w:t>
      </w:r>
      <w:r w:rsidR="009514B0" w:rsidRPr="44840491">
        <w:rPr>
          <w:rFonts w:ascii="Arial" w:hAnsi="Arial" w:cs="Arial"/>
          <w:sz w:val="22"/>
          <w:szCs w:val="22"/>
          <w:u w:val="single"/>
        </w:rPr>
        <w:t xml:space="preserve"> </w:t>
      </w:r>
      <w:r w:rsidRPr="44840491">
        <w:rPr>
          <w:rFonts w:ascii="Arial" w:hAnsi="Arial" w:cs="Arial"/>
          <w:sz w:val="22"/>
          <w:szCs w:val="22"/>
          <w:u w:val="single"/>
        </w:rPr>
        <w:t>3</w:t>
      </w:r>
      <w:r w:rsidRPr="00416513">
        <w:rPr>
          <w:rFonts w:ascii="Arial" w:hAnsi="Arial" w:cs="Arial"/>
          <w:sz w:val="22"/>
          <w:szCs w:val="22"/>
        </w:rPr>
        <w:t xml:space="preserve"> </w:t>
      </w:r>
      <w:r w:rsidRPr="00883945">
        <w:rPr>
          <w:rFonts w:ascii="Arial" w:hAnsi="Arial" w:cs="Arial"/>
          <w:sz w:val="22"/>
          <w:szCs w:val="22"/>
        </w:rPr>
        <w:t>sätestatakse verekabineti poolt</w:t>
      </w:r>
      <w:r w:rsidR="08C41ECC" w:rsidRPr="00883945">
        <w:rPr>
          <w:rFonts w:ascii="Arial" w:hAnsi="Arial" w:cs="Arial"/>
          <w:sz w:val="22"/>
          <w:szCs w:val="22"/>
        </w:rPr>
        <w:t xml:space="preserve"> infosüsteemi</w:t>
      </w:r>
      <w:r w:rsidRPr="00883945">
        <w:rPr>
          <w:rFonts w:ascii="Arial" w:hAnsi="Arial" w:cs="Arial"/>
          <w:sz w:val="22"/>
          <w:szCs w:val="22"/>
        </w:rPr>
        <w:t xml:space="preserve"> edastata</w:t>
      </w:r>
      <w:r w:rsidR="2595C788" w:rsidRPr="00883945">
        <w:rPr>
          <w:rFonts w:ascii="Arial" w:hAnsi="Arial" w:cs="Arial"/>
          <w:sz w:val="22"/>
          <w:szCs w:val="22"/>
        </w:rPr>
        <w:t>v</w:t>
      </w:r>
      <w:r w:rsidR="00EB6D48" w:rsidRPr="00883945">
        <w:rPr>
          <w:rFonts w:ascii="Arial" w:hAnsi="Arial" w:cs="Arial"/>
          <w:sz w:val="22"/>
          <w:szCs w:val="22"/>
        </w:rPr>
        <w:t>a</w:t>
      </w:r>
      <w:r w:rsidR="2595C788" w:rsidRPr="00883945">
        <w:rPr>
          <w:rFonts w:ascii="Arial" w:hAnsi="Arial" w:cs="Arial"/>
          <w:sz w:val="22"/>
          <w:szCs w:val="22"/>
        </w:rPr>
        <w:t xml:space="preserve"> </w:t>
      </w:r>
      <w:r w:rsidR="00AA11C9">
        <w:rPr>
          <w:rFonts w:ascii="Arial" w:hAnsi="Arial" w:cs="Arial"/>
          <w:sz w:val="22"/>
          <w:szCs w:val="22"/>
        </w:rPr>
        <w:t>teabe</w:t>
      </w:r>
      <w:r w:rsidR="2595C788" w:rsidRPr="00883945">
        <w:rPr>
          <w:rFonts w:ascii="Arial" w:hAnsi="Arial" w:cs="Arial"/>
          <w:sz w:val="22"/>
          <w:szCs w:val="22"/>
        </w:rPr>
        <w:t xml:space="preserve"> ulatus. Verekabinet esitab infosüsteemi retsipien</w:t>
      </w:r>
      <w:r w:rsidR="00643E57">
        <w:rPr>
          <w:rFonts w:ascii="Arial" w:hAnsi="Arial" w:cs="Arial"/>
          <w:sz w:val="22"/>
          <w:szCs w:val="22"/>
        </w:rPr>
        <w:t>di</w:t>
      </w:r>
      <w:r w:rsidR="2595C788" w:rsidRPr="00883945">
        <w:rPr>
          <w:rFonts w:ascii="Arial" w:hAnsi="Arial" w:cs="Arial"/>
          <w:sz w:val="22"/>
          <w:szCs w:val="22"/>
        </w:rPr>
        <w:t xml:space="preserve"> isiku- ja terviseandmed ning </w:t>
      </w:r>
      <w:r w:rsidR="51F79B4A" w:rsidRPr="00883945">
        <w:rPr>
          <w:rFonts w:ascii="Arial" w:hAnsi="Arial" w:cs="Arial"/>
          <w:sz w:val="22"/>
          <w:szCs w:val="22"/>
        </w:rPr>
        <w:t>teenuseosutaja andmed.</w:t>
      </w:r>
    </w:p>
    <w:p w14:paraId="079E67F8" w14:textId="6D4307A4" w:rsidR="39FBD3AD" w:rsidRPr="00883945" w:rsidRDefault="39FBD3AD" w:rsidP="39FBD3AD">
      <w:pPr>
        <w:jc w:val="both"/>
        <w:rPr>
          <w:rFonts w:ascii="Arial" w:hAnsi="Arial" w:cs="Arial"/>
          <w:sz w:val="22"/>
          <w:szCs w:val="22"/>
          <w:u w:val="single"/>
        </w:rPr>
      </w:pPr>
    </w:p>
    <w:p w14:paraId="107B2BCB" w14:textId="7A02466E" w:rsidR="51F79B4A" w:rsidRPr="00883945" w:rsidRDefault="51F79B4A" w:rsidP="44840491">
      <w:pPr>
        <w:jc w:val="both"/>
        <w:rPr>
          <w:rFonts w:ascii="Arial" w:hAnsi="Arial" w:cs="Arial"/>
          <w:sz w:val="22"/>
          <w:szCs w:val="22"/>
        </w:rPr>
      </w:pPr>
      <w:r w:rsidRPr="44840491">
        <w:rPr>
          <w:rFonts w:ascii="Arial" w:hAnsi="Arial" w:cs="Arial"/>
          <w:sz w:val="22"/>
          <w:szCs w:val="22"/>
          <w:u w:val="single"/>
        </w:rPr>
        <w:t xml:space="preserve">Lõikes 4 </w:t>
      </w:r>
      <w:r w:rsidRPr="00883945">
        <w:rPr>
          <w:rFonts w:ascii="Arial" w:hAnsi="Arial" w:cs="Arial"/>
          <w:sz w:val="22"/>
          <w:szCs w:val="22"/>
        </w:rPr>
        <w:t xml:space="preserve">sätestatakse referentlabori poolt </w:t>
      </w:r>
      <w:r w:rsidR="00643E57" w:rsidRPr="00883945">
        <w:rPr>
          <w:rFonts w:ascii="Arial" w:hAnsi="Arial" w:cs="Arial"/>
          <w:sz w:val="22"/>
          <w:szCs w:val="22"/>
        </w:rPr>
        <w:t xml:space="preserve">infosüsteemi </w:t>
      </w:r>
      <w:r w:rsidRPr="00883945">
        <w:rPr>
          <w:rFonts w:ascii="Arial" w:hAnsi="Arial" w:cs="Arial"/>
          <w:sz w:val="22"/>
          <w:szCs w:val="22"/>
        </w:rPr>
        <w:t xml:space="preserve">edastatava </w:t>
      </w:r>
      <w:r w:rsidRPr="00AA11C9">
        <w:rPr>
          <w:rFonts w:ascii="Arial" w:hAnsi="Arial" w:cs="Arial"/>
          <w:sz w:val="22"/>
          <w:szCs w:val="22"/>
        </w:rPr>
        <w:t>tea</w:t>
      </w:r>
      <w:r w:rsidR="00EB6D48" w:rsidRPr="00AA11C9">
        <w:rPr>
          <w:rFonts w:ascii="Arial" w:hAnsi="Arial" w:cs="Arial"/>
          <w:sz w:val="22"/>
          <w:szCs w:val="22"/>
        </w:rPr>
        <w:t>b</w:t>
      </w:r>
      <w:r w:rsidRPr="00AA11C9">
        <w:rPr>
          <w:rFonts w:ascii="Arial" w:hAnsi="Arial" w:cs="Arial"/>
          <w:sz w:val="22"/>
          <w:szCs w:val="22"/>
        </w:rPr>
        <w:t>e ul</w:t>
      </w:r>
      <w:r w:rsidRPr="00883945">
        <w:rPr>
          <w:rFonts w:ascii="Arial" w:hAnsi="Arial" w:cs="Arial"/>
          <w:sz w:val="22"/>
          <w:szCs w:val="22"/>
        </w:rPr>
        <w:t xml:space="preserve">atus. </w:t>
      </w:r>
      <w:r w:rsidR="5A98A403" w:rsidRPr="00883945">
        <w:rPr>
          <w:rFonts w:ascii="Arial" w:hAnsi="Arial" w:cs="Arial"/>
          <w:sz w:val="22"/>
          <w:szCs w:val="22"/>
        </w:rPr>
        <w:t>Referentlabor esitab infosüsteemi tellija andme</w:t>
      </w:r>
      <w:r w:rsidR="00123E0E">
        <w:rPr>
          <w:rFonts w:ascii="Arial" w:hAnsi="Arial" w:cs="Arial"/>
          <w:sz w:val="22"/>
          <w:szCs w:val="22"/>
        </w:rPr>
        <w:t>d ning</w:t>
      </w:r>
      <w:r w:rsidR="5A98A403" w:rsidRPr="00883945">
        <w:rPr>
          <w:rFonts w:ascii="Arial" w:hAnsi="Arial" w:cs="Arial"/>
          <w:sz w:val="22"/>
          <w:szCs w:val="22"/>
        </w:rPr>
        <w:t xml:space="preserve"> retsipien</w:t>
      </w:r>
      <w:r w:rsidR="00EB6D48" w:rsidRPr="00883945">
        <w:rPr>
          <w:rFonts w:ascii="Arial" w:hAnsi="Arial" w:cs="Arial"/>
          <w:sz w:val="22"/>
          <w:szCs w:val="22"/>
        </w:rPr>
        <w:t>d</w:t>
      </w:r>
      <w:r w:rsidR="5A98A403" w:rsidRPr="00883945">
        <w:rPr>
          <w:rFonts w:ascii="Arial" w:hAnsi="Arial" w:cs="Arial"/>
          <w:sz w:val="22"/>
          <w:szCs w:val="22"/>
        </w:rPr>
        <w:t>i isiku- ja terviseandme</w:t>
      </w:r>
      <w:r w:rsidR="009A6569">
        <w:rPr>
          <w:rFonts w:ascii="Arial" w:hAnsi="Arial" w:cs="Arial"/>
          <w:sz w:val="22"/>
          <w:szCs w:val="22"/>
        </w:rPr>
        <w:t>d.</w:t>
      </w:r>
    </w:p>
    <w:p w14:paraId="68442762" w14:textId="2D988023" w:rsidR="39FBD3AD" w:rsidRPr="00883945" w:rsidRDefault="39FBD3AD" w:rsidP="44840491">
      <w:pPr>
        <w:jc w:val="both"/>
        <w:rPr>
          <w:rFonts w:ascii="Arial" w:hAnsi="Arial" w:cs="Arial"/>
          <w:sz w:val="22"/>
          <w:szCs w:val="22"/>
        </w:rPr>
      </w:pPr>
    </w:p>
    <w:p w14:paraId="2AF6DBA3" w14:textId="6DE6DD65" w:rsidR="1AF7F326" w:rsidRPr="00883945" w:rsidRDefault="20F5EABA" w:rsidP="44840491">
      <w:pPr>
        <w:jc w:val="both"/>
        <w:rPr>
          <w:rFonts w:ascii="Arial" w:hAnsi="Arial" w:cs="Arial"/>
          <w:sz w:val="22"/>
          <w:szCs w:val="22"/>
        </w:rPr>
      </w:pPr>
      <w:r w:rsidRPr="44840491">
        <w:rPr>
          <w:rFonts w:ascii="Arial" w:hAnsi="Arial" w:cs="Arial"/>
          <w:b/>
          <w:bCs/>
          <w:sz w:val="22"/>
          <w:szCs w:val="22"/>
        </w:rPr>
        <w:t xml:space="preserve">Paragrahvis 8 </w:t>
      </w:r>
      <w:r w:rsidR="0032338A">
        <w:rPr>
          <w:rFonts w:ascii="Arial" w:hAnsi="Arial" w:cs="Arial"/>
          <w:sz w:val="22"/>
          <w:szCs w:val="22"/>
        </w:rPr>
        <w:t>nime</w:t>
      </w:r>
      <w:r w:rsidR="00F5701E" w:rsidRPr="44840491">
        <w:rPr>
          <w:rFonts w:ascii="Arial" w:hAnsi="Arial" w:cs="Arial"/>
          <w:sz w:val="22"/>
          <w:szCs w:val="22"/>
        </w:rPr>
        <w:t xml:space="preserve">tatakse </w:t>
      </w:r>
      <w:r w:rsidRPr="44840491">
        <w:rPr>
          <w:rFonts w:ascii="Arial" w:hAnsi="Arial" w:cs="Arial"/>
          <w:sz w:val="22"/>
          <w:szCs w:val="22"/>
        </w:rPr>
        <w:t xml:space="preserve">infosüsteemi teised andmeandjad ja </w:t>
      </w:r>
      <w:r w:rsidR="00FC2894">
        <w:rPr>
          <w:rFonts w:ascii="Arial" w:hAnsi="Arial" w:cs="Arial"/>
          <w:sz w:val="22"/>
          <w:szCs w:val="22"/>
        </w:rPr>
        <w:t>sätesta</w:t>
      </w:r>
      <w:r w:rsidRPr="44840491">
        <w:rPr>
          <w:rFonts w:ascii="Arial" w:hAnsi="Arial" w:cs="Arial"/>
          <w:sz w:val="22"/>
          <w:szCs w:val="22"/>
        </w:rPr>
        <w:t>takse andmevahetus teiste andmekogudega</w:t>
      </w:r>
      <w:r w:rsidR="721B6138" w:rsidRPr="44840491">
        <w:rPr>
          <w:rFonts w:ascii="Arial" w:hAnsi="Arial" w:cs="Arial"/>
          <w:sz w:val="22"/>
          <w:szCs w:val="22"/>
        </w:rPr>
        <w:t>.</w:t>
      </w:r>
    </w:p>
    <w:p w14:paraId="2F616A25" w14:textId="639DD448" w:rsidR="44840491" w:rsidRPr="00883945" w:rsidRDefault="44840491" w:rsidP="44840491">
      <w:pPr>
        <w:jc w:val="both"/>
        <w:rPr>
          <w:rFonts w:ascii="Arial" w:hAnsi="Arial" w:cs="Arial"/>
          <w:sz w:val="22"/>
          <w:szCs w:val="22"/>
        </w:rPr>
      </w:pPr>
    </w:p>
    <w:p w14:paraId="15C338A3" w14:textId="1BBF7913" w:rsidR="1AF7F326" w:rsidRPr="00883945" w:rsidRDefault="67C4C3F5" w:rsidP="2B04A97D">
      <w:pPr>
        <w:jc w:val="both"/>
        <w:rPr>
          <w:rFonts w:ascii="Arial" w:hAnsi="Arial" w:cs="Arial"/>
          <w:sz w:val="22"/>
          <w:szCs w:val="22"/>
        </w:rPr>
      </w:pPr>
      <w:r w:rsidRPr="44840491">
        <w:rPr>
          <w:rFonts w:ascii="Arial" w:hAnsi="Arial" w:cs="Arial"/>
          <w:sz w:val="22"/>
          <w:szCs w:val="22"/>
          <w:u w:val="single"/>
        </w:rPr>
        <w:t>L</w:t>
      </w:r>
      <w:r w:rsidR="3EB83F6F" w:rsidRPr="44840491">
        <w:rPr>
          <w:rFonts w:ascii="Arial" w:hAnsi="Arial" w:cs="Arial"/>
          <w:sz w:val="22"/>
          <w:szCs w:val="22"/>
          <w:u w:val="single"/>
        </w:rPr>
        <w:t xml:space="preserve">õike </w:t>
      </w:r>
      <w:r w:rsidR="46DBD02C" w:rsidRPr="44840491">
        <w:rPr>
          <w:rFonts w:ascii="Arial" w:hAnsi="Arial" w:cs="Arial"/>
          <w:sz w:val="22"/>
          <w:szCs w:val="22"/>
          <w:u w:val="single"/>
        </w:rPr>
        <w:t>1</w:t>
      </w:r>
      <w:r w:rsidR="0753D022" w:rsidRPr="44840491">
        <w:rPr>
          <w:rFonts w:ascii="Arial" w:hAnsi="Arial" w:cs="Arial"/>
          <w:sz w:val="22"/>
          <w:szCs w:val="22"/>
        </w:rPr>
        <w:t xml:space="preserve"> </w:t>
      </w:r>
      <w:r w:rsidR="009333AC">
        <w:rPr>
          <w:rFonts w:ascii="Arial" w:hAnsi="Arial" w:cs="Arial"/>
          <w:sz w:val="22"/>
          <w:szCs w:val="22"/>
        </w:rPr>
        <w:t xml:space="preserve">kohaselt </w:t>
      </w:r>
      <w:r w:rsidR="00DC0B9C">
        <w:rPr>
          <w:rFonts w:ascii="Arial" w:hAnsi="Arial" w:cs="Arial"/>
          <w:sz w:val="22"/>
          <w:szCs w:val="22"/>
        </w:rPr>
        <w:t>jõuavad</w:t>
      </w:r>
      <w:r w:rsidR="59C1D15E" w:rsidRPr="44840491">
        <w:rPr>
          <w:rFonts w:ascii="Arial" w:hAnsi="Arial" w:cs="Arial"/>
          <w:sz w:val="22"/>
          <w:szCs w:val="22"/>
        </w:rPr>
        <w:t xml:space="preserve"> doonori</w:t>
      </w:r>
      <w:r w:rsidR="00F5701E" w:rsidRPr="44840491">
        <w:rPr>
          <w:rFonts w:ascii="Arial" w:hAnsi="Arial" w:cs="Arial"/>
          <w:sz w:val="22"/>
          <w:szCs w:val="22"/>
        </w:rPr>
        <w:t>t</w:t>
      </w:r>
      <w:r w:rsidR="59C1D15E" w:rsidRPr="44840491">
        <w:rPr>
          <w:rFonts w:ascii="Arial" w:hAnsi="Arial" w:cs="Arial"/>
          <w:sz w:val="22"/>
          <w:szCs w:val="22"/>
        </w:rPr>
        <w:t xml:space="preserve"> identifitseerivad </w:t>
      </w:r>
      <w:r w:rsidR="49CB57C8" w:rsidRPr="44840491">
        <w:rPr>
          <w:rFonts w:ascii="Arial" w:hAnsi="Arial" w:cs="Arial"/>
          <w:sz w:val="22"/>
          <w:szCs w:val="22"/>
        </w:rPr>
        <w:t xml:space="preserve">andmed </w:t>
      </w:r>
      <w:r w:rsidR="59C1D15E" w:rsidRPr="44840491">
        <w:rPr>
          <w:rFonts w:ascii="Arial" w:hAnsi="Arial" w:cs="Arial"/>
          <w:sz w:val="22"/>
          <w:szCs w:val="22"/>
        </w:rPr>
        <w:t>infosüsteemi rahvastikuregistrist</w:t>
      </w:r>
      <w:r w:rsidR="2D291BBB" w:rsidRPr="44840491">
        <w:rPr>
          <w:rFonts w:ascii="Arial" w:hAnsi="Arial" w:cs="Arial"/>
          <w:sz w:val="22"/>
          <w:szCs w:val="22"/>
        </w:rPr>
        <w:t xml:space="preserve">, </w:t>
      </w:r>
      <w:r w:rsidR="00DE2BA0">
        <w:rPr>
          <w:rFonts w:ascii="Arial" w:hAnsi="Arial" w:cs="Arial"/>
          <w:sz w:val="22"/>
          <w:szCs w:val="22"/>
        </w:rPr>
        <w:t>see</w:t>
      </w:r>
      <w:r w:rsidR="2D291BBB" w:rsidRPr="44840491">
        <w:rPr>
          <w:rFonts w:ascii="Arial" w:hAnsi="Arial" w:cs="Arial"/>
          <w:sz w:val="22"/>
          <w:szCs w:val="22"/>
        </w:rPr>
        <w:t xml:space="preserve"> aitab doonori kiirelt tuvastada</w:t>
      </w:r>
      <w:r w:rsidR="65E03769" w:rsidRPr="44840491">
        <w:rPr>
          <w:rFonts w:ascii="Arial" w:hAnsi="Arial" w:cs="Arial"/>
          <w:sz w:val="22"/>
          <w:szCs w:val="22"/>
        </w:rPr>
        <w:t xml:space="preserve">. Samuti </w:t>
      </w:r>
      <w:r w:rsidR="009D1D0A" w:rsidRPr="44840491">
        <w:rPr>
          <w:rFonts w:ascii="Arial" w:hAnsi="Arial" w:cs="Arial"/>
          <w:sz w:val="22"/>
          <w:szCs w:val="22"/>
        </w:rPr>
        <w:t xml:space="preserve">kontrollitakse </w:t>
      </w:r>
      <w:r w:rsidR="65E03769" w:rsidRPr="44840491">
        <w:rPr>
          <w:rFonts w:ascii="Arial" w:hAnsi="Arial" w:cs="Arial"/>
          <w:sz w:val="22"/>
          <w:szCs w:val="22"/>
        </w:rPr>
        <w:t xml:space="preserve">rahvastikuregistri kaudu doonori </w:t>
      </w:r>
      <w:r w:rsidR="009D1D0A" w:rsidRPr="44840491">
        <w:rPr>
          <w:rFonts w:ascii="Arial" w:hAnsi="Arial" w:cs="Arial"/>
          <w:sz w:val="22"/>
          <w:szCs w:val="22"/>
        </w:rPr>
        <w:t xml:space="preserve">teovõimet, kuna vastavalt vereseaduse § 7 lõikele 1 </w:t>
      </w:r>
      <w:r w:rsidR="00A04595" w:rsidRPr="44840491">
        <w:rPr>
          <w:rFonts w:ascii="Arial" w:hAnsi="Arial" w:cs="Arial"/>
          <w:sz w:val="22"/>
          <w:szCs w:val="22"/>
        </w:rPr>
        <w:t>peab doonor olema teovõimeline isik.</w:t>
      </w:r>
      <w:r w:rsidR="2FDC8627" w:rsidRPr="44840491">
        <w:rPr>
          <w:rFonts w:ascii="Arial" w:hAnsi="Arial" w:cs="Arial"/>
          <w:sz w:val="22"/>
          <w:szCs w:val="22"/>
        </w:rPr>
        <w:t xml:space="preserve"> Rahvastikuregistrist jõuab verekes</w:t>
      </w:r>
      <w:r w:rsidR="00003FF1" w:rsidRPr="44840491">
        <w:rPr>
          <w:rFonts w:ascii="Arial" w:hAnsi="Arial" w:cs="Arial"/>
          <w:sz w:val="22"/>
          <w:szCs w:val="22"/>
        </w:rPr>
        <w:t>k</w:t>
      </w:r>
      <w:r w:rsidR="2FDC8627" w:rsidRPr="44840491">
        <w:rPr>
          <w:rFonts w:ascii="Arial" w:hAnsi="Arial" w:cs="Arial"/>
          <w:sz w:val="22"/>
          <w:szCs w:val="22"/>
        </w:rPr>
        <w:t xml:space="preserve">usesse ka </w:t>
      </w:r>
      <w:r w:rsidR="31A9796B" w:rsidRPr="44840491">
        <w:rPr>
          <w:rFonts w:ascii="Arial" w:hAnsi="Arial" w:cs="Arial"/>
          <w:sz w:val="22"/>
          <w:szCs w:val="22"/>
        </w:rPr>
        <w:t xml:space="preserve">teave </w:t>
      </w:r>
      <w:r w:rsidR="2FDC8627" w:rsidRPr="44840491">
        <w:rPr>
          <w:rFonts w:ascii="Arial" w:hAnsi="Arial" w:cs="Arial"/>
          <w:sz w:val="22"/>
          <w:szCs w:val="22"/>
        </w:rPr>
        <w:t>d</w:t>
      </w:r>
      <w:r w:rsidR="1E4DB351" w:rsidRPr="44840491">
        <w:rPr>
          <w:rFonts w:ascii="Arial" w:hAnsi="Arial" w:cs="Arial"/>
          <w:sz w:val="22"/>
          <w:szCs w:val="22"/>
        </w:rPr>
        <w:t>oonor</w:t>
      </w:r>
      <w:r w:rsidR="6390DE90" w:rsidRPr="44840491">
        <w:rPr>
          <w:rFonts w:ascii="Arial" w:hAnsi="Arial" w:cs="Arial"/>
          <w:sz w:val="22"/>
          <w:szCs w:val="22"/>
        </w:rPr>
        <w:t>i</w:t>
      </w:r>
      <w:r w:rsidR="1E4DB351" w:rsidRPr="44840491">
        <w:rPr>
          <w:rFonts w:ascii="Arial" w:hAnsi="Arial" w:cs="Arial"/>
          <w:sz w:val="22"/>
          <w:szCs w:val="22"/>
        </w:rPr>
        <w:t xml:space="preserve"> </w:t>
      </w:r>
      <w:r w:rsidR="06B140B7" w:rsidRPr="44840491">
        <w:rPr>
          <w:rFonts w:ascii="Arial" w:hAnsi="Arial" w:cs="Arial"/>
          <w:sz w:val="22"/>
          <w:szCs w:val="22"/>
        </w:rPr>
        <w:t>sur</w:t>
      </w:r>
      <w:r w:rsidR="4C317CB1" w:rsidRPr="44840491">
        <w:rPr>
          <w:rFonts w:ascii="Arial" w:hAnsi="Arial" w:cs="Arial"/>
          <w:sz w:val="22"/>
          <w:szCs w:val="22"/>
        </w:rPr>
        <w:t>ma kohta</w:t>
      </w:r>
      <w:r w:rsidR="00003FF1" w:rsidRPr="44840491">
        <w:rPr>
          <w:rFonts w:ascii="Arial" w:hAnsi="Arial" w:cs="Arial"/>
          <w:sz w:val="22"/>
          <w:szCs w:val="22"/>
        </w:rPr>
        <w:t xml:space="preserve">, et välistada </w:t>
      </w:r>
      <w:r w:rsidR="6EA3786A" w:rsidRPr="44840491">
        <w:rPr>
          <w:rFonts w:ascii="Arial" w:hAnsi="Arial" w:cs="Arial"/>
          <w:sz w:val="22"/>
          <w:szCs w:val="22"/>
        </w:rPr>
        <w:t>vereloovutuse</w:t>
      </w:r>
      <w:r w:rsidR="00AD58B0">
        <w:rPr>
          <w:rFonts w:ascii="Arial" w:hAnsi="Arial" w:cs="Arial"/>
          <w:sz w:val="22"/>
          <w:szCs w:val="22"/>
        </w:rPr>
        <w:t>ks</w:t>
      </w:r>
      <w:r w:rsidR="6EA3786A" w:rsidRPr="44840491">
        <w:rPr>
          <w:rFonts w:ascii="Arial" w:hAnsi="Arial" w:cs="Arial"/>
          <w:sz w:val="22"/>
          <w:szCs w:val="22"/>
        </w:rPr>
        <w:t xml:space="preserve"> </w:t>
      </w:r>
      <w:r w:rsidR="00003FF1" w:rsidRPr="44840491">
        <w:rPr>
          <w:rFonts w:ascii="Arial" w:hAnsi="Arial" w:cs="Arial"/>
          <w:sz w:val="22"/>
          <w:szCs w:val="22"/>
        </w:rPr>
        <w:t>kutse saatmi</w:t>
      </w:r>
      <w:r w:rsidR="00610FA6" w:rsidRPr="44840491">
        <w:rPr>
          <w:rFonts w:ascii="Arial" w:hAnsi="Arial" w:cs="Arial"/>
          <w:sz w:val="22"/>
          <w:szCs w:val="22"/>
        </w:rPr>
        <w:t>ne.</w:t>
      </w:r>
    </w:p>
    <w:p w14:paraId="3465FE08" w14:textId="283C2DA4" w:rsidR="1AF7F326" w:rsidRPr="00883945" w:rsidRDefault="1AF7F326" w:rsidP="375AF7ED">
      <w:pPr>
        <w:jc w:val="both"/>
        <w:rPr>
          <w:rFonts w:ascii="Arial" w:hAnsi="Arial" w:cs="Arial"/>
          <w:sz w:val="22"/>
          <w:szCs w:val="22"/>
        </w:rPr>
      </w:pPr>
    </w:p>
    <w:p w14:paraId="360DEF22" w14:textId="124E6E79" w:rsidR="1AF7F326" w:rsidRPr="00883945" w:rsidRDefault="2C16A903" w:rsidP="2B04A97D">
      <w:pPr>
        <w:jc w:val="both"/>
        <w:rPr>
          <w:rFonts w:ascii="Arial" w:hAnsi="Arial" w:cs="Arial"/>
          <w:sz w:val="22"/>
          <w:szCs w:val="22"/>
        </w:rPr>
      </w:pPr>
      <w:r w:rsidRPr="00883945">
        <w:rPr>
          <w:rFonts w:ascii="Arial" w:hAnsi="Arial" w:cs="Arial"/>
          <w:sz w:val="22"/>
          <w:szCs w:val="22"/>
          <w:u w:val="single"/>
        </w:rPr>
        <w:t>L</w:t>
      </w:r>
      <w:r w:rsidR="3EB83F6F" w:rsidRPr="00883945">
        <w:rPr>
          <w:rFonts w:ascii="Arial" w:hAnsi="Arial" w:cs="Arial"/>
          <w:sz w:val="22"/>
          <w:szCs w:val="22"/>
          <w:u w:val="single"/>
        </w:rPr>
        <w:t>õike</w:t>
      </w:r>
      <w:r w:rsidR="321CBC4F" w:rsidRPr="00883945">
        <w:rPr>
          <w:rFonts w:ascii="Arial" w:hAnsi="Arial" w:cs="Arial"/>
          <w:sz w:val="22"/>
          <w:szCs w:val="22"/>
          <w:u w:val="single"/>
        </w:rPr>
        <w:t>s</w:t>
      </w:r>
      <w:r w:rsidR="3EB83F6F" w:rsidRPr="00883945">
        <w:rPr>
          <w:rFonts w:ascii="Arial" w:hAnsi="Arial" w:cs="Arial"/>
          <w:sz w:val="22"/>
          <w:szCs w:val="22"/>
          <w:u w:val="single"/>
        </w:rPr>
        <w:t xml:space="preserve"> </w:t>
      </w:r>
      <w:r w:rsidR="0F8449EC" w:rsidRPr="00883945">
        <w:rPr>
          <w:rFonts w:ascii="Arial" w:hAnsi="Arial" w:cs="Arial"/>
          <w:sz w:val="22"/>
          <w:szCs w:val="22"/>
          <w:u w:val="single"/>
        </w:rPr>
        <w:t>2</w:t>
      </w:r>
      <w:r w:rsidR="1E4AA71A" w:rsidRPr="00883945">
        <w:rPr>
          <w:rFonts w:ascii="Arial" w:hAnsi="Arial" w:cs="Arial"/>
          <w:b/>
          <w:bCs/>
          <w:sz w:val="22"/>
          <w:szCs w:val="22"/>
        </w:rPr>
        <w:t xml:space="preserve"> </w:t>
      </w:r>
      <w:r w:rsidR="7D2B19D8" w:rsidRPr="00883945">
        <w:rPr>
          <w:rFonts w:ascii="Arial" w:hAnsi="Arial" w:cs="Arial"/>
          <w:sz w:val="22"/>
          <w:szCs w:val="22"/>
        </w:rPr>
        <w:t>s</w:t>
      </w:r>
      <w:r w:rsidR="26A67886" w:rsidRPr="00883945">
        <w:rPr>
          <w:rFonts w:ascii="Arial" w:hAnsi="Arial" w:cs="Arial"/>
          <w:sz w:val="22"/>
          <w:szCs w:val="22"/>
        </w:rPr>
        <w:t xml:space="preserve">ätestatakse retseptikeskuse </w:t>
      </w:r>
      <w:r w:rsidR="26A67886" w:rsidRPr="44840491">
        <w:rPr>
          <w:rFonts w:ascii="Arial" w:hAnsi="Arial" w:cs="Arial"/>
          <w:sz w:val="22"/>
          <w:szCs w:val="22"/>
        </w:rPr>
        <w:t xml:space="preserve">poolt </w:t>
      </w:r>
      <w:r w:rsidR="7B585FA2" w:rsidRPr="44840491">
        <w:rPr>
          <w:rFonts w:ascii="Arial" w:hAnsi="Arial" w:cs="Arial"/>
          <w:sz w:val="22"/>
          <w:szCs w:val="22"/>
        </w:rPr>
        <w:t xml:space="preserve">infosüsteemi </w:t>
      </w:r>
      <w:r w:rsidR="26A67886" w:rsidRPr="44840491">
        <w:rPr>
          <w:rFonts w:ascii="Arial" w:hAnsi="Arial" w:cs="Arial"/>
          <w:sz w:val="22"/>
          <w:szCs w:val="22"/>
        </w:rPr>
        <w:t>edastata</w:t>
      </w:r>
      <w:r w:rsidR="008C32A5" w:rsidRPr="44840491">
        <w:rPr>
          <w:rFonts w:ascii="Arial" w:hAnsi="Arial" w:cs="Arial"/>
          <w:sz w:val="22"/>
          <w:szCs w:val="22"/>
        </w:rPr>
        <w:t>vad</w:t>
      </w:r>
      <w:r w:rsidR="26A67886" w:rsidRPr="44840491">
        <w:rPr>
          <w:rFonts w:ascii="Arial" w:hAnsi="Arial" w:cs="Arial"/>
          <w:sz w:val="22"/>
          <w:szCs w:val="22"/>
        </w:rPr>
        <w:t xml:space="preserve"> andme</w:t>
      </w:r>
      <w:r w:rsidR="008C32A5" w:rsidRPr="44840491">
        <w:rPr>
          <w:rFonts w:ascii="Arial" w:hAnsi="Arial" w:cs="Arial"/>
          <w:sz w:val="22"/>
          <w:szCs w:val="22"/>
        </w:rPr>
        <w:t>d.</w:t>
      </w:r>
      <w:r w:rsidR="26A67886" w:rsidRPr="44840491">
        <w:rPr>
          <w:rFonts w:ascii="Arial" w:hAnsi="Arial" w:cs="Arial"/>
          <w:sz w:val="22"/>
          <w:szCs w:val="22"/>
        </w:rPr>
        <w:t xml:space="preserve"> </w:t>
      </w:r>
      <w:r w:rsidR="113C67CC" w:rsidRPr="44840491">
        <w:rPr>
          <w:rFonts w:ascii="Arial" w:hAnsi="Arial" w:cs="Arial"/>
          <w:sz w:val="22"/>
          <w:szCs w:val="22"/>
        </w:rPr>
        <w:t xml:space="preserve">Asjakohane teave doonorile määratud ravimite </w:t>
      </w:r>
      <w:r w:rsidR="4376973C" w:rsidRPr="44840491">
        <w:rPr>
          <w:rFonts w:ascii="Arial" w:hAnsi="Arial" w:cs="Arial"/>
          <w:sz w:val="22"/>
          <w:szCs w:val="22"/>
        </w:rPr>
        <w:t>või meditsiiniseadmete</w:t>
      </w:r>
      <w:r w:rsidR="00EF12A0">
        <w:rPr>
          <w:rFonts w:ascii="Arial" w:hAnsi="Arial" w:cs="Arial"/>
          <w:sz w:val="22"/>
          <w:szCs w:val="22"/>
        </w:rPr>
        <w:t xml:space="preserve"> kohta</w:t>
      </w:r>
      <w:r w:rsidR="4376973C" w:rsidRPr="44840491">
        <w:rPr>
          <w:rFonts w:ascii="Arial" w:hAnsi="Arial" w:cs="Arial"/>
          <w:sz w:val="22"/>
          <w:szCs w:val="22"/>
        </w:rPr>
        <w:t xml:space="preserve"> </w:t>
      </w:r>
      <w:r w:rsidR="113C67CC" w:rsidRPr="44840491">
        <w:rPr>
          <w:rFonts w:ascii="Arial" w:hAnsi="Arial" w:cs="Arial"/>
          <w:sz w:val="22"/>
          <w:szCs w:val="22"/>
        </w:rPr>
        <w:t>aitab verekeskuse arsti</w:t>
      </w:r>
      <w:r w:rsidR="68EE4CF1" w:rsidRPr="44840491">
        <w:rPr>
          <w:rFonts w:ascii="Arial" w:hAnsi="Arial" w:cs="Arial"/>
          <w:sz w:val="22"/>
          <w:szCs w:val="22"/>
        </w:rPr>
        <w:t>l</w:t>
      </w:r>
      <w:r w:rsidR="113C67CC" w:rsidRPr="44840491">
        <w:rPr>
          <w:rFonts w:ascii="Arial" w:hAnsi="Arial" w:cs="Arial"/>
          <w:sz w:val="22"/>
          <w:szCs w:val="22"/>
        </w:rPr>
        <w:t xml:space="preserve"> vajaduse</w:t>
      </w:r>
      <w:r w:rsidR="0006539C">
        <w:rPr>
          <w:rFonts w:ascii="Arial" w:hAnsi="Arial" w:cs="Arial"/>
          <w:sz w:val="22"/>
          <w:szCs w:val="22"/>
        </w:rPr>
        <w:t xml:space="preserve"> korra</w:t>
      </w:r>
      <w:r w:rsidR="113C67CC" w:rsidRPr="44840491">
        <w:rPr>
          <w:rFonts w:ascii="Arial" w:hAnsi="Arial" w:cs="Arial"/>
          <w:sz w:val="22"/>
          <w:szCs w:val="22"/>
        </w:rPr>
        <w:t>l doonor</w:t>
      </w:r>
      <w:r w:rsidR="3C2CEA23" w:rsidRPr="44840491">
        <w:rPr>
          <w:rFonts w:ascii="Arial" w:hAnsi="Arial" w:cs="Arial"/>
          <w:sz w:val="22"/>
          <w:szCs w:val="22"/>
        </w:rPr>
        <w:t>i ajutiselt või alaliselt doonorlusest kõrvaldada</w:t>
      </w:r>
      <w:r w:rsidR="008C32A5" w:rsidRPr="44840491">
        <w:rPr>
          <w:rFonts w:ascii="Arial" w:hAnsi="Arial" w:cs="Arial"/>
          <w:sz w:val="22"/>
          <w:szCs w:val="22"/>
        </w:rPr>
        <w:t>.</w:t>
      </w:r>
    </w:p>
    <w:p w14:paraId="0D1AF177" w14:textId="3DC9EE5C" w:rsidR="2B04A97D" w:rsidRPr="00883945" w:rsidRDefault="2B04A97D" w:rsidP="2B04A97D">
      <w:pPr>
        <w:jc w:val="both"/>
        <w:rPr>
          <w:rFonts w:ascii="Arial" w:hAnsi="Arial" w:cs="Arial"/>
          <w:sz w:val="22"/>
          <w:szCs w:val="22"/>
        </w:rPr>
      </w:pPr>
    </w:p>
    <w:p w14:paraId="12E1F146" w14:textId="4CB15874" w:rsidR="1AF7F326" w:rsidRPr="00883945" w:rsidRDefault="0CA1F3F6" w:rsidP="2B04A97D">
      <w:pPr>
        <w:jc w:val="both"/>
        <w:rPr>
          <w:rFonts w:ascii="Arial" w:hAnsi="Arial" w:cs="Arial"/>
          <w:sz w:val="22"/>
          <w:szCs w:val="22"/>
        </w:rPr>
      </w:pPr>
      <w:r w:rsidRPr="00883945">
        <w:rPr>
          <w:rFonts w:ascii="Arial" w:hAnsi="Arial" w:cs="Arial"/>
          <w:sz w:val="22"/>
          <w:szCs w:val="22"/>
          <w:u w:val="single"/>
        </w:rPr>
        <w:t>L</w:t>
      </w:r>
      <w:r w:rsidR="6DA4243B" w:rsidRPr="00883945">
        <w:rPr>
          <w:rFonts w:ascii="Arial" w:hAnsi="Arial" w:cs="Arial"/>
          <w:sz w:val="22"/>
          <w:szCs w:val="22"/>
          <w:u w:val="single"/>
        </w:rPr>
        <w:t>õike</w:t>
      </w:r>
      <w:r w:rsidR="28D96E7D" w:rsidRPr="00883945">
        <w:rPr>
          <w:rFonts w:ascii="Arial" w:hAnsi="Arial" w:cs="Arial"/>
          <w:sz w:val="22"/>
          <w:szCs w:val="22"/>
          <w:u w:val="single"/>
        </w:rPr>
        <w:t>s</w:t>
      </w:r>
      <w:r w:rsidR="6DA4243B" w:rsidRPr="00883945">
        <w:rPr>
          <w:rFonts w:ascii="Arial" w:hAnsi="Arial" w:cs="Arial"/>
          <w:sz w:val="22"/>
          <w:szCs w:val="22"/>
          <w:u w:val="single"/>
        </w:rPr>
        <w:t xml:space="preserve"> </w:t>
      </w:r>
      <w:r w:rsidR="279EE0FE" w:rsidRPr="00883945">
        <w:rPr>
          <w:rFonts w:ascii="Arial" w:hAnsi="Arial" w:cs="Arial"/>
          <w:sz w:val="22"/>
          <w:szCs w:val="22"/>
          <w:u w:val="single"/>
        </w:rPr>
        <w:t>3</w:t>
      </w:r>
      <w:r w:rsidR="279EE0FE" w:rsidRPr="00CD7DC0">
        <w:rPr>
          <w:rFonts w:ascii="Arial" w:hAnsi="Arial" w:cs="Arial"/>
          <w:sz w:val="22"/>
          <w:szCs w:val="22"/>
        </w:rPr>
        <w:t xml:space="preserve"> </w:t>
      </w:r>
      <w:r w:rsidR="6DA4243B" w:rsidRPr="00883945">
        <w:rPr>
          <w:rFonts w:ascii="Arial" w:hAnsi="Arial" w:cs="Arial"/>
          <w:sz w:val="22"/>
          <w:szCs w:val="22"/>
        </w:rPr>
        <w:t xml:space="preserve">sätestatakse, et andmete esitamine toimub </w:t>
      </w:r>
      <w:r w:rsidR="00BD0E62">
        <w:rPr>
          <w:rFonts w:ascii="Arial" w:hAnsi="Arial" w:cs="Arial"/>
          <w:sz w:val="22"/>
          <w:szCs w:val="22"/>
        </w:rPr>
        <w:t xml:space="preserve">riigi infosüsteemide </w:t>
      </w:r>
      <w:r w:rsidR="6DA4243B" w:rsidRPr="00883945">
        <w:rPr>
          <w:rFonts w:ascii="Arial" w:hAnsi="Arial" w:cs="Arial"/>
          <w:sz w:val="22"/>
          <w:szCs w:val="22"/>
        </w:rPr>
        <w:t>andmevahetuskihi</w:t>
      </w:r>
      <w:r w:rsidR="00330BED" w:rsidRPr="00883945">
        <w:rPr>
          <w:rFonts w:ascii="Arial" w:hAnsi="Arial" w:cs="Arial"/>
          <w:sz w:val="22"/>
          <w:szCs w:val="22"/>
        </w:rPr>
        <w:t xml:space="preserve"> kaudu.</w:t>
      </w:r>
    </w:p>
    <w:p w14:paraId="36366277" w14:textId="03374115" w:rsidR="1AF7F326" w:rsidRPr="00883945" w:rsidRDefault="1AF7F326" w:rsidP="375AF7ED">
      <w:pPr>
        <w:jc w:val="both"/>
        <w:rPr>
          <w:rFonts w:ascii="Arial" w:hAnsi="Arial" w:cs="Arial"/>
          <w:b/>
          <w:bCs/>
          <w:sz w:val="22"/>
          <w:szCs w:val="22"/>
        </w:rPr>
      </w:pPr>
    </w:p>
    <w:p w14:paraId="0DEA7B66" w14:textId="18FDB2B9" w:rsidR="48BC5F99" w:rsidRPr="00883945" w:rsidRDefault="2012C388" w:rsidP="00A11805">
      <w:pPr>
        <w:jc w:val="both"/>
        <w:rPr>
          <w:rFonts w:ascii="Arial" w:hAnsi="Arial" w:cs="Arial"/>
          <w:sz w:val="22"/>
          <w:szCs w:val="22"/>
        </w:rPr>
      </w:pPr>
      <w:r w:rsidRPr="00883945">
        <w:rPr>
          <w:rFonts w:ascii="Arial" w:hAnsi="Arial" w:cs="Arial"/>
          <w:b/>
          <w:bCs/>
          <w:sz w:val="22"/>
          <w:szCs w:val="22"/>
        </w:rPr>
        <w:t>Paragrahvis</w:t>
      </w:r>
      <w:r w:rsidR="3E61C873" w:rsidRPr="00883945">
        <w:rPr>
          <w:rFonts w:ascii="Arial" w:hAnsi="Arial" w:cs="Arial"/>
          <w:b/>
          <w:bCs/>
          <w:sz w:val="22"/>
          <w:szCs w:val="22"/>
        </w:rPr>
        <w:t xml:space="preserve"> 9</w:t>
      </w:r>
      <w:r w:rsidR="57472C42" w:rsidRPr="00883945">
        <w:rPr>
          <w:rFonts w:ascii="Arial" w:hAnsi="Arial" w:cs="Arial"/>
          <w:b/>
          <w:bCs/>
          <w:sz w:val="22"/>
          <w:szCs w:val="22"/>
        </w:rPr>
        <w:t xml:space="preserve"> </w:t>
      </w:r>
      <w:r w:rsidR="33C82231" w:rsidRPr="00030153">
        <w:rPr>
          <w:rFonts w:ascii="Arial" w:hAnsi="Arial" w:cs="Arial"/>
          <w:sz w:val="22"/>
          <w:szCs w:val="22"/>
        </w:rPr>
        <w:t>m</w:t>
      </w:r>
      <w:r w:rsidR="5A9664EE" w:rsidRPr="00030153">
        <w:rPr>
          <w:rFonts w:ascii="Arial" w:hAnsi="Arial" w:cs="Arial"/>
          <w:sz w:val="22"/>
          <w:szCs w:val="22"/>
        </w:rPr>
        <w:t>ääratakse</w:t>
      </w:r>
      <w:r w:rsidR="4A3633C6" w:rsidRPr="00883945">
        <w:rPr>
          <w:rFonts w:ascii="Arial" w:hAnsi="Arial" w:cs="Arial"/>
          <w:sz w:val="22"/>
          <w:szCs w:val="22"/>
        </w:rPr>
        <w:t xml:space="preserve"> </w:t>
      </w:r>
      <w:r w:rsidR="00A5189B">
        <w:rPr>
          <w:rFonts w:ascii="Arial" w:hAnsi="Arial" w:cs="Arial"/>
          <w:sz w:val="22"/>
          <w:szCs w:val="22"/>
        </w:rPr>
        <w:t xml:space="preserve">kindlaks </w:t>
      </w:r>
      <w:r w:rsidR="4A3633C6" w:rsidRPr="00883945">
        <w:rPr>
          <w:rFonts w:ascii="Arial" w:hAnsi="Arial" w:cs="Arial"/>
          <w:sz w:val="22"/>
          <w:szCs w:val="22"/>
        </w:rPr>
        <w:t>andmete muutmise tingimused ja kord</w:t>
      </w:r>
      <w:r w:rsidR="00E01F11">
        <w:rPr>
          <w:rFonts w:ascii="Arial" w:hAnsi="Arial" w:cs="Arial"/>
          <w:sz w:val="22"/>
          <w:szCs w:val="22"/>
        </w:rPr>
        <w:t xml:space="preserve"> ning</w:t>
      </w:r>
      <w:r w:rsidR="3688489D" w:rsidRPr="00883945">
        <w:rPr>
          <w:rFonts w:ascii="Arial" w:hAnsi="Arial" w:cs="Arial"/>
          <w:sz w:val="22"/>
          <w:szCs w:val="22"/>
        </w:rPr>
        <w:t xml:space="preserve"> </w:t>
      </w:r>
      <w:r w:rsidR="2B6A53FF" w:rsidRPr="00883945">
        <w:rPr>
          <w:rFonts w:ascii="Arial" w:hAnsi="Arial" w:cs="Arial"/>
          <w:sz w:val="22"/>
          <w:szCs w:val="22"/>
        </w:rPr>
        <w:t xml:space="preserve">sätestatakse volitatud töötleja õigus </w:t>
      </w:r>
      <w:r w:rsidR="00994E77" w:rsidRPr="00883945">
        <w:rPr>
          <w:rFonts w:ascii="Arial" w:hAnsi="Arial" w:cs="Arial"/>
          <w:sz w:val="22"/>
          <w:szCs w:val="22"/>
        </w:rPr>
        <w:t xml:space="preserve">kontrollida </w:t>
      </w:r>
      <w:r w:rsidR="2B6A53FF" w:rsidRPr="00883945">
        <w:rPr>
          <w:rFonts w:ascii="Arial" w:hAnsi="Arial" w:cs="Arial"/>
          <w:sz w:val="22"/>
          <w:szCs w:val="22"/>
        </w:rPr>
        <w:t>andme</w:t>
      </w:r>
      <w:r w:rsidR="0A2BE36A" w:rsidRPr="00883945">
        <w:rPr>
          <w:rFonts w:ascii="Arial" w:hAnsi="Arial" w:cs="Arial"/>
          <w:sz w:val="22"/>
          <w:szCs w:val="22"/>
        </w:rPr>
        <w:t>te vastavus</w:t>
      </w:r>
      <w:r w:rsidR="00C71F13" w:rsidRPr="00883945">
        <w:rPr>
          <w:rFonts w:ascii="Arial" w:hAnsi="Arial" w:cs="Arial"/>
          <w:sz w:val="22"/>
          <w:szCs w:val="22"/>
        </w:rPr>
        <w:t>t</w:t>
      </w:r>
      <w:r w:rsidR="0A2BE36A" w:rsidRPr="00883945">
        <w:rPr>
          <w:rFonts w:ascii="Arial" w:hAnsi="Arial" w:cs="Arial"/>
          <w:sz w:val="22"/>
          <w:szCs w:val="22"/>
        </w:rPr>
        <w:t xml:space="preserve"> standardile</w:t>
      </w:r>
      <w:r w:rsidR="2B6A53FF" w:rsidRPr="00883945">
        <w:rPr>
          <w:rFonts w:ascii="Arial" w:hAnsi="Arial" w:cs="Arial"/>
          <w:sz w:val="22"/>
          <w:szCs w:val="22"/>
        </w:rPr>
        <w:t xml:space="preserve"> </w:t>
      </w:r>
      <w:r w:rsidR="00E164BE">
        <w:rPr>
          <w:rFonts w:ascii="Arial" w:hAnsi="Arial" w:cs="Arial"/>
          <w:sz w:val="22"/>
          <w:szCs w:val="22"/>
        </w:rPr>
        <w:t>ja</w:t>
      </w:r>
      <w:r w:rsidR="38ECFED2" w:rsidRPr="00883945">
        <w:rPr>
          <w:rFonts w:ascii="Arial" w:hAnsi="Arial" w:cs="Arial"/>
          <w:sz w:val="22"/>
          <w:szCs w:val="22"/>
        </w:rPr>
        <w:t xml:space="preserve"> kohustus vea ilmnemise</w:t>
      </w:r>
      <w:r w:rsidR="007501F3">
        <w:rPr>
          <w:rFonts w:ascii="Arial" w:hAnsi="Arial" w:cs="Arial"/>
          <w:sz w:val="22"/>
          <w:szCs w:val="22"/>
        </w:rPr>
        <w:t xml:space="preserve"> korra</w:t>
      </w:r>
      <w:r w:rsidR="38ECFED2" w:rsidRPr="00883945">
        <w:rPr>
          <w:rFonts w:ascii="Arial" w:hAnsi="Arial" w:cs="Arial"/>
          <w:sz w:val="22"/>
          <w:szCs w:val="22"/>
        </w:rPr>
        <w:t>l andmed parandada</w:t>
      </w:r>
      <w:r w:rsidR="426F4CFA" w:rsidRPr="00883945">
        <w:rPr>
          <w:rFonts w:ascii="Arial" w:hAnsi="Arial" w:cs="Arial"/>
          <w:sz w:val="22"/>
          <w:szCs w:val="22"/>
        </w:rPr>
        <w:t xml:space="preserve">. Samuti sätestatakse </w:t>
      </w:r>
      <w:r w:rsidR="00AB5869" w:rsidRPr="00883945">
        <w:rPr>
          <w:rFonts w:ascii="Arial" w:hAnsi="Arial" w:cs="Arial"/>
          <w:sz w:val="22"/>
          <w:szCs w:val="22"/>
        </w:rPr>
        <w:t>päringu</w:t>
      </w:r>
      <w:r w:rsidR="567D0E5B" w:rsidRPr="00883945">
        <w:rPr>
          <w:rFonts w:ascii="Arial" w:hAnsi="Arial" w:cs="Arial"/>
          <w:sz w:val="22"/>
          <w:szCs w:val="22"/>
        </w:rPr>
        <w:t>t</w:t>
      </w:r>
      <w:r w:rsidR="00AB5869" w:rsidRPr="00883945">
        <w:rPr>
          <w:rFonts w:ascii="Arial" w:hAnsi="Arial" w:cs="Arial"/>
          <w:sz w:val="22"/>
          <w:szCs w:val="22"/>
        </w:rPr>
        <w:t xml:space="preserve">e tegemise </w:t>
      </w:r>
      <w:r w:rsidR="426F4CFA" w:rsidRPr="00883945">
        <w:rPr>
          <w:rFonts w:ascii="Arial" w:hAnsi="Arial" w:cs="Arial"/>
          <w:sz w:val="22"/>
          <w:szCs w:val="22"/>
        </w:rPr>
        <w:t>õigus</w:t>
      </w:r>
      <w:r w:rsidR="00AB5869" w:rsidRPr="00883945">
        <w:rPr>
          <w:rFonts w:ascii="Arial" w:hAnsi="Arial" w:cs="Arial"/>
          <w:sz w:val="22"/>
          <w:szCs w:val="22"/>
        </w:rPr>
        <w:t>, kui on tekkinud kahtlus andmete õiguses.</w:t>
      </w:r>
    </w:p>
    <w:p w14:paraId="4997A110" w14:textId="3EAD8BE4" w:rsidR="375AF7ED" w:rsidRPr="00883945" w:rsidRDefault="375AF7ED" w:rsidP="375AF7ED">
      <w:pPr>
        <w:jc w:val="both"/>
        <w:rPr>
          <w:rFonts w:ascii="Arial" w:hAnsi="Arial" w:cs="Arial"/>
          <w:b/>
          <w:bCs/>
          <w:sz w:val="22"/>
          <w:szCs w:val="22"/>
        </w:rPr>
      </w:pPr>
    </w:p>
    <w:p w14:paraId="0EDBEDD2" w14:textId="245554AD" w:rsidR="567EA362" w:rsidRPr="00883945" w:rsidRDefault="567EA362" w:rsidP="434FB2D3">
      <w:pPr>
        <w:jc w:val="both"/>
        <w:rPr>
          <w:rFonts w:ascii="Arial" w:hAnsi="Arial" w:cs="Arial"/>
          <w:color w:val="000000" w:themeColor="text1"/>
          <w:sz w:val="22"/>
          <w:szCs w:val="22"/>
        </w:rPr>
      </w:pPr>
      <w:r w:rsidRPr="00883945">
        <w:rPr>
          <w:rFonts w:ascii="Arial" w:hAnsi="Arial" w:cs="Arial"/>
          <w:b/>
          <w:bCs/>
          <w:sz w:val="22"/>
          <w:szCs w:val="22"/>
        </w:rPr>
        <w:t xml:space="preserve">Paragrahvis 10 </w:t>
      </w:r>
      <w:r w:rsidRPr="00883945">
        <w:rPr>
          <w:rFonts w:ascii="Arial" w:hAnsi="Arial" w:cs="Arial"/>
          <w:sz w:val="22"/>
          <w:szCs w:val="22"/>
        </w:rPr>
        <w:t>sätestatakse andmete säilitami</w:t>
      </w:r>
      <w:r w:rsidR="66D24519" w:rsidRPr="00883945">
        <w:rPr>
          <w:rFonts w:ascii="Arial" w:hAnsi="Arial" w:cs="Arial"/>
          <w:sz w:val="22"/>
          <w:szCs w:val="22"/>
        </w:rPr>
        <w:t xml:space="preserve">se ajavahemikud. Vere käitlemise andmete säilitamise tingimused </w:t>
      </w:r>
      <w:r w:rsidR="00AB5869" w:rsidRPr="00883945">
        <w:rPr>
          <w:rFonts w:ascii="Arial" w:hAnsi="Arial" w:cs="Arial"/>
          <w:sz w:val="22"/>
          <w:szCs w:val="22"/>
        </w:rPr>
        <w:t>on</w:t>
      </w:r>
      <w:r w:rsidR="7A2278B8" w:rsidRPr="00883945">
        <w:rPr>
          <w:rFonts w:ascii="Arial" w:hAnsi="Arial" w:cs="Arial"/>
          <w:sz w:val="22"/>
          <w:szCs w:val="22"/>
        </w:rPr>
        <w:t xml:space="preserve"> kooskõlas </w:t>
      </w:r>
      <w:r w:rsidR="7A2278B8" w:rsidRPr="00883945">
        <w:rPr>
          <w:rFonts w:ascii="Arial" w:hAnsi="Arial" w:cs="Arial"/>
          <w:color w:val="000000" w:themeColor="text1"/>
          <w:sz w:val="22"/>
          <w:szCs w:val="22"/>
        </w:rPr>
        <w:t>vereseaduse §</w:t>
      </w:r>
      <w:r w:rsidR="00066706" w:rsidRPr="00883945">
        <w:rPr>
          <w:rFonts w:ascii="Arial" w:hAnsi="Arial" w:cs="Arial"/>
          <w:color w:val="000000" w:themeColor="text1"/>
          <w:sz w:val="22"/>
          <w:szCs w:val="22"/>
        </w:rPr>
        <w:t>-ga</w:t>
      </w:r>
      <w:r w:rsidR="7A2278B8" w:rsidRPr="00883945">
        <w:rPr>
          <w:rFonts w:ascii="Arial" w:hAnsi="Arial" w:cs="Arial"/>
          <w:color w:val="000000" w:themeColor="text1"/>
          <w:sz w:val="22"/>
          <w:szCs w:val="22"/>
        </w:rPr>
        <w:t xml:space="preserve"> 15</w:t>
      </w:r>
      <w:r w:rsidR="7A2278B8" w:rsidRPr="00883945">
        <w:rPr>
          <w:rFonts w:ascii="Arial" w:hAnsi="Arial" w:cs="Arial"/>
          <w:color w:val="000000" w:themeColor="text1"/>
          <w:sz w:val="22"/>
          <w:szCs w:val="22"/>
          <w:vertAlign w:val="superscript"/>
        </w:rPr>
        <w:t>1</w:t>
      </w:r>
      <w:r w:rsidR="7A2278B8" w:rsidRPr="00883945">
        <w:rPr>
          <w:rFonts w:ascii="Arial" w:hAnsi="Arial" w:cs="Arial"/>
          <w:color w:val="000000" w:themeColor="text1"/>
          <w:sz w:val="22"/>
          <w:szCs w:val="22"/>
        </w:rPr>
        <w:t>. Töötlemistoimingute logiandmete säilita</w:t>
      </w:r>
      <w:r w:rsidR="1E4BBD6E" w:rsidRPr="00883945">
        <w:rPr>
          <w:rFonts w:ascii="Arial" w:hAnsi="Arial" w:cs="Arial"/>
          <w:color w:val="000000" w:themeColor="text1"/>
          <w:sz w:val="22"/>
          <w:szCs w:val="22"/>
        </w:rPr>
        <w:t xml:space="preserve">mine on sama </w:t>
      </w:r>
      <w:r w:rsidR="1E4BBD6E" w:rsidRPr="44840491">
        <w:rPr>
          <w:rFonts w:ascii="Arial" w:hAnsi="Arial" w:cs="Arial"/>
          <w:color w:val="000000" w:themeColor="text1"/>
          <w:sz w:val="22"/>
          <w:szCs w:val="22"/>
        </w:rPr>
        <w:t>pikk</w:t>
      </w:r>
      <w:r w:rsidR="0007779F" w:rsidRPr="44840491">
        <w:rPr>
          <w:rFonts w:ascii="Arial" w:hAnsi="Arial" w:cs="Arial"/>
          <w:color w:val="000000" w:themeColor="text1"/>
          <w:sz w:val="22"/>
          <w:szCs w:val="22"/>
        </w:rPr>
        <w:t xml:space="preserve"> nagu</w:t>
      </w:r>
      <w:r w:rsidR="1E4BBD6E" w:rsidRPr="44840491">
        <w:rPr>
          <w:rFonts w:ascii="Arial" w:hAnsi="Arial" w:cs="Arial"/>
          <w:color w:val="000000" w:themeColor="text1"/>
          <w:sz w:val="22"/>
          <w:szCs w:val="22"/>
        </w:rPr>
        <w:t xml:space="preserve"> teiste</w:t>
      </w:r>
      <w:r w:rsidR="00066706" w:rsidRPr="44840491">
        <w:rPr>
          <w:rFonts w:ascii="Arial" w:hAnsi="Arial" w:cs="Arial"/>
          <w:color w:val="000000" w:themeColor="text1"/>
          <w:sz w:val="22"/>
          <w:szCs w:val="22"/>
        </w:rPr>
        <w:t>l tervise</w:t>
      </w:r>
      <w:r w:rsidR="1E4BBD6E" w:rsidRPr="44840491">
        <w:rPr>
          <w:rFonts w:ascii="Arial" w:hAnsi="Arial" w:cs="Arial"/>
          <w:color w:val="000000" w:themeColor="text1"/>
          <w:sz w:val="22"/>
          <w:szCs w:val="22"/>
        </w:rPr>
        <w:t>valdkonna infosüsteemide</w:t>
      </w:r>
      <w:r w:rsidR="00066706" w:rsidRPr="44840491">
        <w:rPr>
          <w:rFonts w:ascii="Arial" w:hAnsi="Arial" w:cs="Arial"/>
          <w:color w:val="000000" w:themeColor="text1"/>
          <w:sz w:val="22"/>
          <w:szCs w:val="22"/>
        </w:rPr>
        <w:t>l.</w:t>
      </w:r>
    </w:p>
    <w:p w14:paraId="29F11166" w14:textId="3B80CAC0" w:rsidR="327BF4E0" w:rsidRPr="00883945" w:rsidRDefault="327BF4E0" w:rsidP="44840491">
      <w:pPr>
        <w:jc w:val="both"/>
        <w:rPr>
          <w:rFonts w:ascii="Arial" w:hAnsi="Arial" w:cs="Arial"/>
          <w:color w:val="000000" w:themeColor="text1"/>
          <w:sz w:val="22"/>
          <w:szCs w:val="22"/>
        </w:rPr>
      </w:pPr>
    </w:p>
    <w:p w14:paraId="75DD9E3E" w14:textId="6979B782" w:rsidR="42FAFFAD" w:rsidRPr="00883945" w:rsidRDefault="172C7138" w:rsidP="375AF7ED">
      <w:pPr>
        <w:jc w:val="both"/>
        <w:rPr>
          <w:rFonts w:ascii="Arial" w:hAnsi="Arial" w:cs="Arial"/>
          <w:sz w:val="22"/>
          <w:szCs w:val="22"/>
        </w:rPr>
      </w:pPr>
      <w:r w:rsidRPr="44840491">
        <w:rPr>
          <w:rFonts w:ascii="Arial" w:hAnsi="Arial" w:cs="Arial"/>
          <w:b/>
          <w:bCs/>
          <w:sz w:val="22"/>
          <w:szCs w:val="22"/>
        </w:rPr>
        <w:t>Paragrahvi</w:t>
      </w:r>
      <w:r w:rsidR="4ED4BC4E" w:rsidRPr="44840491">
        <w:rPr>
          <w:rFonts w:ascii="Arial" w:hAnsi="Arial" w:cs="Arial"/>
          <w:b/>
          <w:bCs/>
          <w:sz w:val="22"/>
          <w:szCs w:val="22"/>
        </w:rPr>
        <w:t>s 1</w:t>
      </w:r>
      <w:r w:rsidR="50C3C492" w:rsidRPr="44840491">
        <w:rPr>
          <w:rFonts w:ascii="Arial" w:hAnsi="Arial" w:cs="Arial"/>
          <w:b/>
          <w:bCs/>
          <w:sz w:val="22"/>
          <w:szCs w:val="22"/>
        </w:rPr>
        <w:t>1</w:t>
      </w:r>
      <w:r w:rsidR="4ED4BC4E" w:rsidRPr="44840491">
        <w:rPr>
          <w:rFonts w:ascii="Arial" w:hAnsi="Arial" w:cs="Arial"/>
          <w:b/>
          <w:bCs/>
          <w:sz w:val="22"/>
          <w:szCs w:val="22"/>
        </w:rPr>
        <w:t xml:space="preserve"> </w:t>
      </w:r>
      <w:r w:rsidR="4ED4BC4E" w:rsidRPr="44840491">
        <w:rPr>
          <w:rFonts w:ascii="Arial" w:hAnsi="Arial" w:cs="Arial"/>
          <w:sz w:val="22"/>
          <w:szCs w:val="22"/>
        </w:rPr>
        <w:t>sätestatakse andmetele juurdepääsu ja andmete väljastamisega seonduvad nõuded</w:t>
      </w:r>
      <w:r w:rsidR="005F004C" w:rsidRPr="44840491">
        <w:rPr>
          <w:rFonts w:ascii="Arial" w:hAnsi="Arial" w:cs="Arial"/>
          <w:sz w:val="22"/>
          <w:szCs w:val="22"/>
        </w:rPr>
        <w:t>.</w:t>
      </w:r>
    </w:p>
    <w:p w14:paraId="03658655" w14:textId="35372AA5" w:rsidR="375AF7ED" w:rsidRPr="00883945" w:rsidRDefault="375AF7ED" w:rsidP="375AF7ED">
      <w:pPr>
        <w:jc w:val="both"/>
        <w:rPr>
          <w:rFonts w:ascii="Arial" w:hAnsi="Arial" w:cs="Arial"/>
          <w:sz w:val="22"/>
          <w:szCs w:val="22"/>
        </w:rPr>
      </w:pPr>
    </w:p>
    <w:p w14:paraId="7D541601" w14:textId="191E6CE8" w:rsidR="1FF82183" w:rsidRPr="00883945" w:rsidRDefault="237FFBD5" w:rsidP="00A11805">
      <w:pPr>
        <w:jc w:val="both"/>
        <w:rPr>
          <w:rFonts w:ascii="Arial" w:hAnsi="Arial" w:cs="Arial"/>
          <w:sz w:val="22"/>
          <w:szCs w:val="22"/>
        </w:rPr>
      </w:pPr>
      <w:r w:rsidRPr="44840491">
        <w:rPr>
          <w:rFonts w:ascii="Arial" w:hAnsi="Arial" w:cs="Arial"/>
          <w:sz w:val="22"/>
          <w:szCs w:val="22"/>
          <w:u w:val="single"/>
        </w:rPr>
        <w:t>L</w:t>
      </w:r>
      <w:r w:rsidR="3553801E" w:rsidRPr="44840491">
        <w:rPr>
          <w:rFonts w:ascii="Arial" w:hAnsi="Arial" w:cs="Arial"/>
          <w:sz w:val="22"/>
          <w:szCs w:val="22"/>
          <w:u w:val="single"/>
        </w:rPr>
        <w:t>õi</w:t>
      </w:r>
      <w:r w:rsidR="004B74E9" w:rsidRPr="44840491">
        <w:rPr>
          <w:rFonts w:ascii="Arial" w:hAnsi="Arial" w:cs="Arial"/>
          <w:sz w:val="22"/>
          <w:szCs w:val="22"/>
          <w:u w:val="single"/>
        </w:rPr>
        <w:t>getes 1–4</w:t>
      </w:r>
      <w:r w:rsidR="09E6D3A0" w:rsidRPr="44840491">
        <w:rPr>
          <w:rFonts w:ascii="Arial" w:hAnsi="Arial" w:cs="Arial"/>
          <w:sz w:val="22"/>
          <w:szCs w:val="22"/>
          <w:u w:val="single"/>
        </w:rPr>
        <w:t xml:space="preserve"> </w:t>
      </w:r>
      <w:r w:rsidR="0A83AC02" w:rsidRPr="44840491">
        <w:rPr>
          <w:rFonts w:ascii="Arial" w:hAnsi="Arial" w:cs="Arial"/>
          <w:sz w:val="22"/>
          <w:szCs w:val="22"/>
        </w:rPr>
        <w:t>sätesta</w:t>
      </w:r>
      <w:r w:rsidR="067789C2" w:rsidRPr="44840491">
        <w:rPr>
          <w:rFonts w:ascii="Arial" w:hAnsi="Arial" w:cs="Arial"/>
          <w:sz w:val="22"/>
          <w:szCs w:val="22"/>
        </w:rPr>
        <w:t>takse</w:t>
      </w:r>
      <w:r w:rsidR="0A83AC02" w:rsidRPr="44840491">
        <w:rPr>
          <w:rFonts w:ascii="Arial" w:hAnsi="Arial" w:cs="Arial"/>
          <w:sz w:val="22"/>
          <w:szCs w:val="22"/>
        </w:rPr>
        <w:t xml:space="preserve"> </w:t>
      </w:r>
      <w:r w:rsidR="3F653F4E" w:rsidRPr="44840491">
        <w:rPr>
          <w:rFonts w:ascii="Arial" w:hAnsi="Arial" w:cs="Arial"/>
          <w:sz w:val="22"/>
          <w:szCs w:val="22"/>
        </w:rPr>
        <w:t>juurdepääsud erinevatele andme</w:t>
      </w:r>
      <w:r w:rsidR="005F004C" w:rsidRPr="44840491">
        <w:rPr>
          <w:rFonts w:ascii="Arial" w:hAnsi="Arial" w:cs="Arial"/>
          <w:sz w:val="22"/>
          <w:szCs w:val="22"/>
        </w:rPr>
        <w:t>stikele</w:t>
      </w:r>
      <w:r w:rsidR="3F653F4E" w:rsidRPr="44840491">
        <w:rPr>
          <w:rFonts w:ascii="Arial" w:hAnsi="Arial" w:cs="Arial"/>
          <w:sz w:val="22"/>
          <w:szCs w:val="22"/>
        </w:rPr>
        <w:t>. D</w:t>
      </w:r>
      <w:r w:rsidR="0A83AC02" w:rsidRPr="44840491">
        <w:rPr>
          <w:rFonts w:ascii="Arial" w:hAnsi="Arial" w:cs="Arial"/>
          <w:sz w:val="22"/>
          <w:szCs w:val="22"/>
        </w:rPr>
        <w:t>oonori ligipääs</w:t>
      </w:r>
      <w:r w:rsidR="4CDA12E9" w:rsidRPr="44840491">
        <w:rPr>
          <w:rFonts w:ascii="Arial" w:hAnsi="Arial" w:cs="Arial"/>
          <w:sz w:val="22"/>
          <w:szCs w:val="22"/>
        </w:rPr>
        <w:t xml:space="preserve"> piirdub</w:t>
      </w:r>
      <w:r w:rsidR="0A83AC02" w:rsidRPr="44840491">
        <w:rPr>
          <w:rFonts w:ascii="Arial" w:hAnsi="Arial" w:cs="Arial"/>
          <w:sz w:val="22"/>
          <w:szCs w:val="22"/>
        </w:rPr>
        <w:t xml:space="preserve"> </w:t>
      </w:r>
      <w:r w:rsidR="30171071" w:rsidRPr="44840491">
        <w:rPr>
          <w:rFonts w:ascii="Arial" w:hAnsi="Arial" w:cs="Arial"/>
          <w:sz w:val="22"/>
          <w:szCs w:val="22"/>
        </w:rPr>
        <w:t>tema kohta</w:t>
      </w:r>
      <w:r w:rsidR="0A83AC02" w:rsidRPr="44840491">
        <w:rPr>
          <w:rFonts w:ascii="Arial" w:hAnsi="Arial" w:cs="Arial"/>
          <w:sz w:val="22"/>
          <w:szCs w:val="22"/>
        </w:rPr>
        <w:t xml:space="preserve"> </w:t>
      </w:r>
      <w:r w:rsidR="00E83E51" w:rsidRPr="44840491">
        <w:rPr>
          <w:rFonts w:ascii="Arial" w:hAnsi="Arial" w:cs="Arial"/>
          <w:sz w:val="22"/>
          <w:szCs w:val="22"/>
        </w:rPr>
        <w:t xml:space="preserve">doonoriportaalis </w:t>
      </w:r>
      <w:r w:rsidR="0A83AC02" w:rsidRPr="44840491">
        <w:rPr>
          <w:rFonts w:ascii="Arial" w:hAnsi="Arial" w:cs="Arial"/>
          <w:sz w:val="22"/>
          <w:szCs w:val="22"/>
        </w:rPr>
        <w:t>esitatud andmete</w:t>
      </w:r>
      <w:r w:rsidR="2ECB9401" w:rsidRPr="44840491">
        <w:rPr>
          <w:rFonts w:ascii="Arial" w:hAnsi="Arial" w:cs="Arial"/>
          <w:sz w:val="22"/>
          <w:szCs w:val="22"/>
        </w:rPr>
        <w:t>ga</w:t>
      </w:r>
      <w:r w:rsidR="3ABA8B4B" w:rsidRPr="44840491">
        <w:rPr>
          <w:rFonts w:ascii="Arial" w:hAnsi="Arial" w:cs="Arial"/>
          <w:sz w:val="22"/>
          <w:szCs w:val="22"/>
        </w:rPr>
        <w:t>.</w:t>
      </w:r>
      <w:r w:rsidR="268A0332" w:rsidRPr="44840491">
        <w:rPr>
          <w:rFonts w:ascii="Arial" w:hAnsi="Arial" w:cs="Arial"/>
          <w:sz w:val="22"/>
          <w:szCs w:val="22"/>
        </w:rPr>
        <w:t xml:space="preserve"> Doonor pääseb t</w:t>
      </w:r>
      <w:r w:rsidR="3ABA8B4B" w:rsidRPr="44840491">
        <w:rPr>
          <w:rFonts w:ascii="Arial" w:hAnsi="Arial" w:cs="Arial"/>
          <w:sz w:val="22"/>
          <w:szCs w:val="22"/>
        </w:rPr>
        <w:t xml:space="preserve">erviseportaali </w:t>
      </w:r>
      <w:r w:rsidR="205DCB55" w:rsidRPr="44840491">
        <w:rPr>
          <w:rFonts w:ascii="Arial" w:hAnsi="Arial" w:cs="Arial"/>
          <w:sz w:val="22"/>
          <w:szCs w:val="22"/>
        </w:rPr>
        <w:t xml:space="preserve">ning </w:t>
      </w:r>
      <w:r w:rsidR="293A187E" w:rsidRPr="44840491">
        <w:rPr>
          <w:rFonts w:ascii="Arial" w:hAnsi="Arial" w:cs="Arial"/>
          <w:sz w:val="22"/>
          <w:szCs w:val="22"/>
        </w:rPr>
        <w:t>identifitseerib</w:t>
      </w:r>
      <w:r w:rsidR="205DCB55" w:rsidRPr="44840491">
        <w:rPr>
          <w:rFonts w:ascii="Arial" w:hAnsi="Arial" w:cs="Arial"/>
          <w:sz w:val="22"/>
          <w:szCs w:val="22"/>
        </w:rPr>
        <w:t xml:space="preserve"> </w:t>
      </w:r>
      <w:r w:rsidR="7DC6AEA2" w:rsidRPr="44840491">
        <w:rPr>
          <w:rFonts w:ascii="Arial" w:hAnsi="Arial" w:cs="Arial"/>
          <w:sz w:val="22"/>
          <w:szCs w:val="22"/>
        </w:rPr>
        <w:t>ennast</w:t>
      </w:r>
      <w:r w:rsidR="3ABA8B4B" w:rsidRPr="44840491">
        <w:rPr>
          <w:rFonts w:ascii="Arial" w:hAnsi="Arial" w:cs="Arial"/>
          <w:sz w:val="22"/>
          <w:szCs w:val="22"/>
        </w:rPr>
        <w:t xml:space="preserve"> </w:t>
      </w:r>
      <w:r w:rsidR="00040760">
        <w:rPr>
          <w:rFonts w:ascii="Arial" w:hAnsi="Arial" w:cs="Arial"/>
          <w:sz w:val="22"/>
          <w:szCs w:val="22"/>
        </w:rPr>
        <w:t>r</w:t>
      </w:r>
      <w:r w:rsidR="3ABA8B4B" w:rsidRPr="44840491">
        <w:rPr>
          <w:rFonts w:ascii="Arial" w:hAnsi="Arial" w:cs="Arial"/>
          <w:sz w:val="22"/>
          <w:szCs w:val="22"/>
        </w:rPr>
        <w:t xml:space="preserve">iigi </w:t>
      </w:r>
      <w:r w:rsidR="00040760">
        <w:rPr>
          <w:rFonts w:ascii="Arial" w:hAnsi="Arial" w:cs="Arial"/>
          <w:sz w:val="22"/>
          <w:szCs w:val="22"/>
        </w:rPr>
        <w:t>a</w:t>
      </w:r>
      <w:r w:rsidR="3ABA8B4B" w:rsidRPr="44840491">
        <w:rPr>
          <w:rFonts w:ascii="Arial" w:hAnsi="Arial" w:cs="Arial"/>
          <w:sz w:val="22"/>
          <w:szCs w:val="22"/>
        </w:rPr>
        <w:t>utentimisteenuse TARA</w:t>
      </w:r>
      <w:r w:rsidR="134C65E2" w:rsidRPr="44840491">
        <w:rPr>
          <w:rFonts w:ascii="Arial" w:hAnsi="Arial" w:cs="Arial"/>
          <w:sz w:val="22"/>
          <w:szCs w:val="22"/>
        </w:rPr>
        <w:t xml:space="preserve"> vahendusel</w:t>
      </w:r>
      <w:r w:rsidR="6C5C2010" w:rsidRPr="44840491">
        <w:rPr>
          <w:rFonts w:ascii="Arial" w:hAnsi="Arial" w:cs="Arial"/>
          <w:sz w:val="22"/>
          <w:szCs w:val="22"/>
        </w:rPr>
        <w:t>.</w:t>
      </w:r>
      <w:r w:rsidR="46971E5C" w:rsidRPr="44840491">
        <w:rPr>
          <w:rFonts w:ascii="Arial" w:hAnsi="Arial" w:cs="Arial"/>
          <w:sz w:val="22"/>
          <w:szCs w:val="22"/>
        </w:rPr>
        <w:t xml:space="preserve"> </w:t>
      </w:r>
      <w:r w:rsidR="5E658C2F" w:rsidRPr="44840491">
        <w:rPr>
          <w:rFonts w:ascii="Arial" w:hAnsi="Arial" w:cs="Arial"/>
          <w:sz w:val="22"/>
          <w:szCs w:val="22"/>
        </w:rPr>
        <w:t>Verekeskus saab vajaduse</w:t>
      </w:r>
      <w:r w:rsidR="00963658">
        <w:rPr>
          <w:rFonts w:ascii="Arial" w:hAnsi="Arial" w:cs="Arial"/>
          <w:sz w:val="22"/>
          <w:szCs w:val="22"/>
        </w:rPr>
        <w:t xml:space="preserve"> korra</w:t>
      </w:r>
      <w:r w:rsidR="5E658C2F" w:rsidRPr="44840491">
        <w:rPr>
          <w:rFonts w:ascii="Arial" w:hAnsi="Arial" w:cs="Arial"/>
          <w:sz w:val="22"/>
          <w:szCs w:val="22"/>
        </w:rPr>
        <w:t>l doonori esitatud andme</w:t>
      </w:r>
      <w:r w:rsidR="00850395" w:rsidRPr="44840491">
        <w:rPr>
          <w:rFonts w:ascii="Arial" w:hAnsi="Arial" w:cs="Arial"/>
          <w:sz w:val="22"/>
          <w:szCs w:val="22"/>
        </w:rPr>
        <w:t>i</w:t>
      </w:r>
      <w:r w:rsidR="5E658C2F" w:rsidRPr="44840491">
        <w:rPr>
          <w:rFonts w:ascii="Arial" w:hAnsi="Arial" w:cs="Arial"/>
          <w:sz w:val="22"/>
          <w:szCs w:val="22"/>
        </w:rPr>
        <w:t xml:space="preserve">d täiendada ja parandada. </w:t>
      </w:r>
      <w:r w:rsidR="46971E5C" w:rsidRPr="44840491">
        <w:rPr>
          <w:rFonts w:ascii="Arial" w:hAnsi="Arial" w:cs="Arial"/>
          <w:sz w:val="22"/>
          <w:szCs w:val="22"/>
        </w:rPr>
        <w:t>V</w:t>
      </w:r>
      <w:r w:rsidR="2FB78700" w:rsidRPr="44840491">
        <w:rPr>
          <w:rFonts w:ascii="Arial" w:hAnsi="Arial" w:cs="Arial"/>
          <w:sz w:val="22"/>
          <w:szCs w:val="22"/>
        </w:rPr>
        <w:t>erekeskus</w:t>
      </w:r>
      <w:r w:rsidR="1843C984" w:rsidRPr="44840491">
        <w:rPr>
          <w:rFonts w:ascii="Arial" w:hAnsi="Arial" w:cs="Arial"/>
          <w:sz w:val="22"/>
          <w:szCs w:val="22"/>
        </w:rPr>
        <w:t xml:space="preserve"> saa</w:t>
      </w:r>
      <w:r w:rsidR="00004C39" w:rsidRPr="44840491">
        <w:rPr>
          <w:rFonts w:ascii="Arial" w:hAnsi="Arial" w:cs="Arial"/>
          <w:sz w:val="22"/>
          <w:szCs w:val="22"/>
        </w:rPr>
        <w:t>b</w:t>
      </w:r>
      <w:r w:rsidR="1843C984" w:rsidRPr="44840491">
        <w:rPr>
          <w:rFonts w:ascii="Arial" w:hAnsi="Arial" w:cs="Arial"/>
          <w:sz w:val="22"/>
          <w:szCs w:val="22"/>
        </w:rPr>
        <w:t xml:space="preserve"> </w:t>
      </w:r>
      <w:r w:rsidR="1BA97E2B" w:rsidRPr="44840491">
        <w:rPr>
          <w:rFonts w:ascii="Arial" w:hAnsi="Arial" w:cs="Arial"/>
          <w:sz w:val="22"/>
          <w:szCs w:val="22"/>
        </w:rPr>
        <w:t xml:space="preserve">juurdepääsu kõikides verekeskustes saadud doonori ja vereloovutuste andmetele. </w:t>
      </w:r>
      <w:r w:rsidR="3290D705" w:rsidRPr="44840491">
        <w:rPr>
          <w:rFonts w:ascii="Arial" w:hAnsi="Arial" w:cs="Arial"/>
          <w:sz w:val="22"/>
          <w:szCs w:val="22"/>
        </w:rPr>
        <w:t>See meede aitab välistada</w:t>
      </w:r>
      <w:r w:rsidR="5ACAA2EC" w:rsidRPr="44840491">
        <w:rPr>
          <w:rFonts w:ascii="Arial" w:hAnsi="Arial" w:cs="Arial"/>
          <w:sz w:val="22"/>
          <w:szCs w:val="22"/>
        </w:rPr>
        <w:t xml:space="preserve"> vere liiga tihedat loovutamist </w:t>
      </w:r>
      <w:r w:rsidR="02131F0B" w:rsidRPr="00CF3221">
        <w:rPr>
          <w:rFonts w:ascii="Arial" w:hAnsi="Arial" w:cs="Arial"/>
          <w:sz w:val="22"/>
          <w:szCs w:val="22"/>
        </w:rPr>
        <w:t>erinevates</w:t>
      </w:r>
      <w:r w:rsidR="02131F0B" w:rsidRPr="44840491">
        <w:rPr>
          <w:rFonts w:ascii="Arial" w:hAnsi="Arial" w:cs="Arial"/>
          <w:sz w:val="22"/>
          <w:szCs w:val="22"/>
        </w:rPr>
        <w:t xml:space="preserve"> verekeskustes </w:t>
      </w:r>
      <w:r w:rsidR="5B5345C1" w:rsidRPr="44840491">
        <w:rPr>
          <w:rFonts w:ascii="Arial" w:hAnsi="Arial" w:cs="Arial"/>
          <w:sz w:val="22"/>
          <w:szCs w:val="22"/>
        </w:rPr>
        <w:t>ning tagada sellega</w:t>
      </w:r>
      <w:r w:rsidR="1BA97E2B" w:rsidRPr="44840491">
        <w:rPr>
          <w:rFonts w:ascii="Arial" w:hAnsi="Arial" w:cs="Arial"/>
          <w:sz w:val="22"/>
          <w:szCs w:val="22"/>
        </w:rPr>
        <w:t xml:space="preserve"> doonor</w:t>
      </w:r>
      <w:r w:rsidR="66C3D7F6" w:rsidRPr="44840491">
        <w:rPr>
          <w:rFonts w:ascii="Arial" w:hAnsi="Arial" w:cs="Arial"/>
          <w:sz w:val="22"/>
          <w:szCs w:val="22"/>
        </w:rPr>
        <w:t>i</w:t>
      </w:r>
      <w:r w:rsidR="6F61A454" w:rsidRPr="44840491">
        <w:rPr>
          <w:rFonts w:ascii="Arial" w:hAnsi="Arial" w:cs="Arial"/>
          <w:sz w:val="22"/>
          <w:szCs w:val="22"/>
        </w:rPr>
        <w:t xml:space="preserve"> ohutus</w:t>
      </w:r>
      <w:r w:rsidR="28DCFFEC" w:rsidRPr="44840491">
        <w:rPr>
          <w:rFonts w:ascii="Arial" w:hAnsi="Arial" w:cs="Arial"/>
          <w:sz w:val="22"/>
          <w:szCs w:val="22"/>
        </w:rPr>
        <w:t xml:space="preserve"> ja </w:t>
      </w:r>
      <w:r w:rsidR="3955AC29" w:rsidRPr="44840491">
        <w:rPr>
          <w:rFonts w:ascii="Arial" w:hAnsi="Arial" w:cs="Arial"/>
          <w:sz w:val="22"/>
          <w:szCs w:val="22"/>
        </w:rPr>
        <w:t>heaolu</w:t>
      </w:r>
      <w:r w:rsidR="28DCFFEC" w:rsidRPr="44840491">
        <w:rPr>
          <w:rFonts w:ascii="Arial" w:hAnsi="Arial" w:cs="Arial"/>
          <w:sz w:val="22"/>
          <w:szCs w:val="22"/>
        </w:rPr>
        <w:t xml:space="preserve">. </w:t>
      </w:r>
      <w:r w:rsidR="064DA929" w:rsidRPr="44840491">
        <w:rPr>
          <w:rFonts w:ascii="Arial" w:hAnsi="Arial" w:cs="Arial"/>
          <w:sz w:val="22"/>
          <w:szCs w:val="22"/>
        </w:rPr>
        <w:t>Verekabinet</w:t>
      </w:r>
      <w:r w:rsidR="5BFE506E" w:rsidRPr="44840491">
        <w:rPr>
          <w:rFonts w:ascii="Arial" w:hAnsi="Arial" w:cs="Arial"/>
          <w:sz w:val="22"/>
          <w:szCs w:val="22"/>
        </w:rPr>
        <w:t xml:space="preserve"> ja referentlabor</w:t>
      </w:r>
      <w:r w:rsidR="064DA929" w:rsidRPr="44840491">
        <w:rPr>
          <w:rFonts w:ascii="Arial" w:hAnsi="Arial" w:cs="Arial"/>
          <w:sz w:val="22"/>
          <w:szCs w:val="22"/>
        </w:rPr>
        <w:t xml:space="preserve"> te</w:t>
      </w:r>
      <w:r w:rsidR="003D6C01">
        <w:rPr>
          <w:rFonts w:ascii="Arial" w:hAnsi="Arial" w:cs="Arial"/>
          <w:sz w:val="22"/>
          <w:szCs w:val="22"/>
        </w:rPr>
        <w:t>eva</w:t>
      </w:r>
      <w:r w:rsidR="007148D2">
        <w:rPr>
          <w:rFonts w:ascii="Arial" w:hAnsi="Arial" w:cs="Arial"/>
          <w:sz w:val="22"/>
          <w:szCs w:val="22"/>
        </w:rPr>
        <w:t>d</w:t>
      </w:r>
      <w:r w:rsidR="064DA929" w:rsidRPr="44840491">
        <w:rPr>
          <w:rFonts w:ascii="Arial" w:hAnsi="Arial" w:cs="Arial"/>
          <w:sz w:val="22"/>
          <w:szCs w:val="22"/>
        </w:rPr>
        <w:t xml:space="preserve"> või tellivad retsipientide vereanalüü</w:t>
      </w:r>
      <w:r w:rsidR="3EA67252" w:rsidRPr="44840491">
        <w:rPr>
          <w:rFonts w:ascii="Arial" w:hAnsi="Arial" w:cs="Arial"/>
          <w:sz w:val="22"/>
          <w:szCs w:val="22"/>
        </w:rPr>
        <w:t>si</w:t>
      </w:r>
      <w:r w:rsidR="7D9D8CF0" w:rsidRPr="44840491">
        <w:rPr>
          <w:rFonts w:ascii="Arial" w:hAnsi="Arial" w:cs="Arial"/>
          <w:sz w:val="22"/>
          <w:szCs w:val="22"/>
        </w:rPr>
        <w:t xml:space="preserve">d, </w:t>
      </w:r>
      <w:r w:rsidR="064DA929" w:rsidRPr="44840491">
        <w:rPr>
          <w:rFonts w:ascii="Arial" w:hAnsi="Arial" w:cs="Arial"/>
          <w:sz w:val="22"/>
          <w:szCs w:val="22"/>
        </w:rPr>
        <w:t>tel</w:t>
      </w:r>
      <w:r w:rsidR="2DC489CE" w:rsidRPr="44840491">
        <w:rPr>
          <w:rFonts w:ascii="Arial" w:hAnsi="Arial" w:cs="Arial"/>
          <w:sz w:val="22"/>
          <w:szCs w:val="22"/>
        </w:rPr>
        <w:t>livad</w:t>
      </w:r>
      <w:r w:rsidR="5DCE9583" w:rsidRPr="44840491">
        <w:rPr>
          <w:rFonts w:ascii="Arial" w:hAnsi="Arial" w:cs="Arial"/>
          <w:sz w:val="22"/>
          <w:szCs w:val="22"/>
        </w:rPr>
        <w:t xml:space="preserve"> verekeskustest</w:t>
      </w:r>
      <w:r w:rsidR="2DC489CE" w:rsidRPr="44840491">
        <w:rPr>
          <w:rFonts w:ascii="Arial" w:hAnsi="Arial" w:cs="Arial"/>
          <w:sz w:val="22"/>
          <w:szCs w:val="22"/>
        </w:rPr>
        <w:t xml:space="preserve"> </w:t>
      </w:r>
      <w:r w:rsidR="06C76596" w:rsidRPr="44840491">
        <w:rPr>
          <w:rFonts w:ascii="Arial" w:hAnsi="Arial" w:cs="Arial"/>
          <w:sz w:val="22"/>
          <w:szCs w:val="22"/>
        </w:rPr>
        <w:t>sobiliku</w:t>
      </w:r>
      <w:r w:rsidR="2DC489CE" w:rsidRPr="44840491">
        <w:rPr>
          <w:rFonts w:ascii="Arial" w:hAnsi="Arial" w:cs="Arial"/>
          <w:sz w:val="22"/>
          <w:szCs w:val="22"/>
        </w:rPr>
        <w:t xml:space="preserve">d </w:t>
      </w:r>
      <w:r w:rsidR="064DA929" w:rsidRPr="44840491">
        <w:rPr>
          <w:rFonts w:ascii="Arial" w:hAnsi="Arial" w:cs="Arial"/>
          <w:sz w:val="22"/>
          <w:szCs w:val="22"/>
        </w:rPr>
        <w:t>verepreparaa</w:t>
      </w:r>
      <w:r w:rsidR="3CA003D6" w:rsidRPr="44840491">
        <w:rPr>
          <w:rFonts w:ascii="Arial" w:hAnsi="Arial" w:cs="Arial"/>
          <w:sz w:val="22"/>
          <w:szCs w:val="22"/>
        </w:rPr>
        <w:t>d</w:t>
      </w:r>
      <w:r w:rsidR="064DA929" w:rsidRPr="44840491">
        <w:rPr>
          <w:rFonts w:ascii="Arial" w:hAnsi="Arial" w:cs="Arial"/>
          <w:sz w:val="22"/>
          <w:szCs w:val="22"/>
        </w:rPr>
        <w:t>id</w:t>
      </w:r>
      <w:r w:rsidR="0462D44B" w:rsidRPr="44840491">
        <w:rPr>
          <w:rFonts w:ascii="Arial" w:hAnsi="Arial" w:cs="Arial"/>
          <w:sz w:val="22"/>
          <w:szCs w:val="22"/>
        </w:rPr>
        <w:t xml:space="preserve"> ja</w:t>
      </w:r>
      <w:r w:rsidR="1D5A416C" w:rsidRPr="44840491">
        <w:rPr>
          <w:rFonts w:ascii="Arial" w:hAnsi="Arial" w:cs="Arial"/>
          <w:sz w:val="22"/>
          <w:szCs w:val="22"/>
        </w:rPr>
        <w:t xml:space="preserve"> </w:t>
      </w:r>
      <w:r w:rsidR="302B4FBA" w:rsidRPr="44840491">
        <w:rPr>
          <w:rFonts w:ascii="Arial" w:hAnsi="Arial" w:cs="Arial"/>
          <w:sz w:val="22"/>
          <w:szCs w:val="22"/>
        </w:rPr>
        <w:t xml:space="preserve">väljastavad </w:t>
      </w:r>
      <w:r w:rsidR="4B6DDB5C" w:rsidRPr="44840491">
        <w:rPr>
          <w:rFonts w:ascii="Arial" w:hAnsi="Arial" w:cs="Arial"/>
          <w:sz w:val="22"/>
          <w:szCs w:val="22"/>
        </w:rPr>
        <w:t>ne</w:t>
      </w:r>
      <w:r w:rsidR="61823A07" w:rsidRPr="44840491">
        <w:rPr>
          <w:rFonts w:ascii="Arial" w:hAnsi="Arial" w:cs="Arial"/>
          <w:sz w:val="22"/>
          <w:szCs w:val="22"/>
        </w:rPr>
        <w:t>e</w:t>
      </w:r>
      <w:r w:rsidR="4B6DDB5C" w:rsidRPr="44840491">
        <w:rPr>
          <w:rFonts w:ascii="Arial" w:hAnsi="Arial" w:cs="Arial"/>
          <w:sz w:val="22"/>
          <w:szCs w:val="22"/>
        </w:rPr>
        <w:t xml:space="preserve">d </w:t>
      </w:r>
      <w:r w:rsidR="1D5A416C" w:rsidRPr="44840491">
        <w:rPr>
          <w:rFonts w:ascii="Arial" w:hAnsi="Arial" w:cs="Arial"/>
          <w:sz w:val="22"/>
          <w:szCs w:val="22"/>
        </w:rPr>
        <w:t>vereloovutust</w:t>
      </w:r>
      <w:r w:rsidR="69B0D2A8" w:rsidRPr="44840491">
        <w:rPr>
          <w:rFonts w:ascii="Arial" w:hAnsi="Arial" w:cs="Arial"/>
          <w:sz w:val="22"/>
          <w:szCs w:val="22"/>
        </w:rPr>
        <w:t>eks</w:t>
      </w:r>
      <w:r w:rsidR="67737601" w:rsidRPr="44840491">
        <w:rPr>
          <w:rFonts w:ascii="Arial" w:hAnsi="Arial" w:cs="Arial"/>
          <w:sz w:val="22"/>
          <w:szCs w:val="22"/>
        </w:rPr>
        <w:t>.</w:t>
      </w:r>
      <w:r w:rsidR="6E5D631E" w:rsidRPr="44840491">
        <w:rPr>
          <w:rFonts w:ascii="Arial" w:hAnsi="Arial" w:cs="Arial"/>
          <w:sz w:val="22"/>
          <w:szCs w:val="22"/>
        </w:rPr>
        <w:t xml:space="preserve"> Referent</w:t>
      </w:r>
      <w:r w:rsidR="50A412EF" w:rsidRPr="44840491">
        <w:rPr>
          <w:rFonts w:ascii="Arial" w:hAnsi="Arial" w:cs="Arial"/>
          <w:sz w:val="22"/>
          <w:szCs w:val="22"/>
        </w:rPr>
        <w:t>labori</w:t>
      </w:r>
      <w:r w:rsidR="67D1CACF" w:rsidRPr="44840491">
        <w:rPr>
          <w:rFonts w:ascii="Arial" w:hAnsi="Arial" w:cs="Arial"/>
          <w:sz w:val="22"/>
          <w:szCs w:val="22"/>
        </w:rPr>
        <w:t xml:space="preserve"> ja verekabineti</w:t>
      </w:r>
      <w:r w:rsidR="50A412EF" w:rsidRPr="44840491">
        <w:rPr>
          <w:rFonts w:ascii="Arial" w:hAnsi="Arial" w:cs="Arial"/>
          <w:sz w:val="22"/>
          <w:szCs w:val="22"/>
        </w:rPr>
        <w:t xml:space="preserve"> spetsialistidele tagatakse juurdepääs konkreetse retsipien</w:t>
      </w:r>
      <w:r w:rsidR="34EF1301" w:rsidRPr="44840491">
        <w:rPr>
          <w:rFonts w:ascii="Arial" w:hAnsi="Arial" w:cs="Arial"/>
          <w:sz w:val="22"/>
          <w:szCs w:val="22"/>
        </w:rPr>
        <w:t>d</w:t>
      </w:r>
      <w:r w:rsidR="50A412EF" w:rsidRPr="44840491">
        <w:rPr>
          <w:rFonts w:ascii="Arial" w:hAnsi="Arial" w:cs="Arial"/>
          <w:sz w:val="22"/>
          <w:szCs w:val="22"/>
        </w:rPr>
        <w:t xml:space="preserve">i </w:t>
      </w:r>
      <w:r w:rsidR="76EDD40E" w:rsidRPr="44840491">
        <w:rPr>
          <w:rFonts w:ascii="Arial" w:hAnsi="Arial" w:cs="Arial"/>
          <w:sz w:val="22"/>
          <w:szCs w:val="22"/>
        </w:rPr>
        <w:t>kõikidele</w:t>
      </w:r>
      <w:r w:rsidR="4751420D" w:rsidRPr="44840491">
        <w:rPr>
          <w:rFonts w:ascii="Arial" w:hAnsi="Arial" w:cs="Arial"/>
          <w:sz w:val="22"/>
          <w:szCs w:val="22"/>
        </w:rPr>
        <w:t xml:space="preserve"> </w:t>
      </w:r>
      <w:r w:rsidR="50A412EF" w:rsidRPr="44840491">
        <w:rPr>
          <w:rFonts w:ascii="Arial" w:hAnsi="Arial" w:cs="Arial"/>
          <w:sz w:val="22"/>
          <w:szCs w:val="22"/>
        </w:rPr>
        <w:t xml:space="preserve">vereanalüüsi tulemustele </w:t>
      </w:r>
      <w:r w:rsidR="249B254A" w:rsidRPr="44840491">
        <w:rPr>
          <w:rFonts w:ascii="Arial" w:hAnsi="Arial" w:cs="Arial"/>
          <w:sz w:val="22"/>
          <w:szCs w:val="22"/>
        </w:rPr>
        <w:t xml:space="preserve">ja </w:t>
      </w:r>
      <w:r w:rsidR="21B836B6" w:rsidRPr="44840491">
        <w:rPr>
          <w:rFonts w:ascii="Arial" w:hAnsi="Arial" w:cs="Arial"/>
          <w:sz w:val="22"/>
          <w:szCs w:val="22"/>
        </w:rPr>
        <w:t xml:space="preserve">vereülekande </w:t>
      </w:r>
      <w:r w:rsidR="249B254A" w:rsidRPr="44840491">
        <w:rPr>
          <w:rFonts w:ascii="Arial" w:hAnsi="Arial" w:cs="Arial"/>
          <w:sz w:val="22"/>
          <w:szCs w:val="22"/>
        </w:rPr>
        <w:t>andmetele.</w:t>
      </w:r>
      <w:r w:rsidR="24FB4B69" w:rsidRPr="44840491">
        <w:rPr>
          <w:rFonts w:ascii="Arial" w:hAnsi="Arial" w:cs="Arial"/>
          <w:sz w:val="22"/>
          <w:szCs w:val="22"/>
        </w:rPr>
        <w:t xml:space="preserve"> Juurdepääs tagatakse üksnes teenuse osutamise eesmärgil.</w:t>
      </w:r>
      <w:r w:rsidR="249B254A" w:rsidRPr="44840491">
        <w:rPr>
          <w:rFonts w:ascii="Arial" w:hAnsi="Arial" w:cs="Arial"/>
          <w:sz w:val="22"/>
          <w:szCs w:val="22"/>
        </w:rPr>
        <w:t xml:space="preserve"> </w:t>
      </w:r>
      <w:r w:rsidR="5FEC1E8A" w:rsidRPr="44840491">
        <w:rPr>
          <w:rFonts w:ascii="Arial" w:hAnsi="Arial" w:cs="Arial"/>
          <w:sz w:val="22"/>
          <w:szCs w:val="22"/>
        </w:rPr>
        <w:t xml:space="preserve">Juurdepääsu võimaldamine verekeskuse, verekabineti ja referentlabori </w:t>
      </w:r>
      <w:r w:rsidR="3A957736" w:rsidRPr="44840491">
        <w:rPr>
          <w:rFonts w:ascii="Arial" w:hAnsi="Arial" w:cs="Arial"/>
          <w:sz w:val="22"/>
          <w:szCs w:val="22"/>
        </w:rPr>
        <w:t xml:space="preserve">spetsialistidele tagatakse töökohaga seonduvalt </w:t>
      </w:r>
      <w:r w:rsidR="00842482">
        <w:rPr>
          <w:rFonts w:ascii="Arial" w:hAnsi="Arial" w:cs="Arial"/>
          <w:sz w:val="22"/>
          <w:szCs w:val="22"/>
        </w:rPr>
        <w:t>ja</w:t>
      </w:r>
      <w:r w:rsidR="3A957736" w:rsidRPr="44840491">
        <w:rPr>
          <w:rFonts w:ascii="Arial" w:hAnsi="Arial" w:cs="Arial"/>
          <w:sz w:val="22"/>
          <w:szCs w:val="22"/>
        </w:rPr>
        <w:t xml:space="preserve"> eesmärgipõhiselt</w:t>
      </w:r>
      <w:r w:rsidR="5B49B732" w:rsidRPr="44840491">
        <w:rPr>
          <w:rFonts w:ascii="Arial" w:hAnsi="Arial" w:cs="Arial"/>
          <w:sz w:val="22"/>
          <w:szCs w:val="22"/>
        </w:rPr>
        <w:t xml:space="preserve">. </w:t>
      </w:r>
      <w:r w:rsidR="5B49B732" w:rsidRPr="44840491">
        <w:rPr>
          <w:rFonts w:ascii="Arial" w:hAnsi="Arial" w:cs="Arial"/>
          <w:sz w:val="22"/>
          <w:szCs w:val="22"/>
        </w:rPr>
        <w:lastRenderedPageBreak/>
        <w:t xml:space="preserve">Infosüsteemiga liituvad osapooled (verekeskus, verekabinet ja referentlabor) peavad taotlema volitatud töötlejalt </w:t>
      </w:r>
      <w:r w:rsidR="65A45D62" w:rsidRPr="44840491">
        <w:rPr>
          <w:rFonts w:ascii="Arial" w:hAnsi="Arial" w:cs="Arial"/>
          <w:sz w:val="22"/>
          <w:szCs w:val="22"/>
        </w:rPr>
        <w:t>juurdepääsude haldja õigus</w:t>
      </w:r>
      <w:r w:rsidR="54453FFB" w:rsidRPr="44840491">
        <w:rPr>
          <w:rFonts w:ascii="Arial" w:hAnsi="Arial" w:cs="Arial"/>
          <w:sz w:val="22"/>
          <w:szCs w:val="22"/>
        </w:rPr>
        <w:t xml:space="preserve">ed ning määrama </w:t>
      </w:r>
      <w:r w:rsidR="54453FFB" w:rsidRPr="002C6067">
        <w:rPr>
          <w:rFonts w:ascii="Arial" w:hAnsi="Arial" w:cs="Arial"/>
          <w:sz w:val="22"/>
          <w:szCs w:val="22"/>
        </w:rPr>
        <w:t>asutuse</w:t>
      </w:r>
      <w:r w:rsidR="00A175B1">
        <w:rPr>
          <w:rFonts w:ascii="Arial" w:hAnsi="Arial" w:cs="Arial"/>
          <w:sz w:val="22"/>
          <w:szCs w:val="22"/>
        </w:rPr>
        <w:t>s</w:t>
      </w:r>
      <w:r w:rsidR="54453FFB" w:rsidRPr="44840491">
        <w:rPr>
          <w:rFonts w:ascii="Arial" w:hAnsi="Arial" w:cs="Arial"/>
          <w:sz w:val="22"/>
          <w:szCs w:val="22"/>
        </w:rPr>
        <w:t xml:space="preserve"> vastutav</w:t>
      </w:r>
      <w:r w:rsidR="000330FF" w:rsidRPr="44840491">
        <w:rPr>
          <w:rFonts w:ascii="Arial" w:hAnsi="Arial" w:cs="Arial"/>
          <w:sz w:val="22"/>
          <w:szCs w:val="22"/>
        </w:rPr>
        <w:t>a</w:t>
      </w:r>
      <w:r w:rsidR="54453FFB" w:rsidRPr="44840491">
        <w:rPr>
          <w:rFonts w:ascii="Arial" w:hAnsi="Arial" w:cs="Arial"/>
          <w:sz w:val="22"/>
          <w:szCs w:val="22"/>
        </w:rPr>
        <w:t xml:space="preserve"> isik</w:t>
      </w:r>
      <w:r w:rsidR="000330FF" w:rsidRPr="44840491">
        <w:rPr>
          <w:rFonts w:ascii="Arial" w:hAnsi="Arial" w:cs="Arial"/>
          <w:sz w:val="22"/>
          <w:szCs w:val="22"/>
        </w:rPr>
        <w:t>u</w:t>
      </w:r>
      <w:r w:rsidR="7BB95C95" w:rsidRPr="44840491">
        <w:rPr>
          <w:rFonts w:ascii="Arial" w:hAnsi="Arial" w:cs="Arial"/>
          <w:sz w:val="22"/>
          <w:szCs w:val="22"/>
        </w:rPr>
        <w:t>, kes hakkab juurdepääsu</w:t>
      </w:r>
      <w:r w:rsidR="00AD3F15">
        <w:rPr>
          <w:rFonts w:ascii="Arial" w:hAnsi="Arial" w:cs="Arial"/>
          <w:sz w:val="22"/>
          <w:szCs w:val="22"/>
        </w:rPr>
        <w:t>õigusi</w:t>
      </w:r>
      <w:r w:rsidR="7BB95C95" w:rsidRPr="44840491">
        <w:rPr>
          <w:rFonts w:ascii="Arial" w:hAnsi="Arial" w:cs="Arial"/>
          <w:sz w:val="22"/>
          <w:szCs w:val="22"/>
        </w:rPr>
        <w:t xml:space="preserve"> enda asutuse teenuste osutamise otstarbeks </w:t>
      </w:r>
      <w:r w:rsidR="7BB95C95" w:rsidRPr="00CE2F13">
        <w:rPr>
          <w:rFonts w:ascii="Arial" w:hAnsi="Arial" w:cs="Arial"/>
          <w:sz w:val="22"/>
          <w:szCs w:val="22"/>
        </w:rPr>
        <w:t>haldama, piirama, eemaldama</w:t>
      </w:r>
      <w:r w:rsidR="7BB95C95" w:rsidRPr="44840491">
        <w:rPr>
          <w:rFonts w:ascii="Arial" w:hAnsi="Arial" w:cs="Arial"/>
          <w:sz w:val="22"/>
          <w:szCs w:val="22"/>
        </w:rPr>
        <w:t xml:space="preserve"> kehtetud </w:t>
      </w:r>
      <w:r w:rsidR="721C9753" w:rsidRPr="44840491">
        <w:rPr>
          <w:rFonts w:ascii="Arial" w:hAnsi="Arial" w:cs="Arial"/>
          <w:sz w:val="22"/>
          <w:szCs w:val="22"/>
        </w:rPr>
        <w:t xml:space="preserve">kontod jne. </w:t>
      </w:r>
    </w:p>
    <w:p w14:paraId="5CF872D5" w14:textId="1A91B453" w:rsidR="375AF7ED" w:rsidRPr="00883945" w:rsidRDefault="375AF7ED" w:rsidP="375AF7ED">
      <w:pPr>
        <w:jc w:val="both"/>
        <w:rPr>
          <w:rFonts w:ascii="Arial" w:hAnsi="Arial" w:cs="Arial"/>
          <w:sz w:val="22"/>
          <w:szCs w:val="22"/>
        </w:rPr>
      </w:pPr>
    </w:p>
    <w:p w14:paraId="742354D4" w14:textId="4AF2DCAA" w:rsidR="30F472E7" w:rsidRPr="00883945" w:rsidRDefault="30F472E7" w:rsidP="00574470">
      <w:pPr>
        <w:shd w:val="clear" w:color="auto" w:fill="FFFFFF" w:themeFill="background1"/>
        <w:jc w:val="both"/>
        <w:rPr>
          <w:rFonts w:ascii="Arial" w:eastAsia="Arial" w:hAnsi="Arial" w:cs="Arial"/>
          <w:b/>
          <w:bCs/>
          <w:color w:val="000000" w:themeColor="text1"/>
          <w:sz w:val="22"/>
          <w:szCs w:val="22"/>
        </w:rPr>
      </w:pPr>
      <w:r w:rsidRPr="44840491">
        <w:rPr>
          <w:rFonts w:ascii="Arial" w:hAnsi="Arial" w:cs="Arial"/>
          <w:sz w:val="22"/>
          <w:szCs w:val="22"/>
          <w:u w:val="single"/>
        </w:rPr>
        <w:t>L</w:t>
      </w:r>
      <w:r w:rsidR="4ED4BC4E" w:rsidRPr="44840491">
        <w:rPr>
          <w:rFonts w:ascii="Arial" w:hAnsi="Arial" w:cs="Arial"/>
          <w:sz w:val="22"/>
          <w:szCs w:val="22"/>
          <w:u w:val="single"/>
        </w:rPr>
        <w:t>õike</w:t>
      </w:r>
      <w:r w:rsidR="4CA40E36" w:rsidRPr="44840491">
        <w:rPr>
          <w:rFonts w:ascii="Arial" w:hAnsi="Arial" w:cs="Arial"/>
          <w:sz w:val="22"/>
          <w:szCs w:val="22"/>
          <w:u w:val="single"/>
        </w:rPr>
        <w:t>s</w:t>
      </w:r>
      <w:r w:rsidR="4ED4BC4E" w:rsidRPr="44840491">
        <w:rPr>
          <w:rFonts w:ascii="Arial" w:hAnsi="Arial" w:cs="Arial"/>
          <w:sz w:val="22"/>
          <w:szCs w:val="22"/>
          <w:u w:val="single"/>
        </w:rPr>
        <w:t xml:space="preserve"> </w:t>
      </w:r>
      <w:r w:rsidR="004B74E9" w:rsidRPr="44840491">
        <w:rPr>
          <w:rFonts w:ascii="Arial" w:hAnsi="Arial" w:cs="Arial"/>
          <w:sz w:val="22"/>
          <w:szCs w:val="22"/>
          <w:u w:val="single"/>
        </w:rPr>
        <w:t>5</w:t>
      </w:r>
      <w:r w:rsidR="7FF2A402" w:rsidRPr="44840491">
        <w:rPr>
          <w:rFonts w:ascii="Arial" w:hAnsi="Arial" w:cs="Arial"/>
          <w:sz w:val="22"/>
          <w:szCs w:val="22"/>
        </w:rPr>
        <w:t xml:space="preserve"> </w:t>
      </w:r>
      <w:r w:rsidR="27647337" w:rsidRPr="44840491">
        <w:rPr>
          <w:rFonts w:ascii="Arial" w:hAnsi="Arial" w:cs="Arial"/>
          <w:sz w:val="22"/>
          <w:szCs w:val="22"/>
        </w:rPr>
        <w:t>sätesta</w:t>
      </w:r>
      <w:r w:rsidR="44C50A8C" w:rsidRPr="44840491">
        <w:rPr>
          <w:rFonts w:ascii="Arial" w:hAnsi="Arial" w:cs="Arial"/>
          <w:sz w:val="22"/>
          <w:szCs w:val="22"/>
        </w:rPr>
        <w:t>takse</w:t>
      </w:r>
      <w:r w:rsidR="27647337" w:rsidRPr="44840491">
        <w:rPr>
          <w:rFonts w:ascii="Arial" w:hAnsi="Arial" w:cs="Arial"/>
          <w:sz w:val="22"/>
          <w:szCs w:val="22"/>
        </w:rPr>
        <w:t xml:space="preserve"> </w:t>
      </w:r>
      <w:r w:rsidR="01D3DE76" w:rsidRPr="44840491">
        <w:rPr>
          <w:rFonts w:ascii="Arial" w:hAnsi="Arial" w:cs="Arial"/>
          <w:sz w:val="22"/>
          <w:szCs w:val="22"/>
        </w:rPr>
        <w:t>juurdepääsu omava</w:t>
      </w:r>
      <w:r w:rsidR="05B3B07D" w:rsidRPr="44840491">
        <w:rPr>
          <w:rFonts w:ascii="Arial" w:hAnsi="Arial" w:cs="Arial"/>
          <w:sz w:val="22"/>
          <w:szCs w:val="22"/>
        </w:rPr>
        <w:t>d</w:t>
      </w:r>
      <w:r w:rsidR="01D3DE76" w:rsidRPr="44840491">
        <w:rPr>
          <w:rFonts w:ascii="Arial" w:hAnsi="Arial" w:cs="Arial"/>
          <w:sz w:val="22"/>
          <w:szCs w:val="22"/>
        </w:rPr>
        <w:t xml:space="preserve"> </w:t>
      </w:r>
      <w:r w:rsidR="0E8EB46F" w:rsidRPr="44840491">
        <w:rPr>
          <w:rFonts w:ascii="Arial" w:hAnsi="Arial" w:cs="Arial"/>
          <w:sz w:val="22"/>
          <w:szCs w:val="22"/>
        </w:rPr>
        <w:t xml:space="preserve">juriidilised </w:t>
      </w:r>
      <w:r w:rsidR="01D3DE76" w:rsidRPr="44840491">
        <w:rPr>
          <w:rFonts w:ascii="Arial" w:hAnsi="Arial" w:cs="Arial"/>
          <w:sz w:val="22"/>
          <w:szCs w:val="22"/>
        </w:rPr>
        <w:t>isiku</w:t>
      </w:r>
      <w:r w:rsidR="5284B439" w:rsidRPr="44840491">
        <w:rPr>
          <w:rFonts w:ascii="Arial" w:hAnsi="Arial" w:cs="Arial"/>
          <w:sz w:val="22"/>
          <w:szCs w:val="22"/>
        </w:rPr>
        <w:t xml:space="preserve">d. </w:t>
      </w:r>
      <w:r w:rsidR="2DF22714" w:rsidRPr="44840491">
        <w:rPr>
          <w:rFonts w:ascii="Arial" w:hAnsi="Arial" w:cs="Arial"/>
          <w:sz w:val="22"/>
          <w:szCs w:val="22"/>
        </w:rPr>
        <w:t>Peale verekeskus</w:t>
      </w:r>
      <w:r w:rsidR="006851A2" w:rsidRPr="44840491">
        <w:rPr>
          <w:rFonts w:ascii="Arial" w:hAnsi="Arial" w:cs="Arial"/>
          <w:sz w:val="22"/>
          <w:szCs w:val="22"/>
        </w:rPr>
        <w:t>e</w:t>
      </w:r>
      <w:r w:rsidR="2DF22714" w:rsidRPr="44840491">
        <w:rPr>
          <w:rFonts w:ascii="Arial" w:hAnsi="Arial" w:cs="Arial"/>
          <w:sz w:val="22"/>
          <w:szCs w:val="22"/>
        </w:rPr>
        <w:t>, verekabi</w:t>
      </w:r>
      <w:r w:rsidR="006851A2" w:rsidRPr="44840491">
        <w:rPr>
          <w:rFonts w:ascii="Arial" w:hAnsi="Arial" w:cs="Arial"/>
          <w:sz w:val="22"/>
          <w:szCs w:val="22"/>
        </w:rPr>
        <w:t>neti</w:t>
      </w:r>
      <w:r w:rsidR="2DF22714" w:rsidRPr="44840491">
        <w:rPr>
          <w:rFonts w:ascii="Arial" w:hAnsi="Arial" w:cs="Arial"/>
          <w:sz w:val="22"/>
          <w:szCs w:val="22"/>
        </w:rPr>
        <w:t xml:space="preserve"> ja referentlabor</w:t>
      </w:r>
      <w:r w:rsidR="258B39A2" w:rsidRPr="44840491">
        <w:rPr>
          <w:rFonts w:ascii="Arial" w:hAnsi="Arial" w:cs="Arial"/>
          <w:sz w:val="22"/>
          <w:szCs w:val="22"/>
        </w:rPr>
        <w:t>i</w:t>
      </w:r>
      <w:r w:rsidR="2DF22714" w:rsidRPr="44840491">
        <w:rPr>
          <w:rFonts w:ascii="Arial" w:hAnsi="Arial" w:cs="Arial"/>
          <w:sz w:val="22"/>
          <w:szCs w:val="22"/>
        </w:rPr>
        <w:t xml:space="preserve"> on otsejuurdepääs infosüsteemi</w:t>
      </w:r>
      <w:r w:rsidR="00771328">
        <w:rPr>
          <w:rFonts w:ascii="Arial" w:hAnsi="Arial" w:cs="Arial"/>
          <w:sz w:val="22"/>
          <w:szCs w:val="22"/>
        </w:rPr>
        <w:t>le</w:t>
      </w:r>
      <w:r w:rsidR="2DF22714" w:rsidRPr="44840491">
        <w:rPr>
          <w:rFonts w:ascii="Arial" w:hAnsi="Arial" w:cs="Arial"/>
          <w:sz w:val="22"/>
          <w:szCs w:val="22"/>
        </w:rPr>
        <w:t xml:space="preserve"> </w:t>
      </w:r>
      <w:r w:rsidR="6914D88F" w:rsidRPr="44840491">
        <w:rPr>
          <w:rFonts w:ascii="Arial" w:hAnsi="Arial" w:cs="Arial"/>
          <w:sz w:val="22"/>
          <w:szCs w:val="22"/>
        </w:rPr>
        <w:t xml:space="preserve">tagatud Ravimiametile </w:t>
      </w:r>
      <w:r w:rsidR="003E35DB" w:rsidRPr="44840491">
        <w:rPr>
          <w:rFonts w:ascii="Arial" w:hAnsi="Arial" w:cs="Arial"/>
          <w:color w:val="000000" w:themeColor="text1"/>
          <w:sz w:val="22"/>
          <w:szCs w:val="22"/>
        </w:rPr>
        <w:t xml:space="preserve">talle </w:t>
      </w:r>
      <w:r w:rsidR="73A9C0F8" w:rsidRPr="44840491">
        <w:rPr>
          <w:rFonts w:ascii="Arial" w:hAnsi="Arial" w:cs="Arial"/>
          <w:sz w:val="22"/>
          <w:szCs w:val="22"/>
        </w:rPr>
        <w:t xml:space="preserve">vereseaduse </w:t>
      </w:r>
      <w:r w:rsidR="73A9C0F8" w:rsidRPr="44840491">
        <w:rPr>
          <w:rFonts w:ascii="Arial" w:hAnsi="Arial" w:cs="Arial"/>
          <w:color w:val="000000" w:themeColor="text1"/>
          <w:sz w:val="22"/>
          <w:szCs w:val="22"/>
        </w:rPr>
        <w:t>§ 12 lõikes 4</w:t>
      </w:r>
      <w:r w:rsidR="21AA8092" w:rsidRPr="44840491">
        <w:rPr>
          <w:rFonts w:ascii="Arial" w:hAnsi="Arial" w:cs="Arial"/>
          <w:color w:val="000000" w:themeColor="text1"/>
          <w:sz w:val="22"/>
          <w:szCs w:val="22"/>
        </w:rPr>
        <w:t xml:space="preserve"> ning § 20 lõi</w:t>
      </w:r>
      <w:r w:rsidR="00040760">
        <w:rPr>
          <w:rFonts w:ascii="Arial" w:hAnsi="Arial" w:cs="Arial"/>
          <w:color w:val="000000" w:themeColor="text1"/>
          <w:sz w:val="22"/>
          <w:szCs w:val="22"/>
        </w:rPr>
        <w:t>getes</w:t>
      </w:r>
      <w:r w:rsidR="21AA8092" w:rsidRPr="44840491">
        <w:rPr>
          <w:rFonts w:ascii="Arial" w:hAnsi="Arial" w:cs="Arial"/>
          <w:color w:val="000000" w:themeColor="text1"/>
          <w:sz w:val="22"/>
          <w:szCs w:val="22"/>
        </w:rPr>
        <w:t xml:space="preserve"> 1 ja 2 </w:t>
      </w:r>
      <w:r w:rsidR="73A9C0F8" w:rsidRPr="44840491">
        <w:rPr>
          <w:rFonts w:ascii="Arial" w:hAnsi="Arial" w:cs="Arial"/>
          <w:color w:val="000000" w:themeColor="text1"/>
          <w:sz w:val="22"/>
          <w:szCs w:val="22"/>
        </w:rPr>
        <w:t xml:space="preserve">määratud kohustuste täitmiseks. </w:t>
      </w:r>
      <w:r w:rsidR="3F25CC7D" w:rsidRPr="44840491">
        <w:rPr>
          <w:rFonts w:ascii="Arial" w:hAnsi="Arial" w:cs="Arial"/>
          <w:color w:val="000000" w:themeColor="text1"/>
          <w:sz w:val="22"/>
          <w:szCs w:val="22"/>
        </w:rPr>
        <w:t xml:space="preserve">Tervisekassa </w:t>
      </w:r>
      <w:r w:rsidR="0B378381" w:rsidRPr="44840491">
        <w:rPr>
          <w:rFonts w:ascii="Arial" w:hAnsi="Arial" w:cs="Arial"/>
          <w:color w:val="000000" w:themeColor="text1"/>
          <w:sz w:val="22"/>
          <w:szCs w:val="22"/>
        </w:rPr>
        <w:t xml:space="preserve">otsejuurdepääsu õigus tuleneb vereseaduse </w:t>
      </w:r>
      <w:r w:rsidR="0B378381" w:rsidRPr="44840491">
        <w:rPr>
          <w:rFonts w:ascii="Arial" w:eastAsia="Arial" w:hAnsi="Arial" w:cs="Arial"/>
          <w:color w:val="000000" w:themeColor="text1"/>
          <w:sz w:val="22"/>
          <w:szCs w:val="22"/>
        </w:rPr>
        <w:t>§</w:t>
      </w:r>
      <w:r w:rsidR="00333C95" w:rsidRPr="44840491">
        <w:rPr>
          <w:rFonts w:ascii="Arial" w:eastAsia="Arial" w:hAnsi="Arial" w:cs="Arial"/>
          <w:color w:val="000000" w:themeColor="text1"/>
          <w:sz w:val="22"/>
          <w:szCs w:val="22"/>
        </w:rPr>
        <w:t>-st</w:t>
      </w:r>
      <w:r w:rsidR="0B378381" w:rsidRPr="44840491">
        <w:rPr>
          <w:rFonts w:ascii="Arial" w:eastAsia="Arial" w:hAnsi="Arial" w:cs="Arial"/>
          <w:color w:val="000000" w:themeColor="text1"/>
          <w:sz w:val="22"/>
          <w:szCs w:val="22"/>
        </w:rPr>
        <w:t xml:space="preserve"> 15</w:t>
      </w:r>
      <w:r w:rsidR="00333C95" w:rsidRPr="44840491">
        <w:rPr>
          <w:rFonts w:ascii="Arial" w:eastAsia="Arial" w:hAnsi="Arial" w:cs="Arial"/>
          <w:color w:val="000000" w:themeColor="text1"/>
          <w:sz w:val="22"/>
          <w:szCs w:val="22"/>
        </w:rPr>
        <w:t>.</w:t>
      </w:r>
    </w:p>
    <w:p w14:paraId="6B6B729D" w14:textId="59F5797E" w:rsidR="434FB2D3" w:rsidRPr="00883945" w:rsidRDefault="434FB2D3" w:rsidP="434FB2D3">
      <w:pPr>
        <w:jc w:val="both"/>
        <w:rPr>
          <w:rFonts w:ascii="Arial" w:hAnsi="Arial" w:cs="Arial"/>
          <w:color w:val="000000" w:themeColor="text1"/>
          <w:sz w:val="22"/>
          <w:szCs w:val="22"/>
        </w:rPr>
      </w:pPr>
    </w:p>
    <w:p w14:paraId="6C2BC0F8" w14:textId="6EE63F08" w:rsidR="1FF82183" w:rsidRPr="00883945" w:rsidRDefault="7621EA98" w:rsidP="2B04A97D">
      <w:pPr>
        <w:jc w:val="both"/>
        <w:rPr>
          <w:rFonts w:ascii="Arial" w:hAnsi="Arial" w:cs="Arial"/>
          <w:sz w:val="22"/>
          <w:szCs w:val="22"/>
        </w:rPr>
      </w:pPr>
      <w:r w:rsidRPr="00883945">
        <w:rPr>
          <w:rFonts w:ascii="Arial" w:hAnsi="Arial" w:cs="Arial"/>
          <w:sz w:val="22"/>
          <w:szCs w:val="22"/>
          <w:u w:val="single"/>
        </w:rPr>
        <w:t>L</w:t>
      </w:r>
      <w:r w:rsidR="4ED4BC4E" w:rsidRPr="00883945">
        <w:rPr>
          <w:rFonts w:ascii="Arial" w:hAnsi="Arial" w:cs="Arial"/>
          <w:sz w:val="22"/>
          <w:szCs w:val="22"/>
          <w:u w:val="single"/>
        </w:rPr>
        <w:t>õike</w:t>
      </w:r>
      <w:r w:rsidR="552E0CE8" w:rsidRPr="00883945">
        <w:rPr>
          <w:rFonts w:ascii="Arial" w:hAnsi="Arial" w:cs="Arial"/>
          <w:sz w:val="22"/>
          <w:szCs w:val="22"/>
          <w:u w:val="single"/>
        </w:rPr>
        <w:t>s</w:t>
      </w:r>
      <w:r w:rsidR="4ED4BC4E" w:rsidRPr="00883945">
        <w:rPr>
          <w:rFonts w:ascii="Arial" w:hAnsi="Arial" w:cs="Arial"/>
          <w:sz w:val="22"/>
          <w:szCs w:val="22"/>
          <w:u w:val="single"/>
        </w:rPr>
        <w:t xml:space="preserve"> </w:t>
      </w:r>
      <w:r w:rsidR="004B74E9" w:rsidRPr="00883945">
        <w:rPr>
          <w:rFonts w:ascii="Arial" w:hAnsi="Arial" w:cs="Arial"/>
          <w:sz w:val="22"/>
          <w:szCs w:val="22"/>
          <w:u w:val="single"/>
        </w:rPr>
        <w:t>6</w:t>
      </w:r>
      <w:r w:rsidR="009B55EA" w:rsidRPr="00883945">
        <w:rPr>
          <w:rFonts w:ascii="Arial" w:hAnsi="Arial" w:cs="Arial"/>
          <w:sz w:val="22"/>
          <w:szCs w:val="22"/>
        </w:rPr>
        <w:t xml:space="preserve"> </w:t>
      </w:r>
      <w:r w:rsidR="4B35F04B" w:rsidRPr="00883945">
        <w:rPr>
          <w:rFonts w:ascii="Arial" w:hAnsi="Arial" w:cs="Arial"/>
          <w:sz w:val="22"/>
          <w:szCs w:val="22"/>
        </w:rPr>
        <w:t>sätesta</w:t>
      </w:r>
      <w:r w:rsidR="5E5DCE2F" w:rsidRPr="00883945">
        <w:rPr>
          <w:rFonts w:ascii="Arial" w:hAnsi="Arial" w:cs="Arial"/>
          <w:sz w:val="22"/>
          <w:szCs w:val="22"/>
        </w:rPr>
        <w:t>takse</w:t>
      </w:r>
      <w:r w:rsidR="4B35F04B" w:rsidRPr="00883945">
        <w:rPr>
          <w:rFonts w:ascii="Arial" w:hAnsi="Arial" w:cs="Arial"/>
          <w:sz w:val="22"/>
          <w:szCs w:val="22"/>
        </w:rPr>
        <w:t xml:space="preserve"> andmete väljastamise tingimuse</w:t>
      </w:r>
      <w:r w:rsidR="14495A3A" w:rsidRPr="00883945">
        <w:rPr>
          <w:rFonts w:ascii="Arial" w:hAnsi="Arial" w:cs="Arial"/>
          <w:sz w:val="22"/>
          <w:szCs w:val="22"/>
        </w:rPr>
        <w:t>d ja kor</w:t>
      </w:r>
      <w:r w:rsidR="00EE4ABB" w:rsidRPr="00883945">
        <w:rPr>
          <w:rFonts w:ascii="Arial" w:hAnsi="Arial" w:cs="Arial"/>
          <w:sz w:val="22"/>
          <w:szCs w:val="22"/>
        </w:rPr>
        <w:t>d.</w:t>
      </w:r>
    </w:p>
    <w:p w14:paraId="6A9FD974" w14:textId="3E0E4D88" w:rsidR="375AF7ED" w:rsidRPr="00883945" w:rsidRDefault="375AF7ED" w:rsidP="375AF7ED">
      <w:pPr>
        <w:jc w:val="both"/>
        <w:rPr>
          <w:rFonts w:ascii="Arial" w:hAnsi="Arial" w:cs="Arial"/>
          <w:sz w:val="22"/>
          <w:szCs w:val="22"/>
        </w:rPr>
      </w:pPr>
    </w:p>
    <w:p w14:paraId="048A2397" w14:textId="516B2497" w:rsidR="1FF82183" w:rsidRPr="00883945" w:rsidRDefault="31EBCCA6" w:rsidP="2B04A97D">
      <w:pPr>
        <w:jc w:val="both"/>
        <w:rPr>
          <w:rFonts w:ascii="Arial" w:hAnsi="Arial" w:cs="Arial"/>
          <w:sz w:val="22"/>
          <w:szCs w:val="22"/>
        </w:rPr>
      </w:pPr>
      <w:r w:rsidRPr="00883945">
        <w:rPr>
          <w:rFonts w:ascii="Arial" w:hAnsi="Arial" w:cs="Arial"/>
          <w:sz w:val="22"/>
          <w:szCs w:val="22"/>
          <w:u w:val="single"/>
        </w:rPr>
        <w:t>L</w:t>
      </w:r>
      <w:r w:rsidR="4ED4BC4E" w:rsidRPr="00883945">
        <w:rPr>
          <w:rFonts w:ascii="Arial" w:hAnsi="Arial" w:cs="Arial"/>
          <w:sz w:val="22"/>
          <w:szCs w:val="22"/>
          <w:u w:val="single"/>
        </w:rPr>
        <w:t>õike</w:t>
      </w:r>
      <w:r w:rsidR="00BE1CEF">
        <w:rPr>
          <w:rFonts w:ascii="Arial" w:hAnsi="Arial" w:cs="Arial"/>
          <w:sz w:val="22"/>
          <w:szCs w:val="22"/>
          <w:u w:val="single"/>
        </w:rPr>
        <w:t>ga</w:t>
      </w:r>
      <w:r w:rsidR="4ED4BC4E" w:rsidRPr="00883945">
        <w:rPr>
          <w:rFonts w:ascii="Arial" w:hAnsi="Arial" w:cs="Arial"/>
          <w:sz w:val="22"/>
          <w:szCs w:val="22"/>
          <w:u w:val="single"/>
        </w:rPr>
        <w:t xml:space="preserve"> </w:t>
      </w:r>
      <w:r w:rsidR="00EE4ABB" w:rsidRPr="00883945">
        <w:rPr>
          <w:rFonts w:ascii="Arial" w:hAnsi="Arial" w:cs="Arial"/>
          <w:sz w:val="22"/>
          <w:szCs w:val="22"/>
          <w:u w:val="single"/>
        </w:rPr>
        <w:t>7</w:t>
      </w:r>
      <w:r w:rsidR="0CA9B968" w:rsidRPr="00883945">
        <w:rPr>
          <w:rFonts w:ascii="Arial" w:hAnsi="Arial" w:cs="Arial"/>
          <w:sz w:val="22"/>
          <w:szCs w:val="22"/>
        </w:rPr>
        <w:t xml:space="preserve"> kohustatakse </w:t>
      </w:r>
      <w:r w:rsidR="17CFA0C9" w:rsidRPr="00883945">
        <w:rPr>
          <w:rFonts w:ascii="Arial" w:hAnsi="Arial" w:cs="Arial"/>
          <w:sz w:val="22"/>
          <w:szCs w:val="22"/>
        </w:rPr>
        <w:t>volitatud tööt</w:t>
      </w:r>
      <w:r w:rsidR="007A7431">
        <w:rPr>
          <w:rFonts w:ascii="Arial" w:hAnsi="Arial" w:cs="Arial"/>
          <w:sz w:val="22"/>
          <w:szCs w:val="22"/>
        </w:rPr>
        <w:t>lejat</w:t>
      </w:r>
      <w:r w:rsidR="17CFA0C9" w:rsidRPr="00883945">
        <w:rPr>
          <w:rFonts w:ascii="Arial" w:hAnsi="Arial" w:cs="Arial"/>
          <w:sz w:val="22"/>
          <w:szCs w:val="22"/>
        </w:rPr>
        <w:t xml:space="preserve"> pida</w:t>
      </w:r>
      <w:r w:rsidR="00EE4ABB" w:rsidRPr="00883945">
        <w:rPr>
          <w:rFonts w:ascii="Arial" w:hAnsi="Arial" w:cs="Arial"/>
          <w:sz w:val="22"/>
          <w:szCs w:val="22"/>
        </w:rPr>
        <w:t>m</w:t>
      </w:r>
      <w:r w:rsidR="17CFA0C9" w:rsidRPr="00883945">
        <w:rPr>
          <w:rFonts w:ascii="Arial" w:hAnsi="Arial" w:cs="Arial"/>
          <w:sz w:val="22"/>
          <w:szCs w:val="22"/>
        </w:rPr>
        <w:t>a arve</w:t>
      </w:r>
      <w:r w:rsidR="00EE4ABB" w:rsidRPr="00883945">
        <w:rPr>
          <w:rFonts w:ascii="Arial" w:hAnsi="Arial" w:cs="Arial"/>
          <w:sz w:val="22"/>
          <w:szCs w:val="22"/>
        </w:rPr>
        <w:t>stust</w:t>
      </w:r>
      <w:r w:rsidR="17CFA0C9" w:rsidRPr="00883945">
        <w:rPr>
          <w:rFonts w:ascii="Arial" w:hAnsi="Arial" w:cs="Arial"/>
          <w:sz w:val="22"/>
          <w:szCs w:val="22"/>
        </w:rPr>
        <w:t xml:space="preserve"> </w:t>
      </w:r>
      <w:r w:rsidR="0003013C">
        <w:rPr>
          <w:rFonts w:ascii="Arial" w:hAnsi="Arial" w:cs="Arial"/>
          <w:sz w:val="22"/>
          <w:szCs w:val="22"/>
        </w:rPr>
        <w:t>andmete väljastamise aja ja viisi</w:t>
      </w:r>
      <w:r w:rsidR="00D353DA">
        <w:rPr>
          <w:rFonts w:ascii="Arial" w:hAnsi="Arial" w:cs="Arial"/>
          <w:sz w:val="22"/>
          <w:szCs w:val="22"/>
        </w:rPr>
        <w:t xml:space="preserve"> ning </w:t>
      </w:r>
      <w:r w:rsidR="17CFA0C9" w:rsidRPr="00883945">
        <w:rPr>
          <w:rFonts w:ascii="Arial" w:hAnsi="Arial" w:cs="Arial"/>
          <w:sz w:val="22"/>
          <w:szCs w:val="22"/>
        </w:rPr>
        <w:t xml:space="preserve">väljastatud andmete </w:t>
      </w:r>
      <w:r w:rsidR="00D13E69">
        <w:rPr>
          <w:rFonts w:ascii="Arial" w:hAnsi="Arial" w:cs="Arial"/>
          <w:sz w:val="22"/>
          <w:szCs w:val="22"/>
        </w:rPr>
        <w:t xml:space="preserve">saajate ja </w:t>
      </w:r>
      <w:r w:rsidR="007A7431">
        <w:rPr>
          <w:rFonts w:ascii="Arial" w:hAnsi="Arial" w:cs="Arial"/>
          <w:sz w:val="22"/>
          <w:szCs w:val="22"/>
        </w:rPr>
        <w:t>koosseisu</w:t>
      </w:r>
      <w:r w:rsidR="1D05663B" w:rsidRPr="00883945">
        <w:rPr>
          <w:rFonts w:ascii="Arial" w:hAnsi="Arial" w:cs="Arial"/>
          <w:sz w:val="22"/>
          <w:szCs w:val="22"/>
        </w:rPr>
        <w:t xml:space="preserve"> </w:t>
      </w:r>
      <w:r w:rsidR="17CFA0C9" w:rsidRPr="00883945">
        <w:rPr>
          <w:rFonts w:ascii="Arial" w:hAnsi="Arial" w:cs="Arial"/>
          <w:sz w:val="22"/>
          <w:szCs w:val="22"/>
        </w:rPr>
        <w:t>üle</w:t>
      </w:r>
      <w:r w:rsidR="00EE4ABB" w:rsidRPr="00883945">
        <w:rPr>
          <w:rFonts w:ascii="Arial" w:hAnsi="Arial" w:cs="Arial"/>
          <w:sz w:val="22"/>
          <w:szCs w:val="22"/>
        </w:rPr>
        <w:t>.</w:t>
      </w:r>
    </w:p>
    <w:p w14:paraId="7D413C1F" w14:textId="2038C3FD" w:rsidR="42FAFFAD" w:rsidRPr="00883945" w:rsidRDefault="42FAFFAD" w:rsidP="375AF7ED">
      <w:pPr>
        <w:jc w:val="both"/>
        <w:rPr>
          <w:rFonts w:ascii="Arial" w:hAnsi="Arial" w:cs="Arial"/>
          <w:sz w:val="22"/>
          <w:szCs w:val="22"/>
        </w:rPr>
      </w:pPr>
    </w:p>
    <w:p w14:paraId="59F278BE" w14:textId="32241D91" w:rsidR="42FAFFAD" w:rsidRPr="00883945" w:rsidRDefault="0E77968D" w:rsidP="375AF7ED">
      <w:pPr>
        <w:jc w:val="both"/>
        <w:rPr>
          <w:rFonts w:ascii="Arial" w:hAnsi="Arial" w:cs="Arial"/>
          <w:sz w:val="22"/>
          <w:szCs w:val="22"/>
        </w:rPr>
      </w:pPr>
      <w:r w:rsidRPr="00883945">
        <w:rPr>
          <w:rFonts w:ascii="Arial" w:hAnsi="Arial" w:cs="Arial"/>
          <w:b/>
          <w:bCs/>
          <w:sz w:val="22"/>
          <w:szCs w:val="22"/>
        </w:rPr>
        <w:t xml:space="preserve">Paragrahvis </w:t>
      </w:r>
      <w:r w:rsidR="465BAC39" w:rsidRPr="00883945">
        <w:rPr>
          <w:rFonts w:ascii="Arial" w:hAnsi="Arial" w:cs="Arial"/>
          <w:b/>
          <w:bCs/>
          <w:sz w:val="22"/>
          <w:szCs w:val="22"/>
        </w:rPr>
        <w:t>1</w:t>
      </w:r>
      <w:r w:rsidR="2068D7EE" w:rsidRPr="00883945">
        <w:rPr>
          <w:rFonts w:ascii="Arial" w:hAnsi="Arial" w:cs="Arial"/>
          <w:b/>
          <w:bCs/>
          <w:sz w:val="22"/>
          <w:szCs w:val="22"/>
        </w:rPr>
        <w:t>2</w:t>
      </w:r>
      <w:r w:rsidR="78D4A83B" w:rsidRPr="00883945">
        <w:rPr>
          <w:rFonts w:ascii="Arial" w:hAnsi="Arial" w:cs="Arial"/>
          <w:b/>
          <w:bCs/>
          <w:sz w:val="22"/>
          <w:szCs w:val="22"/>
        </w:rPr>
        <w:t xml:space="preserve"> </w:t>
      </w:r>
      <w:r w:rsidR="00EE3AAE" w:rsidRPr="00883945">
        <w:rPr>
          <w:rFonts w:ascii="Arial" w:hAnsi="Arial" w:cs="Arial"/>
          <w:sz w:val="22"/>
          <w:szCs w:val="22"/>
        </w:rPr>
        <w:t>sätestatakse, et</w:t>
      </w:r>
      <w:r w:rsidR="78D4A83B" w:rsidRPr="00883945">
        <w:rPr>
          <w:rFonts w:ascii="Arial" w:hAnsi="Arial" w:cs="Arial"/>
          <w:sz w:val="22"/>
          <w:szCs w:val="22"/>
        </w:rPr>
        <w:t xml:space="preserve"> doonori isikusamasuse tuvastamine</w:t>
      </w:r>
      <w:r w:rsidR="309B5285" w:rsidRPr="00883945">
        <w:rPr>
          <w:rFonts w:ascii="Arial" w:hAnsi="Arial" w:cs="Arial"/>
          <w:sz w:val="22"/>
          <w:szCs w:val="22"/>
        </w:rPr>
        <w:t xml:space="preserve"> toimub </w:t>
      </w:r>
      <w:r w:rsidR="00316ED8">
        <w:rPr>
          <w:rFonts w:ascii="Arial" w:hAnsi="Arial" w:cs="Arial"/>
          <w:sz w:val="22"/>
          <w:szCs w:val="22"/>
        </w:rPr>
        <w:t>r</w:t>
      </w:r>
      <w:r w:rsidR="6C8C333F" w:rsidRPr="00883945">
        <w:rPr>
          <w:rFonts w:ascii="Arial" w:hAnsi="Arial" w:cs="Arial"/>
          <w:sz w:val="22"/>
          <w:szCs w:val="22"/>
        </w:rPr>
        <w:t xml:space="preserve">iigi </w:t>
      </w:r>
      <w:r w:rsidR="007653AF">
        <w:rPr>
          <w:rFonts w:ascii="Arial" w:hAnsi="Arial" w:cs="Arial"/>
          <w:sz w:val="22"/>
          <w:szCs w:val="22"/>
        </w:rPr>
        <w:t>a</w:t>
      </w:r>
      <w:r w:rsidR="6C8C333F" w:rsidRPr="00883945">
        <w:rPr>
          <w:rFonts w:ascii="Arial" w:hAnsi="Arial" w:cs="Arial"/>
          <w:sz w:val="22"/>
          <w:szCs w:val="22"/>
        </w:rPr>
        <w:t xml:space="preserve">utentimistarkvara </w:t>
      </w:r>
      <w:r w:rsidR="309B5285" w:rsidRPr="00883945">
        <w:rPr>
          <w:rFonts w:ascii="Arial" w:hAnsi="Arial" w:cs="Arial"/>
          <w:sz w:val="22"/>
          <w:szCs w:val="22"/>
        </w:rPr>
        <w:t xml:space="preserve">TARA </w:t>
      </w:r>
      <w:r w:rsidR="0EB69477" w:rsidRPr="00883945">
        <w:rPr>
          <w:rFonts w:ascii="Arial" w:hAnsi="Arial" w:cs="Arial"/>
          <w:sz w:val="22"/>
          <w:szCs w:val="22"/>
        </w:rPr>
        <w:t>abil</w:t>
      </w:r>
      <w:r w:rsidR="1C5875CE" w:rsidRPr="00883945">
        <w:rPr>
          <w:rFonts w:ascii="Arial" w:hAnsi="Arial" w:cs="Arial"/>
          <w:sz w:val="22"/>
          <w:szCs w:val="22"/>
        </w:rPr>
        <w:t xml:space="preserve"> või </w:t>
      </w:r>
      <w:r w:rsidR="00CB0305">
        <w:rPr>
          <w:rFonts w:ascii="Arial" w:hAnsi="Arial" w:cs="Arial"/>
          <w:sz w:val="22"/>
          <w:szCs w:val="22"/>
        </w:rPr>
        <w:t xml:space="preserve">seda teeb </w:t>
      </w:r>
      <w:r w:rsidR="1C5875CE" w:rsidRPr="00883945">
        <w:rPr>
          <w:rFonts w:ascii="Arial" w:hAnsi="Arial" w:cs="Arial"/>
          <w:sz w:val="22"/>
          <w:szCs w:val="22"/>
        </w:rPr>
        <w:t>verekeskuse pädev</w:t>
      </w:r>
      <w:r w:rsidR="4B2BD768" w:rsidRPr="00883945">
        <w:rPr>
          <w:rFonts w:ascii="Arial" w:hAnsi="Arial" w:cs="Arial"/>
          <w:sz w:val="22"/>
          <w:szCs w:val="22"/>
        </w:rPr>
        <w:t>, spetsiaalse väljaõppe saanud töötaja</w:t>
      </w:r>
      <w:r w:rsidR="00CB0305">
        <w:rPr>
          <w:rFonts w:ascii="Arial" w:hAnsi="Arial" w:cs="Arial"/>
          <w:sz w:val="22"/>
          <w:szCs w:val="22"/>
        </w:rPr>
        <w:t>.</w:t>
      </w:r>
    </w:p>
    <w:p w14:paraId="23762E2A" w14:textId="17EBCEE7" w:rsidR="375AF7ED" w:rsidRPr="00883945" w:rsidRDefault="375AF7ED" w:rsidP="375AF7ED">
      <w:pPr>
        <w:jc w:val="both"/>
        <w:rPr>
          <w:rFonts w:ascii="Arial" w:hAnsi="Arial" w:cs="Arial"/>
          <w:b/>
          <w:bCs/>
          <w:sz w:val="22"/>
          <w:szCs w:val="22"/>
        </w:rPr>
      </w:pPr>
    </w:p>
    <w:p w14:paraId="45B3B99B" w14:textId="3AD35A17" w:rsidR="78270084" w:rsidRPr="00883945" w:rsidRDefault="477799C0" w:rsidP="434FB2D3">
      <w:pPr>
        <w:jc w:val="both"/>
        <w:rPr>
          <w:rFonts w:ascii="Arial" w:hAnsi="Arial" w:cs="Arial"/>
          <w:color w:val="202020"/>
          <w:sz w:val="22"/>
          <w:szCs w:val="22"/>
        </w:rPr>
      </w:pPr>
      <w:r w:rsidRPr="00883945">
        <w:rPr>
          <w:rFonts w:ascii="Arial" w:hAnsi="Arial" w:cs="Arial"/>
          <w:b/>
          <w:bCs/>
          <w:sz w:val="22"/>
          <w:szCs w:val="22"/>
        </w:rPr>
        <w:t xml:space="preserve">Paragrahvis </w:t>
      </w:r>
      <w:r w:rsidR="179FF732" w:rsidRPr="00883945">
        <w:rPr>
          <w:rFonts w:ascii="Arial" w:hAnsi="Arial" w:cs="Arial"/>
          <w:b/>
          <w:bCs/>
          <w:sz w:val="22"/>
          <w:szCs w:val="22"/>
        </w:rPr>
        <w:t>1</w:t>
      </w:r>
      <w:r w:rsidR="4551A1E7" w:rsidRPr="00883945">
        <w:rPr>
          <w:rFonts w:ascii="Arial" w:hAnsi="Arial" w:cs="Arial"/>
          <w:b/>
          <w:bCs/>
          <w:sz w:val="22"/>
          <w:szCs w:val="22"/>
        </w:rPr>
        <w:t>3</w:t>
      </w:r>
      <w:r w:rsidR="71B122BC" w:rsidRPr="00883945">
        <w:rPr>
          <w:rFonts w:ascii="Arial" w:hAnsi="Arial" w:cs="Arial"/>
          <w:sz w:val="22"/>
          <w:szCs w:val="22"/>
        </w:rPr>
        <w:t xml:space="preserve"> </w:t>
      </w:r>
      <w:r w:rsidR="00EE3AAE" w:rsidRPr="00883945">
        <w:rPr>
          <w:rFonts w:ascii="Arial" w:hAnsi="Arial" w:cs="Arial"/>
          <w:sz w:val="22"/>
          <w:szCs w:val="22"/>
        </w:rPr>
        <w:t>sätestatakse</w:t>
      </w:r>
      <w:r w:rsidR="71B122BC" w:rsidRPr="00883945">
        <w:rPr>
          <w:rFonts w:ascii="Arial" w:hAnsi="Arial" w:cs="Arial"/>
          <w:sz w:val="22"/>
          <w:szCs w:val="22"/>
        </w:rPr>
        <w:t xml:space="preserve"> a</w:t>
      </w:r>
      <w:r w:rsidR="71B122BC" w:rsidRPr="00883945">
        <w:rPr>
          <w:rFonts w:ascii="Arial" w:hAnsi="Arial" w:cs="Arial"/>
          <w:color w:val="202020"/>
          <w:sz w:val="22"/>
          <w:szCs w:val="22"/>
        </w:rPr>
        <w:t>ndmesubjekt õigus teha toiminguid, esitada ja muuta andmei</w:t>
      </w:r>
      <w:r w:rsidR="5E0EBEFF" w:rsidRPr="00883945">
        <w:rPr>
          <w:rFonts w:ascii="Arial" w:hAnsi="Arial" w:cs="Arial"/>
          <w:color w:val="202020"/>
          <w:sz w:val="22"/>
          <w:szCs w:val="22"/>
        </w:rPr>
        <w:t>d</w:t>
      </w:r>
      <w:r w:rsidR="111B22EF" w:rsidRPr="00883945">
        <w:rPr>
          <w:rFonts w:ascii="Arial" w:hAnsi="Arial" w:cs="Arial"/>
          <w:color w:val="202020"/>
          <w:sz w:val="22"/>
          <w:szCs w:val="22"/>
        </w:rPr>
        <w:t xml:space="preserve"> </w:t>
      </w:r>
      <w:r w:rsidR="002904C1">
        <w:rPr>
          <w:rFonts w:ascii="Arial" w:hAnsi="Arial" w:cs="Arial"/>
          <w:color w:val="202020"/>
          <w:sz w:val="22"/>
          <w:szCs w:val="22"/>
        </w:rPr>
        <w:t>ning</w:t>
      </w:r>
      <w:r w:rsidR="77C5DDC3" w:rsidRPr="00883945">
        <w:rPr>
          <w:rFonts w:ascii="Arial" w:hAnsi="Arial" w:cs="Arial"/>
          <w:color w:val="202020"/>
          <w:sz w:val="22"/>
          <w:szCs w:val="22"/>
        </w:rPr>
        <w:t xml:space="preserve"> nõuda ebaõigete isikuandmete parandamis</w:t>
      </w:r>
      <w:r w:rsidR="4245E4E6" w:rsidRPr="00883945">
        <w:rPr>
          <w:rFonts w:ascii="Arial" w:hAnsi="Arial" w:cs="Arial"/>
          <w:color w:val="202020"/>
          <w:sz w:val="22"/>
          <w:szCs w:val="22"/>
        </w:rPr>
        <w:t>t</w:t>
      </w:r>
      <w:r w:rsidR="00EE3AAE" w:rsidRPr="00883945">
        <w:rPr>
          <w:rFonts w:ascii="Arial" w:hAnsi="Arial" w:cs="Arial"/>
          <w:color w:val="202020"/>
          <w:sz w:val="22"/>
          <w:szCs w:val="22"/>
        </w:rPr>
        <w:t>.</w:t>
      </w:r>
    </w:p>
    <w:p w14:paraId="5DDF022B" w14:textId="2574EE1E" w:rsidR="375AF7ED" w:rsidRPr="00883945" w:rsidRDefault="375AF7ED" w:rsidP="375AF7ED">
      <w:pPr>
        <w:jc w:val="both"/>
        <w:rPr>
          <w:rFonts w:ascii="Arial" w:hAnsi="Arial" w:cs="Arial"/>
          <w:b/>
          <w:bCs/>
          <w:sz w:val="22"/>
          <w:szCs w:val="22"/>
        </w:rPr>
      </w:pPr>
    </w:p>
    <w:p w14:paraId="3BAF5597" w14:textId="48CC054E" w:rsidR="78270084" w:rsidRPr="00883945" w:rsidRDefault="382A6718" w:rsidP="375AF7ED">
      <w:pPr>
        <w:jc w:val="both"/>
        <w:rPr>
          <w:rFonts w:ascii="Arial" w:hAnsi="Arial" w:cs="Arial"/>
          <w:sz w:val="22"/>
          <w:szCs w:val="22"/>
        </w:rPr>
      </w:pPr>
      <w:r w:rsidRPr="00883945">
        <w:rPr>
          <w:rFonts w:ascii="Arial" w:hAnsi="Arial" w:cs="Arial"/>
          <w:b/>
          <w:bCs/>
          <w:sz w:val="22"/>
          <w:szCs w:val="22"/>
        </w:rPr>
        <w:t>Paragrahvi</w:t>
      </w:r>
      <w:r w:rsidR="6F90F994" w:rsidRPr="00883945">
        <w:rPr>
          <w:rFonts w:ascii="Arial" w:hAnsi="Arial" w:cs="Arial"/>
          <w:b/>
          <w:bCs/>
          <w:sz w:val="22"/>
          <w:szCs w:val="22"/>
        </w:rPr>
        <w:t>s</w:t>
      </w:r>
      <w:r w:rsidR="78270084" w:rsidRPr="00883945">
        <w:rPr>
          <w:rFonts w:ascii="Arial" w:hAnsi="Arial" w:cs="Arial"/>
          <w:b/>
          <w:bCs/>
          <w:sz w:val="22"/>
          <w:szCs w:val="22"/>
        </w:rPr>
        <w:t xml:space="preserve"> 1</w:t>
      </w:r>
      <w:r w:rsidR="1B84ED98" w:rsidRPr="00883945">
        <w:rPr>
          <w:rFonts w:ascii="Arial" w:hAnsi="Arial" w:cs="Arial"/>
          <w:b/>
          <w:bCs/>
          <w:sz w:val="22"/>
          <w:szCs w:val="22"/>
        </w:rPr>
        <w:t>4</w:t>
      </w:r>
      <w:r w:rsidR="00577A59" w:rsidRPr="00883945">
        <w:rPr>
          <w:rFonts w:ascii="Arial" w:hAnsi="Arial" w:cs="Arial"/>
          <w:sz w:val="22"/>
          <w:szCs w:val="22"/>
        </w:rPr>
        <w:t xml:space="preserve"> sätestatakse</w:t>
      </w:r>
      <w:r w:rsidR="4AC9DDDC" w:rsidRPr="00883945">
        <w:rPr>
          <w:rFonts w:ascii="Arial" w:hAnsi="Arial" w:cs="Arial"/>
          <w:sz w:val="22"/>
          <w:szCs w:val="22"/>
        </w:rPr>
        <w:t xml:space="preserve"> infosüsteemi tarkvaralahenduse kasutamine</w:t>
      </w:r>
      <w:r w:rsidR="3A3CBDE5" w:rsidRPr="00883945">
        <w:rPr>
          <w:rFonts w:ascii="Arial" w:hAnsi="Arial" w:cs="Arial"/>
          <w:sz w:val="22"/>
          <w:szCs w:val="22"/>
        </w:rPr>
        <w:t>, juhul kui se</w:t>
      </w:r>
      <w:r w:rsidR="005647A3">
        <w:rPr>
          <w:rFonts w:ascii="Arial" w:hAnsi="Arial" w:cs="Arial"/>
          <w:sz w:val="22"/>
          <w:szCs w:val="22"/>
        </w:rPr>
        <w:t>llest</w:t>
      </w:r>
      <w:r w:rsidR="3A3CBDE5" w:rsidRPr="00883945">
        <w:rPr>
          <w:rFonts w:ascii="Arial" w:hAnsi="Arial" w:cs="Arial"/>
          <w:sz w:val="22"/>
          <w:szCs w:val="22"/>
        </w:rPr>
        <w:t xml:space="preserve"> peaks </w:t>
      </w:r>
      <w:r w:rsidR="005647A3">
        <w:rPr>
          <w:rFonts w:ascii="Arial" w:hAnsi="Arial" w:cs="Arial"/>
          <w:sz w:val="22"/>
          <w:szCs w:val="22"/>
        </w:rPr>
        <w:t>saa</w:t>
      </w:r>
      <w:r w:rsidR="3A3CBDE5" w:rsidRPr="00883945">
        <w:rPr>
          <w:rFonts w:ascii="Arial" w:hAnsi="Arial" w:cs="Arial"/>
          <w:sz w:val="22"/>
          <w:szCs w:val="22"/>
        </w:rPr>
        <w:t>ma infosüsteemi tööriist</w:t>
      </w:r>
      <w:r w:rsidR="005647A3">
        <w:rPr>
          <w:rFonts w:ascii="Arial" w:hAnsi="Arial" w:cs="Arial"/>
          <w:sz w:val="22"/>
          <w:szCs w:val="22"/>
        </w:rPr>
        <w:t>.</w:t>
      </w:r>
    </w:p>
    <w:p w14:paraId="36D76F05" w14:textId="2E5D50EE" w:rsidR="375AF7ED" w:rsidRPr="00883945" w:rsidRDefault="375AF7ED" w:rsidP="375AF7ED">
      <w:pPr>
        <w:jc w:val="both"/>
        <w:rPr>
          <w:rFonts w:ascii="Arial" w:hAnsi="Arial" w:cs="Arial"/>
          <w:b/>
          <w:bCs/>
          <w:sz w:val="22"/>
          <w:szCs w:val="22"/>
        </w:rPr>
      </w:pPr>
    </w:p>
    <w:p w14:paraId="4E7D2A41" w14:textId="07A9D7B2" w:rsidR="78270084" w:rsidRPr="00883945" w:rsidRDefault="4B04B4EA" w:rsidP="375AF7ED">
      <w:pPr>
        <w:jc w:val="both"/>
        <w:rPr>
          <w:rFonts w:ascii="Arial" w:hAnsi="Arial" w:cs="Arial"/>
          <w:sz w:val="22"/>
          <w:szCs w:val="22"/>
        </w:rPr>
      </w:pPr>
      <w:r w:rsidRPr="00883945">
        <w:rPr>
          <w:rFonts w:ascii="Arial" w:hAnsi="Arial" w:cs="Arial"/>
          <w:b/>
          <w:bCs/>
          <w:sz w:val="22"/>
          <w:szCs w:val="22"/>
        </w:rPr>
        <w:t>Paragrahvi</w:t>
      </w:r>
      <w:r w:rsidR="631DE67E" w:rsidRPr="00883945">
        <w:rPr>
          <w:rFonts w:ascii="Arial" w:hAnsi="Arial" w:cs="Arial"/>
          <w:b/>
          <w:bCs/>
          <w:sz w:val="22"/>
          <w:szCs w:val="22"/>
        </w:rPr>
        <w:t>s</w:t>
      </w:r>
      <w:r w:rsidR="179FF732" w:rsidRPr="00883945">
        <w:rPr>
          <w:rFonts w:ascii="Arial" w:hAnsi="Arial" w:cs="Arial"/>
          <w:b/>
          <w:bCs/>
          <w:sz w:val="22"/>
          <w:szCs w:val="22"/>
        </w:rPr>
        <w:t xml:space="preserve"> 1</w:t>
      </w:r>
      <w:r w:rsidR="0D080EA7" w:rsidRPr="00883945">
        <w:rPr>
          <w:rFonts w:ascii="Arial" w:hAnsi="Arial" w:cs="Arial"/>
          <w:b/>
          <w:bCs/>
          <w:sz w:val="22"/>
          <w:szCs w:val="22"/>
        </w:rPr>
        <w:t>5</w:t>
      </w:r>
      <w:r w:rsidR="1D23557C" w:rsidRPr="00883945">
        <w:rPr>
          <w:rFonts w:ascii="Arial" w:hAnsi="Arial" w:cs="Arial"/>
          <w:b/>
          <w:bCs/>
          <w:sz w:val="22"/>
          <w:szCs w:val="22"/>
        </w:rPr>
        <w:t xml:space="preserve"> </w:t>
      </w:r>
      <w:r w:rsidR="1D23557C" w:rsidRPr="00883945">
        <w:rPr>
          <w:rFonts w:ascii="Arial" w:hAnsi="Arial" w:cs="Arial"/>
          <w:sz w:val="22"/>
          <w:szCs w:val="22"/>
        </w:rPr>
        <w:t>sätestatakse andmelao kasutamise</w:t>
      </w:r>
      <w:r w:rsidR="2B6AEF0E" w:rsidRPr="00883945">
        <w:rPr>
          <w:rFonts w:ascii="Arial" w:hAnsi="Arial" w:cs="Arial"/>
          <w:sz w:val="22"/>
          <w:szCs w:val="22"/>
        </w:rPr>
        <w:t xml:space="preserve"> tingimused ja kor</w:t>
      </w:r>
      <w:r w:rsidR="00577A59" w:rsidRPr="00883945">
        <w:rPr>
          <w:rFonts w:ascii="Arial" w:hAnsi="Arial" w:cs="Arial"/>
          <w:sz w:val="22"/>
          <w:szCs w:val="22"/>
        </w:rPr>
        <w:t>d.</w:t>
      </w:r>
    </w:p>
    <w:p w14:paraId="50605BDA" w14:textId="0C9D62C5" w:rsidR="327BF4E0" w:rsidRPr="00883945" w:rsidRDefault="327BF4E0" w:rsidP="327BF4E0">
      <w:pPr>
        <w:jc w:val="both"/>
        <w:rPr>
          <w:rFonts w:ascii="Arial" w:hAnsi="Arial" w:cs="Arial"/>
          <w:sz w:val="22"/>
          <w:szCs w:val="22"/>
        </w:rPr>
      </w:pPr>
    </w:p>
    <w:p w14:paraId="58ED5F2A" w14:textId="4EA94AA0" w:rsidR="3A8FDDE8" w:rsidRPr="00883945" w:rsidRDefault="353C408B" w:rsidP="375AF7ED">
      <w:pPr>
        <w:jc w:val="both"/>
        <w:rPr>
          <w:rFonts w:ascii="Arial" w:hAnsi="Arial" w:cs="Arial"/>
          <w:sz w:val="22"/>
          <w:szCs w:val="22"/>
        </w:rPr>
      </w:pPr>
      <w:r w:rsidRPr="00883945">
        <w:rPr>
          <w:rFonts w:ascii="Arial" w:hAnsi="Arial" w:cs="Arial"/>
          <w:b/>
          <w:bCs/>
          <w:sz w:val="22"/>
          <w:szCs w:val="22"/>
        </w:rPr>
        <w:t>Paragrahvi</w:t>
      </w:r>
      <w:r w:rsidR="64A51149" w:rsidRPr="00883945">
        <w:rPr>
          <w:rFonts w:ascii="Arial" w:hAnsi="Arial" w:cs="Arial"/>
          <w:b/>
          <w:bCs/>
          <w:sz w:val="22"/>
          <w:szCs w:val="22"/>
        </w:rPr>
        <w:t>s</w:t>
      </w:r>
      <w:r w:rsidR="7F996FD4" w:rsidRPr="00883945">
        <w:rPr>
          <w:rFonts w:ascii="Arial" w:hAnsi="Arial" w:cs="Arial"/>
          <w:b/>
          <w:bCs/>
          <w:sz w:val="22"/>
          <w:szCs w:val="22"/>
        </w:rPr>
        <w:t xml:space="preserve"> 1</w:t>
      </w:r>
      <w:r w:rsidR="5B932585" w:rsidRPr="00883945">
        <w:rPr>
          <w:rFonts w:ascii="Arial" w:hAnsi="Arial" w:cs="Arial"/>
          <w:b/>
          <w:bCs/>
          <w:sz w:val="22"/>
          <w:szCs w:val="22"/>
        </w:rPr>
        <w:t>6</w:t>
      </w:r>
      <w:r w:rsidR="706FBF23" w:rsidRPr="00883945">
        <w:rPr>
          <w:rFonts w:ascii="Arial" w:hAnsi="Arial" w:cs="Arial"/>
          <w:b/>
          <w:bCs/>
          <w:sz w:val="22"/>
          <w:szCs w:val="22"/>
        </w:rPr>
        <w:t xml:space="preserve"> </w:t>
      </w:r>
      <w:r w:rsidR="706FBF23" w:rsidRPr="00883945">
        <w:rPr>
          <w:rFonts w:ascii="Arial" w:hAnsi="Arial" w:cs="Arial"/>
          <w:sz w:val="22"/>
          <w:szCs w:val="22"/>
        </w:rPr>
        <w:t>sätestatakse infosüsteemi jär</w:t>
      </w:r>
      <w:r w:rsidR="585E6D8C" w:rsidRPr="00883945">
        <w:rPr>
          <w:rFonts w:ascii="Arial" w:hAnsi="Arial" w:cs="Arial"/>
          <w:sz w:val="22"/>
          <w:szCs w:val="22"/>
        </w:rPr>
        <w:t>e</w:t>
      </w:r>
      <w:r w:rsidR="706FBF23" w:rsidRPr="00883945">
        <w:rPr>
          <w:rFonts w:ascii="Arial" w:hAnsi="Arial" w:cs="Arial"/>
          <w:sz w:val="22"/>
          <w:szCs w:val="22"/>
        </w:rPr>
        <w:t>levalve</w:t>
      </w:r>
      <w:r w:rsidR="00D40306">
        <w:rPr>
          <w:rFonts w:ascii="Arial" w:hAnsi="Arial" w:cs="Arial"/>
          <w:sz w:val="22"/>
          <w:szCs w:val="22"/>
        </w:rPr>
        <w:t>, rahasta</w:t>
      </w:r>
      <w:r w:rsidR="0031559E">
        <w:rPr>
          <w:rFonts w:ascii="Arial" w:hAnsi="Arial" w:cs="Arial"/>
          <w:sz w:val="22"/>
          <w:szCs w:val="22"/>
        </w:rPr>
        <w:t>mise</w:t>
      </w:r>
      <w:r w:rsidR="706FBF23" w:rsidRPr="00883945">
        <w:rPr>
          <w:rFonts w:ascii="Arial" w:hAnsi="Arial" w:cs="Arial"/>
          <w:sz w:val="22"/>
          <w:szCs w:val="22"/>
        </w:rPr>
        <w:t xml:space="preserve"> ja </w:t>
      </w:r>
      <w:r w:rsidR="0031559E">
        <w:rPr>
          <w:rFonts w:ascii="Arial" w:hAnsi="Arial" w:cs="Arial"/>
          <w:sz w:val="22"/>
          <w:szCs w:val="22"/>
        </w:rPr>
        <w:t>lõpetami</w:t>
      </w:r>
      <w:r w:rsidR="706FBF23" w:rsidRPr="00883945">
        <w:rPr>
          <w:rFonts w:ascii="Arial" w:hAnsi="Arial" w:cs="Arial"/>
          <w:sz w:val="22"/>
          <w:szCs w:val="22"/>
        </w:rPr>
        <w:t>sega seonduv.</w:t>
      </w:r>
    </w:p>
    <w:p w14:paraId="1CB99EF1" w14:textId="100514CB" w:rsidR="327BF4E0" w:rsidRPr="00883945" w:rsidRDefault="327BF4E0" w:rsidP="375AF7ED">
      <w:pPr>
        <w:jc w:val="both"/>
        <w:rPr>
          <w:rFonts w:ascii="Arial" w:hAnsi="Arial" w:cs="Arial"/>
          <w:sz w:val="22"/>
          <w:szCs w:val="22"/>
        </w:rPr>
      </w:pPr>
    </w:p>
    <w:p w14:paraId="472E9DBC" w14:textId="34587F0B" w:rsidR="327BF4E0" w:rsidRPr="00883945" w:rsidRDefault="5A09F591" w:rsidP="375AF7ED">
      <w:pPr>
        <w:jc w:val="both"/>
        <w:rPr>
          <w:rFonts w:ascii="Arial" w:hAnsi="Arial" w:cs="Arial"/>
          <w:sz w:val="22"/>
          <w:szCs w:val="22"/>
        </w:rPr>
      </w:pPr>
      <w:r w:rsidRPr="00883945">
        <w:rPr>
          <w:rFonts w:ascii="Arial" w:hAnsi="Arial" w:cs="Arial"/>
          <w:sz w:val="22"/>
          <w:szCs w:val="22"/>
          <w:u w:val="single"/>
        </w:rPr>
        <w:t>L</w:t>
      </w:r>
      <w:r w:rsidR="706FBF23" w:rsidRPr="00883945">
        <w:rPr>
          <w:rFonts w:ascii="Arial" w:hAnsi="Arial" w:cs="Arial"/>
          <w:sz w:val="22"/>
          <w:szCs w:val="22"/>
          <w:u w:val="single"/>
        </w:rPr>
        <w:t>õike 1</w:t>
      </w:r>
      <w:r w:rsidR="145AA08E" w:rsidRPr="00883945">
        <w:rPr>
          <w:rFonts w:ascii="Arial" w:hAnsi="Arial" w:cs="Arial"/>
          <w:b/>
          <w:bCs/>
          <w:sz w:val="22"/>
          <w:szCs w:val="22"/>
        </w:rPr>
        <w:t xml:space="preserve"> </w:t>
      </w:r>
      <w:r w:rsidR="145AA08E" w:rsidRPr="00883945">
        <w:rPr>
          <w:rFonts w:ascii="Arial" w:hAnsi="Arial" w:cs="Arial"/>
          <w:sz w:val="22"/>
          <w:szCs w:val="22"/>
        </w:rPr>
        <w:t>kohaselt teevad järelevalvet infosüsteemi pidamise üle kaasvastutavad töötlejad ja Andmekaitse Inspektsioon vastavalt õigusaktides sätestatud pädevusele.</w:t>
      </w:r>
    </w:p>
    <w:p w14:paraId="32C5C6E4" w14:textId="658F10D0" w:rsidR="327BF4E0" w:rsidRPr="00883945" w:rsidRDefault="327BF4E0" w:rsidP="375AF7ED">
      <w:pPr>
        <w:jc w:val="both"/>
        <w:rPr>
          <w:rFonts w:ascii="Arial" w:hAnsi="Arial" w:cs="Arial"/>
          <w:sz w:val="22"/>
          <w:szCs w:val="22"/>
        </w:rPr>
      </w:pPr>
    </w:p>
    <w:p w14:paraId="66A2241F" w14:textId="77777777" w:rsidR="00E81AEB" w:rsidRDefault="3C340437" w:rsidP="375AF7ED">
      <w:pPr>
        <w:jc w:val="both"/>
        <w:rPr>
          <w:rFonts w:ascii="Arial" w:hAnsi="Arial" w:cs="Arial"/>
          <w:color w:val="000000" w:themeColor="text1"/>
          <w:sz w:val="22"/>
          <w:szCs w:val="22"/>
        </w:rPr>
      </w:pPr>
      <w:r w:rsidRPr="00883945">
        <w:rPr>
          <w:rFonts w:ascii="Arial" w:hAnsi="Arial" w:cs="Arial"/>
          <w:sz w:val="22"/>
          <w:szCs w:val="22"/>
          <w:u w:val="single"/>
        </w:rPr>
        <w:t>L</w:t>
      </w:r>
      <w:r w:rsidR="706FBF23" w:rsidRPr="00883945">
        <w:rPr>
          <w:rFonts w:ascii="Arial" w:hAnsi="Arial" w:cs="Arial"/>
          <w:sz w:val="22"/>
          <w:szCs w:val="22"/>
          <w:u w:val="single"/>
        </w:rPr>
        <w:t>õike 2</w:t>
      </w:r>
      <w:r w:rsidR="25507EE1" w:rsidRPr="00883945">
        <w:rPr>
          <w:rFonts w:ascii="Arial" w:hAnsi="Arial" w:cs="Arial"/>
          <w:b/>
          <w:bCs/>
          <w:sz w:val="22"/>
          <w:szCs w:val="22"/>
        </w:rPr>
        <w:t xml:space="preserve"> </w:t>
      </w:r>
      <w:r w:rsidR="25507EE1" w:rsidRPr="00883945">
        <w:rPr>
          <w:rFonts w:ascii="Arial" w:hAnsi="Arial" w:cs="Arial"/>
          <w:sz w:val="22"/>
          <w:szCs w:val="22"/>
        </w:rPr>
        <w:t>kohaselt on i</w:t>
      </w:r>
      <w:r w:rsidR="25507EE1" w:rsidRPr="00883945">
        <w:rPr>
          <w:rFonts w:ascii="Arial" w:hAnsi="Arial" w:cs="Arial"/>
          <w:color w:val="000000" w:themeColor="text1"/>
          <w:sz w:val="22"/>
          <w:szCs w:val="22"/>
        </w:rPr>
        <w:t>nfosüsteemi kaasvastutaval ja volitatud töötlejal õigus kontrollida põhimääruses kehtestatud tingimuste täitmist ja nõuete järgimist.</w:t>
      </w:r>
    </w:p>
    <w:p w14:paraId="06304B40" w14:textId="373C17B7" w:rsidR="327BF4E0" w:rsidRPr="00883945" w:rsidRDefault="327BF4E0" w:rsidP="375AF7ED">
      <w:pPr>
        <w:jc w:val="both"/>
        <w:rPr>
          <w:rFonts w:ascii="Arial" w:hAnsi="Arial" w:cs="Arial"/>
          <w:sz w:val="22"/>
          <w:szCs w:val="22"/>
        </w:rPr>
      </w:pPr>
    </w:p>
    <w:p w14:paraId="3FC1DA39" w14:textId="1EDF0B80" w:rsidR="3A8FDDE8" w:rsidRPr="00883945" w:rsidRDefault="35616B84" w:rsidP="375AF7ED">
      <w:pPr>
        <w:jc w:val="both"/>
        <w:rPr>
          <w:rFonts w:ascii="Arial" w:hAnsi="Arial" w:cs="Arial"/>
          <w:sz w:val="22"/>
          <w:szCs w:val="22"/>
        </w:rPr>
      </w:pPr>
      <w:r w:rsidRPr="00883945">
        <w:rPr>
          <w:rFonts w:ascii="Arial" w:hAnsi="Arial" w:cs="Arial"/>
          <w:b/>
          <w:bCs/>
          <w:sz w:val="22"/>
          <w:szCs w:val="22"/>
        </w:rPr>
        <w:t xml:space="preserve">Paragrahvi </w:t>
      </w:r>
      <w:r w:rsidR="1C8ECB13" w:rsidRPr="00883945">
        <w:rPr>
          <w:rFonts w:ascii="Arial" w:hAnsi="Arial" w:cs="Arial"/>
          <w:b/>
          <w:bCs/>
          <w:sz w:val="22"/>
          <w:szCs w:val="22"/>
        </w:rPr>
        <w:t>1</w:t>
      </w:r>
      <w:r w:rsidR="33FB023F" w:rsidRPr="00883945">
        <w:rPr>
          <w:rFonts w:ascii="Arial" w:hAnsi="Arial" w:cs="Arial"/>
          <w:b/>
          <w:bCs/>
          <w:sz w:val="22"/>
          <w:szCs w:val="22"/>
        </w:rPr>
        <w:t>7</w:t>
      </w:r>
      <w:r w:rsidR="690EB88D" w:rsidRPr="00883945">
        <w:rPr>
          <w:rFonts w:ascii="Arial" w:hAnsi="Arial" w:cs="Arial"/>
          <w:b/>
          <w:bCs/>
          <w:sz w:val="22"/>
          <w:szCs w:val="22"/>
        </w:rPr>
        <w:t xml:space="preserve"> </w:t>
      </w:r>
      <w:r w:rsidR="690EB88D" w:rsidRPr="00883945">
        <w:rPr>
          <w:rFonts w:ascii="Arial" w:hAnsi="Arial" w:cs="Arial"/>
          <w:sz w:val="22"/>
          <w:szCs w:val="22"/>
        </w:rPr>
        <w:t>kohaselt rahastatakse infosüsteemi riigieelarvest Sotsiaalm</w:t>
      </w:r>
      <w:r w:rsidR="48B9D2DB" w:rsidRPr="00883945">
        <w:rPr>
          <w:rFonts w:ascii="Arial" w:hAnsi="Arial" w:cs="Arial"/>
          <w:sz w:val="22"/>
          <w:szCs w:val="22"/>
        </w:rPr>
        <w:t>i</w:t>
      </w:r>
      <w:r w:rsidR="690EB88D" w:rsidRPr="00883945">
        <w:rPr>
          <w:rFonts w:ascii="Arial" w:hAnsi="Arial" w:cs="Arial"/>
          <w:sz w:val="22"/>
          <w:szCs w:val="22"/>
        </w:rPr>
        <w:t>nisteeriumi ja Tervisekassa eelarve kaudu.</w:t>
      </w:r>
    </w:p>
    <w:p w14:paraId="2EEBD053" w14:textId="37F0B9FE" w:rsidR="327BF4E0" w:rsidRPr="00883945" w:rsidRDefault="327BF4E0" w:rsidP="327BF4E0">
      <w:pPr>
        <w:jc w:val="both"/>
        <w:rPr>
          <w:rFonts w:ascii="Arial" w:hAnsi="Arial" w:cs="Arial"/>
          <w:b/>
          <w:bCs/>
          <w:sz w:val="22"/>
          <w:szCs w:val="22"/>
        </w:rPr>
      </w:pPr>
    </w:p>
    <w:p w14:paraId="3C0EBAA7" w14:textId="66F5ABDE" w:rsidR="3A8FDDE8" w:rsidRPr="00883945" w:rsidRDefault="1BFF299B" w:rsidP="375AF7ED">
      <w:pPr>
        <w:jc w:val="both"/>
        <w:rPr>
          <w:rFonts w:ascii="Arial" w:hAnsi="Arial" w:cs="Arial"/>
          <w:sz w:val="22"/>
          <w:szCs w:val="22"/>
        </w:rPr>
      </w:pPr>
      <w:r w:rsidRPr="00883945">
        <w:rPr>
          <w:rFonts w:ascii="Arial" w:hAnsi="Arial" w:cs="Arial"/>
          <w:b/>
          <w:bCs/>
          <w:sz w:val="22"/>
          <w:szCs w:val="22"/>
        </w:rPr>
        <w:t>Paragrahvi</w:t>
      </w:r>
      <w:r w:rsidR="0AEF47E5" w:rsidRPr="00883945">
        <w:rPr>
          <w:rFonts w:ascii="Arial" w:hAnsi="Arial" w:cs="Arial"/>
          <w:b/>
          <w:bCs/>
          <w:sz w:val="22"/>
          <w:szCs w:val="22"/>
        </w:rPr>
        <w:t>s</w:t>
      </w:r>
      <w:r w:rsidR="7CC5BDCC" w:rsidRPr="00883945">
        <w:rPr>
          <w:rFonts w:ascii="Arial" w:hAnsi="Arial" w:cs="Arial"/>
          <w:b/>
          <w:bCs/>
          <w:sz w:val="22"/>
          <w:szCs w:val="22"/>
        </w:rPr>
        <w:t xml:space="preserve"> 1</w:t>
      </w:r>
      <w:r w:rsidR="3C686DAD" w:rsidRPr="00883945">
        <w:rPr>
          <w:rFonts w:ascii="Arial" w:hAnsi="Arial" w:cs="Arial"/>
          <w:b/>
          <w:bCs/>
          <w:sz w:val="22"/>
          <w:szCs w:val="22"/>
        </w:rPr>
        <w:t>8</w:t>
      </w:r>
      <w:r w:rsidR="7CC5BDCC" w:rsidRPr="00883945">
        <w:rPr>
          <w:rFonts w:ascii="Arial" w:hAnsi="Arial" w:cs="Arial"/>
          <w:b/>
          <w:bCs/>
          <w:sz w:val="22"/>
          <w:szCs w:val="22"/>
        </w:rPr>
        <w:t xml:space="preserve"> </w:t>
      </w:r>
      <w:r w:rsidR="00624235">
        <w:rPr>
          <w:rFonts w:ascii="Arial" w:hAnsi="Arial" w:cs="Arial"/>
          <w:sz w:val="22"/>
          <w:szCs w:val="22"/>
        </w:rPr>
        <w:t>sätestatakse, et i</w:t>
      </w:r>
      <w:r w:rsidR="7CC5BDCC" w:rsidRPr="00883945">
        <w:rPr>
          <w:rFonts w:ascii="Arial" w:hAnsi="Arial" w:cs="Arial"/>
          <w:sz w:val="22"/>
          <w:szCs w:val="22"/>
        </w:rPr>
        <w:t xml:space="preserve">nfosüsteemi lõpetamise otsustab </w:t>
      </w:r>
      <w:r w:rsidR="7CC5BDCC" w:rsidRPr="44840491">
        <w:rPr>
          <w:rFonts w:ascii="Arial" w:hAnsi="Arial" w:cs="Arial"/>
          <w:sz w:val="22"/>
          <w:szCs w:val="22"/>
        </w:rPr>
        <w:t>minister</w:t>
      </w:r>
      <w:r w:rsidR="00C75103">
        <w:rPr>
          <w:rFonts w:ascii="Arial" w:hAnsi="Arial" w:cs="Arial"/>
          <w:sz w:val="22"/>
          <w:szCs w:val="22"/>
        </w:rPr>
        <w:t>,</w:t>
      </w:r>
      <w:r w:rsidR="024F81D0" w:rsidRPr="44840491">
        <w:rPr>
          <w:rFonts w:ascii="Arial" w:hAnsi="Arial" w:cs="Arial"/>
          <w:sz w:val="22"/>
          <w:szCs w:val="22"/>
        </w:rPr>
        <w:t xml:space="preserve"> järgides avaliku teabe seaduses sätestatud nõudeid.</w:t>
      </w:r>
    </w:p>
    <w:p w14:paraId="192B9608" w14:textId="5AF77EC7" w:rsidR="375AF7ED" w:rsidRPr="00883945" w:rsidRDefault="375AF7ED" w:rsidP="44840491">
      <w:pPr>
        <w:jc w:val="both"/>
        <w:rPr>
          <w:rFonts w:ascii="Arial" w:hAnsi="Arial" w:cs="Arial"/>
          <w:b/>
          <w:bCs/>
          <w:sz w:val="22"/>
          <w:szCs w:val="22"/>
        </w:rPr>
      </w:pPr>
    </w:p>
    <w:p w14:paraId="05F9B6DF" w14:textId="7C5E9C24" w:rsidR="684C5696" w:rsidRPr="00883945" w:rsidRDefault="178B19D6" w:rsidP="375AF7ED">
      <w:pPr>
        <w:jc w:val="both"/>
        <w:rPr>
          <w:rFonts w:ascii="Arial" w:hAnsi="Arial" w:cs="Arial"/>
          <w:sz w:val="22"/>
          <w:szCs w:val="22"/>
        </w:rPr>
      </w:pPr>
      <w:r w:rsidRPr="44840491">
        <w:rPr>
          <w:rFonts w:ascii="Arial" w:hAnsi="Arial" w:cs="Arial"/>
          <w:b/>
          <w:bCs/>
          <w:sz w:val="22"/>
          <w:szCs w:val="22"/>
        </w:rPr>
        <w:t>Paragrahvi</w:t>
      </w:r>
      <w:r w:rsidR="684C5696" w:rsidRPr="44840491">
        <w:rPr>
          <w:rFonts w:ascii="Arial" w:hAnsi="Arial" w:cs="Arial"/>
          <w:b/>
          <w:bCs/>
          <w:sz w:val="22"/>
          <w:szCs w:val="22"/>
        </w:rPr>
        <w:t xml:space="preserve">s </w:t>
      </w:r>
      <w:r w:rsidR="14780012" w:rsidRPr="44840491">
        <w:rPr>
          <w:rFonts w:ascii="Arial" w:hAnsi="Arial" w:cs="Arial"/>
          <w:b/>
          <w:bCs/>
          <w:sz w:val="22"/>
          <w:szCs w:val="22"/>
        </w:rPr>
        <w:t>19</w:t>
      </w:r>
      <w:r w:rsidR="684C5696" w:rsidRPr="44840491">
        <w:rPr>
          <w:rFonts w:ascii="Arial" w:hAnsi="Arial" w:cs="Arial"/>
          <w:sz w:val="22"/>
          <w:szCs w:val="22"/>
        </w:rPr>
        <w:t xml:space="preserve"> </w:t>
      </w:r>
      <w:r w:rsidR="00577A59" w:rsidRPr="44840491">
        <w:rPr>
          <w:rFonts w:ascii="Arial" w:hAnsi="Arial" w:cs="Arial"/>
          <w:sz w:val="22"/>
          <w:szCs w:val="22"/>
        </w:rPr>
        <w:t>sätestatakse</w:t>
      </w:r>
      <w:r w:rsidR="0DB895A3" w:rsidRPr="44840491">
        <w:rPr>
          <w:rFonts w:ascii="Arial" w:hAnsi="Arial" w:cs="Arial"/>
          <w:sz w:val="22"/>
          <w:szCs w:val="22"/>
        </w:rPr>
        <w:t xml:space="preserve"> määruse rakendamisega seonduv.</w:t>
      </w:r>
    </w:p>
    <w:p w14:paraId="78CE48FA" w14:textId="657BA078" w:rsidR="375AF7ED" w:rsidRPr="00883945" w:rsidRDefault="375AF7ED" w:rsidP="375AF7ED">
      <w:pPr>
        <w:jc w:val="both"/>
        <w:rPr>
          <w:rFonts w:ascii="Arial" w:hAnsi="Arial" w:cs="Arial"/>
          <w:sz w:val="22"/>
          <w:szCs w:val="22"/>
        </w:rPr>
      </w:pPr>
    </w:p>
    <w:p w14:paraId="0C911A77" w14:textId="527D427C" w:rsidR="0DB895A3" w:rsidRPr="00883945" w:rsidRDefault="7B941DBC" w:rsidP="375AF7ED">
      <w:pPr>
        <w:jc w:val="both"/>
        <w:rPr>
          <w:rFonts w:ascii="Arial" w:hAnsi="Arial" w:cs="Arial"/>
          <w:sz w:val="22"/>
          <w:szCs w:val="22"/>
        </w:rPr>
      </w:pPr>
      <w:r w:rsidRPr="44840491">
        <w:rPr>
          <w:rFonts w:ascii="Arial" w:hAnsi="Arial" w:cs="Arial"/>
          <w:sz w:val="22"/>
          <w:szCs w:val="22"/>
          <w:u w:val="single"/>
        </w:rPr>
        <w:t>L</w:t>
      </w:r>
      <w:r w:rsidR="0DB895A3" w:rsidRPr="44840491">
        <w:rPr>
          <w:rFonts w:ascii="Arial" w:hAnsi="Arial" w:cs="Arial"/>
          <w:sz w:val="22"/>
          <w:szCs w:val="22"/>
          <w:u w:val="single"/>
        </w:rPr>
        <w:t>õike 1</w:t>
      </w:r>
      <w:r w:rsidR="0DB895A3" w:rsidRPr="44840491">
        <w:rPr>
          <w:rFonts w:ascii="Arial" w:hAnsi="Arial" w:cs="Arial"/>
          <w:sz w:val="22"/>
          <w:szCs w:val="22"/>
        </w:rPr>
        <w:t xml:space="preserve"> kohaselt </w:t>
      </w:r>
      <w:r w:rsidR="00E65607" w:rsidRPr="44840491">
        <w:rPr>
          <w:rFonts w:ascii="Arial" w:hAnsi="Arial" w:cs="Arial"/>
          <w:sz w:val="22"/>
          <w:szCs w:val="22"/>
        </w:rPr>
        <w:t xml:space="preserve">peavad verekeskus, verekabinet ja referentlabor infosüsteemi andmeid esitama hiljemalt alates </w:t>
      </w:r>
      <w:r w:rsidR="00FD49AA" w:rsidRPr="44840491">
        <w:rPr>
          <w:rFonts w:ascii="Arial" w:hAnsi="Arial" w:cs="Arial"/>
          <w:sz w:val="22"/>
          <w:szCs w:val="22"/>
        </w:rPr>
        <w:t>1. juulist 2027. a.</w:t>
      </w:r>
    </w:p>
    <w:p w14:paraId="0B17AD1B" w14:textId="78925E3B" w:rsidR="44840491" w:rsidRPr="00883945" w:rsidRDefault="44840491" w:rsidP="44840491">
      <w:pPr>
        <w:jc w:val="both"/>
        <w:rPr>
          <w:rFonts w:ascii="Arial" w:hAnsi="Arial" w:cs="Arial"/>
          <w:sz w:val="22"/>
          <w:szCs w:val="22"/>
        </w:rPr>
      </w:pPr>
    </w:p>
    <w:p w14:paraId="6FBC9905" w14:textId="73B54B4E" w:rsidR="306579DE" w:rsidRPr="00883945" w:rsidRDefault="4CF47984" w:rsidP="434FB2D3">
      <w:pPr>
        <w:jc w:val="both"/>
        <w:rPr>
          <w:rFonts w:ascii="Arial" w:hAnsi="Arial" w:cs="Arial"/>
          <w:sz w:val="22"/>
          <w:szCs w:val="22"/>
        </w:rPr>
      </w:pPr>
      <w:r w:rsidRPr="44840491">
        <w:rPr>
          <w:rFonts w:ascii="Arial" w:hAnsi="Arial" w:cs="Arial"/>
          <w:sz w:val="22"/>
          <w:szCs w:val="22"/>
          <w:u w:val="single"/>
        </w:rPr>
        <w:t>L</w:t>
      </w:r>
      <w:r w:rsidR="1B1A8967" w:rsidRPr="44840491">
        <w:rPr>
          <w:rFonts w:ascii="Arial" w:hAnsi="Arial" w:cs="Arial"/>
          <w:sz w:val="22"/>
          <w:szCs w:val="22"/>
          <w:u w:val="single"/>
        </w:rPr>
        <w:t>õikes 2</w:t>
      </w:r>
      <w:r w:rsidR="1B1A8967" w:rsidRPr="44840491">
        <w:rPr>
          <w:rFonts w:ascii="Arial" w:hAnsi="Arial" w:cs="Arial"/>
          <w:sz w:val="22"/>
          <w:szCs w:val="22"/>
        </w:rPr>
        <w:t xml:space="preserve"> </w:t>
      </w:r>
      <w:r w:rsidR="00FD49AA" w:rsidRPr="44840491">
        <w:rPr>
          <w:rFonts w:ascii="Arial" w:hAnsi="Arial" w:cs="Arial"/>
          <w:sz w:val="22"/>
          <w:szCs w:val="22"/>
        </w:rPr>
        <w:t>sätestatakse, et otsejuurdepääs verekeskusele, verekabinetile, referentlaborile, Ravimiametile ja Tervisekassale võimaldatakse hiljemalt 1. juulist 202</w:t>
      </w:r>
      <w:r w:rsidR="00DE5DBD" w:rsidRPr="44840491">
        <w:rPr>
          <w:rFonts w:ascii="Arial" w:hAnsi="Arial" w:cs="Arial"/>
          <w:sz w:val="22"/>
          <w:szCs w:val="22"/>
        </w:rPr>
        <w:t>7. a.</w:t>
      </w:r>
    </w:p>
    <w:p w14:paraId="6B552A9D" w14:textId="3AFF385C" w:rsidR="44840491" w:rsidRPr="00883945" w:rsidRDefault="44840491" w:rsidP="44840491">
      <w:pPr>
        <w:jc w:val="both"/>
        <w:rPr>
          <w:rFonts w:ascii="Arial" w:hAnsi="Arial" w:cs="Arial"/>
          <w:sz w:val="22"/>
          <w:szCs w:val="22"/>
        </w:rPr>
      </w:pPr>
    </w:p>
    <w:p w14:paraId="276837FB" w14:textId="2D54CBF7" w:rsidR="2C0F2941" w:rsidRPr="00883945" w:rsidRDefault="2C0F2941" w:rsidP="434FB2D3">
      <w:pPr>
        <w:jc w:val="both"/>
        <w:rPr>
          <w:rFonts w:ascii="Arial" w:hAnsi="Arial" w:cs="Arial"/>
          <w:sz w:val="22"/>
          <w:szCs w:val="22"/>
        </w:rPr>
      </w:pPr>
      <w:r w:rsidRPr="44840491">
        <w:rPr>
          <w:rFonts w:ascii="Arial" w:hAnsi="Arial" w:cs="Arial"/>
          <w:sz w:val="22"/>
          <w:szCs w:val="22"/>
          <w:u w:val="single"/>
        </w:rPr>
        <w:t xml:space="preserve">Lõike </w:t>
      </w:r>
      <w:r w:rsidR="00DE5DBD" w:rsidRPr="44840491">
        <w:rPr>
          <w:rFonts w:ascii="Arial" w:hAnsi="Arial" w:cs="Arial"/>
          <w:sz w:val="22"/>
          <w:szCs w:val="22"/>
          <w:u w:val="single"/>
        </w:rPr>
        <w:t>3</w:t>
      </w:r>
      <w:r w:rsidRPr="44840491">
        <w:rPr>
          <w:rFonts w:ascii="Arial" w:hAnsi="Arial" w:cs="Arial"/>
          <w:sz w:val="22"/>
          <w:szCs w:val="22"/>
        </w:rPr>
        <w:t xml:space="preserve"> </w:t>
      </w:r>
      <w:r w:rsidR="00E2391F">
        <w:rPr>
          <w:rFonts w:ascii="Arial" w:hAnsi="Arial" w:cs="Arial"/>
          <w:sz w:val="22"/>
          <w:szCs w:val="22"/>
        </w:rPr>
        <w:t>kohaselt</w:t>
      </w:r>
      <w:r w:rsidR="000729EA">
        <w:rPr>
          <w:rFonts w:ascii="Arial" w:hAnsi="Arial" w:cs="Arial"/>
          <w:sz w:val="22"/>
          <w:szCs w:val="22"/>
        </w:rPr>
        <w:t xml:space="preserve"> rakendatakse </w:t>
      </w:r>
      <w:r w:rsidR="00692529">
        <w:rPr>
          <w:rFonts w:ascii="Arial" w:hAnsi="Arial" w:cs="Arial"/>
          <w:sz w:val="22"/>
          <w:szCs w:val="22"/>
        </w:rPr>
        <w:t>§-s</w:t>
      </w:r>
      <w:r w:rsidR="00DE5DBD" w:rsidRPr="44840491">
        <w:rPr>
          <w:rFonts w:ascii="Arial" w:hAnsi="Arial" w:cs="Arial"/>
          <w:sz w:val="22"/>
          <w:szCs w:val="22"/>
        </w:rPr>
        <w:t xml:space="preserve"> 8 sätestatud andmevahetus</w:t>
      </w:r>
      <w:r w:rsidR="00692529">
        <w:rPr>
          <w:rFonts w:ascii="Arial" w:hAnsi="Arial" w:cs="Arial"/>
          <w:sz w:val="22"/>
          <w:szCs w:val="22"/>
        </w:rPr>
        <w:t>t</w:t>
      </w:r>
      <w:r w:rsidR="00DE5DBD" w:rsidRPr="44840491">
        <w:rPr>
          <w:rFonts w:ascii="Arial" w:hAnsi="Arial" w:cs="Arial"/>
          <w:sz w:val="22"/>
          <w:szCs w:val="22"/>
        </w:rPr>
        <w:t xml:space="preserve"> hiljemalt 1. juulist 2027.</w:t>
      </w:r>
      <w:r w:rsidR="002E535B" w:rsidRPr="44840491">
        <w:rPr>
          <w:rFonts w:ascii="Arial" w:hAnsi="Arial" w:cs="Arial"/>
          <w:sz w:val="22"/>
          <w:szCs w:val="22"/>
        </w:rPr>
        <w:t xml:space="preserve"> a.</w:t>
      </w:r>
    </w:p>
    <w:p w14:paraId="4E5E53CE" w14:textId="1C978172" w:rsidR="434FB2D3" w:rsidRPr="00883945" w:rsidRDefault="434FB2D3" w:rsidP="434FB2D3">
      <w:pPr>
        <w:jc w:val="both"/>
        <w:rPr>
          <w:rFonts w:ascii="Arial" w:hAnsi="Arial" w:cs="Arial"/>
          <w:sz w:val="22"/>
          <w:szCs w:val="22"/>
        </w:rPr>
      </w:pPr>
    </w:p>
    <w:p w14:paraId="0971F1C3" w14:textId="26DB97F5" w:rsidR="684C5696" w:rsidRPr="00883945" w:rsidRDefault="4FDB84E4" w:rsidP="375AF7ED">
      <w:pPr>
        <w:jc w:val="both"/>
        <w:rPr>
          <w:rFonts w:ascii="Arial" w:hAnsi="Arial" w:cs="Arial"/>
          <w:sz w:val="22"/>
          <w:szCs w:val="22"/>
        </w:rPr>
      </w:pPr>
      <w:r w:rsidRPr="44840491">
        <w:rPr>
          <w:rFonts w:ascii="Arial" w:hAnsi="Arial" w:cs="Arial"/>
          <w:b/>
          <w:bCs/>
          <w:sz w:val="22"/>
          <w:szCs w:val="22"/>
        </w:rPr>
        <w:t>Paragrahvi</w:t>
      </w:r>
      <w:r w:rsidR="684C5696" w:rsidRPr="44840491">
        <w:rPr>
          <w:rFonts w:ascii="Arial" w:hAnsi="Arial" w:cs="Arial"/>
          <w:b/>
          <w:bCs/>
          <w:sz w:val="22"/>
          <w:szCs w:val="22"/>
        </w:rPr>
        <w:t xml:space="preserve"> 2</w:t>
      </w:r>
      <w:r w:rsidR="4CED4062" w:rsidRPr="44840491">
        <w:rPr>
          <w:rFonts w:ascii="Arial" w:hAnsi="Arial" w:cs="Arial"/>
          <w:b/>
          <w:bCs/>
          <w:sz w:val="22"/>
          <w:szCs w:val="22"/>
        </w:rPr>
        <w:t>0</w:t>
      </w:r>
      <w:r w:rsidR="684C5696" w:rsidRPr="44840491">
        <w:rPr>
          <w:rFonts w:ascii="Arial" w:hAnsi="Arial" w:cs="Arial"/>
          <w:sz w:val="22"/>
          <w:szCs w:val="22"/>
        </w:rPr>
        <w:t xml:space="preserve"> kohaselt </w:t>
      </w:r>
      <w:r w:rsidR="002E535B" w:rsidRPr="44840491">
        <w:rPr>
          <w:rFonts w:ascii="Arial" w:hAnsi="Arial" w:cs="Arial"/>
          <w:sz w:val="22"/>
          <w:szCs w:val="22"/>
        </w:rPr>
        <w:t xml:space="preserve">jõustub määrus </w:t>
      </w:r>
      <w:r w:rsidR="684C5696" w:rsidRPr="44840491">
        <w:rPr>
          <w:rFonts w:ascii="Arial" w:hAnsi="Arial" w:cs="Arial"/>
          <w:sz w:val="22"/>
          <w:szCs w:val="22"/>
        </w:rPr>
        <w:t xml:space="preserve">1. </w:t>
      </w:r>
      <w:r w:rsidR="54206704" w:rsidRPr="44840491">
        <w:rPr>
          <w:rFonts w:ascii="Arial" w:hAnsi="Arial" w:cs="Arial"/>
          <w:sz w:val="22"/>
          <w:szCs w:val="22"/>
        </w:rPr>
        <w:t>aprillil</w:t>
      </w:r>
      <w:r w:rsidR="684C5696" w:rsidRPr="44840491">
        <w:rPr>
          <w:rFonts w:ascii="Arial" w:hAnsi="Arial" w:cs="Arial"/>
          <w:sz w:val="22"/>
          <w:szCs w:val="22"/>
        </w:rPr>
        <w:t xml:space="preserve"> 2026. a.</w:t>
      </w:r>
    </w:p>
    <w:p w14:paraId="2811A21B" w14:textId="45BA2C51" w:rsidR="375AF7ED" w:rsidRPr="00883945" w:rsidRDefault="375AF7ED" w:rsidP="375AF7ED">
      <w:pPr>
        <w:jc w:val="both"/>
        <w:rPr>
          <w:rFonts w:ascii="Arial" w:hAnsi="Arial" w:cs="Arial"/>
          <w:b/>
          <w:bCs/>
          <w:sz w:val="22"/>
          <w:szCs w:val="22"/>
        </w:rPr>
      </w:pPr>
    </w:p>
    <w:p w14:paraId="7B03016F" w14:textId="77777777" w:rsidR="004576DB" w:rsidRPr="00CD1178" w:rsidRDefault="004576DB" w:rsidP="00A248DC">
      <w:pPr>
        <w:jc w:val="both"/>
        <w:rPr>
          <w:rFonts w:ascii="Arial" w:hAnsi="Arial" w:cs="Arial"/>
          <w:bCs/>
          <w:sz w:val="22"/>
          <w:szCs w:val="22"/>
          <w:lang w:eastAsia="et-EE"/>
        </w:rPr>
        <w:sectPr w:rsidR="004576DB" w:rsidRPr="00CD1178" w:rsidSect="00A8180C">
          <w:type w:val="continuous"/>
          <w:pgSz w:w="11907" w:h="16840" w:code="9"/>
          <w:pgMar w:top="1134" w:right="1134" w:bottom="1134" w:left="1701" w:header="709" w:footer="709" w:gutter="0"/>
          <w:cols w:space="708"/>
          <w:formProt w:val="0"/>
          <w:titlePg/>
          <w:docGrid w:linePitch="360"/>
        </w:sectPr>
      </w:pPr>
    </w:p>
    <w:p w14:paraId="66D5F21E" w14:textId="77777777" w:rsidR="00885C83" w:rsidRPr="00CD1178" w:rsidRDefault="00F72AB5" w:rsidP="00A248DC">
      <w:pPr>
        <w:jc w:val="both"/>
        <w:rPr>
          <w:rFonts w:ascii="Arial" w:hAnsi="Arial" w:cs="Arial"/>
          <w:b/>
          <w:bCs/>
          <w:sz w:val="22"/>
          <w:szCs w:val="22"/>
          <w:lang w:eastAsia="et-EE"/>
        </w:rPr>
      </w:pPr>
      <w:r w:rsidRPr="00CD1178">
        <w:rPr>
          <w:rFonts w:ascii="Arial" w:hAnsi="Arial" w:cs="Arial"/>
          <w:b/>
          <w:bCs/>
          <w:sz w:val="22"/>
          <w:szCs w:val="22"/>
          <w:lang w:eastAsia="et-EE"/>
        </w:rPr>
        <w:t>3</w:t>
      </w:r>
      <w:r w:rsidR="009C67F1" w:rsidRPr="00CD1178">
        <w:rPr>
          <w:rFonts w:ascii="Arial" w:hAnsi="Arial" w:cs="Arial"/>
          <w:b/>
          <w:bCs/>
          <w:sz w:val="22"/>
          <w:szCs w:val="22"/>
          <w:lang w:eastAsia="et-EE"/>
        </w:rPr>
        <w:t>.</w:t>
      </w:r>
      <w:r w:rsidR="0004635E" w:rsidRPr="00CD1178">
        <w:rPr>
          <w:rFonts w:ascii="Arial" w:hAnsi="Arial" w:cs="Arial"/>
          <w:b/>
          <w:bCs/>
          <w:sz w:val="22"/>
          <w:szCs w:val="22"/>
          <w:lang w:eastAsia="et-EE"/>
        </w:rPr>
        <w:t xml:space="preserve"> </w:t>
      </w:r>
      <w:r w:rsidR="00BF71A0" w:rsidRPr="00CD1178">
        <w:rPr>
          <w:rFonts w:ascii="Arial" w:hAnsi="Arial" w:cs="Arial"/>
          <w:b/>
          <w:bCs/>
          <w:sz w:val="22"/>
          <w:szCs w:val="22"/>
          <w:lang w:eastAsia="et-EE"/>
        </w:rPr>
        <w:t>Eelnõu vastavus Euroopa Liidu õigusele</w:t>
      </w:r>
    </w:p>
    <w:p w14:paraId="43C3777A" w14:textId="77777777" w:rsidR="004576DB" w:rsidRPr="00CD1178" w:rsidRDefault="004576DB" w:rsidP="00A248DC">
      <w:pPr>
        <w:jc w:val="both"/>
        <w:rPr>
          <w:rFonts w:ascii="Arial" w:hAnsi="Arial" w:cs="Arial"/>
          <w:sz w:val="22"/>
          <w:szCs w:val="22"/>
        </w:rPr>
        <w:sectPr w:rsidR="004576DB" w:rsidRPr="00CD1178" w:rsidSect="00A8180C">
          <w:type w:val="continuous"/>
          <w:pgSz w:w="11907" w:h="16840" w:code="9"/>
          <w:pgMar w:top="1134" w:right="1134" w:bottom="1134" w:left="1701" w:header="709" w:footer="709" w:gutter="0"/>
          <w:cols w:space="708"/>
          <w:titlePg/>
          <w:docGrid w:linePitch="360"/>
        </w:sectPr>
      </w:pPr>
    </w:p>
    <w:p w14:paraId="6273CC09" w14:textId="2D040D9A" w:rsidR="004576DB" w:rsidRPr="00CD1178" w:rsidRDefault="004576DB" w:rsidP="2B04A97D">
      <w:pPr>
        <w:jc w:val="both"/>
        <w:rPr>
          <w:rFonts w:ascii="Arial" w:hAnsi="Arial" w:cs="Arial"/>
          <w:sz w:val="22"/>
          <w:szCs w:val="22"/>
        </w:rPr>
        <w:sectPr w:rsidR="004576DB" w:rsidRPr="00CD1178" w:rsidSect="00A8180C">
          <w:type w:val="continuous"/>
          <w:pgSz w:w="11907" w:h="16840" w:code="9"/>
          <w:pgMar w:top="1134" w:right="1134" w:bottom="1134" w:left="1701" w:header="709" w:footer="709" w:gutter="0"/>
          <w:cols w:space="708"/>
          <w:formProt w:val="0"/>
          <w:titlePg/>
          <w:docGrid w:linePitch="360"/>
        </w:sectPr>
      </w:pPr>
    </w:p>
    <w:p w14:paraId="0F676C8F" w14:textId="5027515F" w:rsidR="004576DB" w:rsidRPr="00CD1178" w:rsidRDefault="1327B20D" w:rsidP="2B04A97D">
      <w:pPr>
        <w:jc w:val="both"/>
        <w:rPr>
          <w:rFonts w:ascii="Arial" w:hAnsi="Arial" w:cs="Arial"/>
          <w:sz w:val="22"/>
          <w:szCs w:val="22"/>
        </w:rPr>
      </w:pPr>
      <w:r w:rsidRPr="00CD1178">
        <w:rPr>
          <w:rFonts w:ascii="Arial" w:hAnsi="Arial" w:cs="Arial"/>
          <w:sz w:val="22"/>
          <w:szCs w:val="22"/>
        </w:rPr>
        <w:lastRenderedPageBreak/>
        <w:t xml:space="preserve">Eelnõu väljatöötamisel on arvestatud Euroopa </w:t>
      </w:r>
      <w:r w:rsidR="24BF75C7" w:rsidRPr="00CD1178">
        <w:rPr>
          <w:rFonts w:ascii="Arial" w:hAnsi="Arial" w:cs="Arial"/>
          <w:sz w:val="22"/>
          <w:szCs w:val="22"/>
        </w:rPr>
        <w:t xml:space="preserve">Parlamendi ja </w:t>
      </w:r>
      <w:r w:rsidR="00692529">
        <w:rPr>
          <w:rFonts w:ascii="Arial" w:hAnsi="Arial" w:cs="Arial"/>
          <w:sz w:val="22"/>
          <w:szCs w:val="22"/>
        </w:rPr>
        <w:t>n</w:t>
      </w:r>
      <w:r w:rsidR="24BF75C7" w:rsidRPr="00CD1178">
        <w:rPr>
          <w:rFonts w:ascii="Arial" w:hAnsi="Arial" w:cs="Arial"/>
          <w:sz w:val="22"/>
          <w:szCs w:val="22"/>
        </w:rPr>
        <w:t xml:space="preserve">õukogu </w:t>
      </w:r>
      <w:r w:rsidR="24BF75C7" w:rsidRPr="002866E4">
        <w:rPr>
          <w:rFonts w:ascii="Arial" w:hAnsi="Arial" w:cs="Arial"/>
          <w:sz w:val="22"/>
          <w:szCs w:val="22"/>
        </w:rPr>
        <w:t xml:space="preserve">määrusega </w:t>
      </w:r>
      <w:r w:rsidR="00C05A77">
        <w:rPr>
          <w:rFonts w:ascii="Arial" w:hAnsi="Arial" w:cs="Arial"/>
          <w:sz w:val="22"/>
          <w:szCs w:val="22"/>
        </w:rPr>
        <w:t xml:space="preserve">(EL) </w:t>
      </w:r>
      <w:r w:rsidR="24BF75C7" w:rsidRPr="002866E4">
        <w:rPr>
          <w:rFonts w:ascii="Arial" w:hAnsi="Arial" w:cs="Arial"/>
          <w:color w:val="000000" w:themeColor="text1"/>
          <w:sz w:val="22"/>
          <w:szCs w:val="22"/>
        </w:rPr>
        <w:t>2024/1938</w:t>
      </w:r>
      <w:r w:rsidR="00C05A77" w:rsidRPr="0004698E">
        <w:rPr>
          <w:rFonts w:ascii="Arial" w:hAnsi="Arial" w:cs="Arial"/>
          <w:color w:val="000000" w:themeColor="text1"/>
          <w:sz w:val="22"/>
          <w:szCs w:val="22"/>
        </w:rPr>
        <w:t xml:space="preserve">, </w:t>
      </w:r>
      <w:r w:rsidR="0004698E" w:rsidRPr="0004698E">
        <w:rPr>
          <w:rFonts w:ascii="Arial" w:hAnsi="Arial" w:cs="Arial"/>
          <w:color w:val="000000" w:themeColor="text1"/>
          <w:sz w:val="22"/>
          <w:szCs w:val="22"/>
        </w:rPr>
        <w:t>milles käsitletakse inimkasutuseks ettenähtud inimpäritolu materjali kvaliteedi- ja ohutusstandardeid ning millega tunnistatakse kehtetuks direktiiv 2002/98/EÜ ja direktiiv 2004/23/EÜ</w:t>
      </w:r>
      <w:r w:rsidR="19346B7F" w:rsidRPr="002866E4">
        <w:rPr>
          <w:rFonts w:ascii="Arial" w:hAnsi="Arial" w:cs="Arial"/>
          <w:color w:val="000000" w:themeColor="text1"/>
          <w:sz w:val="22"/>
          <w:szCs w:val="22"/>
        </w:rPr>
        <w:t>.</w:t>
      </w:r>
    </w:p>
    <w:p w14:paraId="4F325639" w14:textId="7713ABC9" w:rsidR="2B04A97D" w:rsidRPr="00CD1178" w:rsidRDefault="2B04A97D" w:rsidP="2B04A97D">
      <w:pPr>
        <w:jc w:val="both"/>
        <w:rPr>
          <w:rFonts w:ascii="Arial" w:hAnsi="Arial" w:cs="Arial"/>
          <w:sz w:val="22"/>
          <w:szCs w:val="22"/>
        </w:rPr>
      </w:pPr>
    </w:p>
    <w:p w14:paraId="0DBC6406" w14:textId="77777777" w:rsidR="00BF71A0" w:rsidRPr="00CD1178" w:rsidRDefault="00F72AB5" w:rsidP="00A248DC">
      <w:pPr>
        <w:jc w:val="both"/>
        <w:rPr>
          <w:rFonts w:ascii="Arial" w:hAnsi="Arial" w:cs="Arial"/>
          <w:b/>
          <w:bCs/>
          <w:sz w:val="22"/>
          <w:szCs w:val="22"/>
          <w:lang w:eastAsia="et-EE"/>
        </w:rPr>
      </w:pPr>
      <w:r w:rsidRPr="00CD1178">
        <w:rPr>
          <w:rFonts w:ascii="Arial" w:hAnsi="Arial" w:cs="Arial"/>
          <w:b/>
          <w:bCs/>
          <w:sz w:val="22"/>
          <w:szCs w:val="22"/>
          <w:lang w:eastAsia="et-EE"/>
        </w:rPr>
        <w:t>4</w:t>
      </w:r>
      <w:r w:rsidR="0004635E" w:rsidRPr="00CD1178">
        <w:rPr>
          <w:rFonts w:ascii="Arial" w:hAnsi="Arial" w:cs="Arial"/>
          <w:b/>
          <w:bCs/>
          <w:sz w:val="22"/>
          <w:szCs w:val="22"/>
          <w:lang w:eastAsia="et-EE"/>
        </w:rPr>
        <w:t xml:space="preserve">. </w:t>
      </w:r>
      <w:r w:rsidR="004B5C9B" w:rsidRPr="00CD1178">
        <w:rPr>
          <w:rFonts w:ascii="Arial" w:hAnsi="Arial" w:cs="Arial"/>
          <w:b/>
          <w:bCs/>
          <w:sz w:val="22"/>
          <w:szCs w:val="22"/>
          <w:lang w:eastAsia="et-EE"/>
        </w:rPr>
        <w:t>Määruse</w:t>
      </w:r>
      <w:r w:rsidR="00BF71A0" w:rsidRPr="00CD1178">
        <w:rPr>
          <w:rFonts w:ascii="Arial" w:hAnsi="Arial" w:cs="Arial"/>
          <w:b/>
          <w:bCs/>
          <w:sz w:val="22"/>
          <w:szCs w:val="22"/>
          <w:lang w:eastAsia="et-EE"/>
        </w:rPr>
        <w:t xml:space="preserve"> mõjud</w:t>
      </w:r>
    </w:p>
    <w:p w14:paraId="0F55E4E4" w14:textId="77777777" w:rsidR="00FE2EBD" w:rsidRPr="00CD1178" w:rsidRDefault="00FE2EBD" w:rsidP="00A248DC">
      <w:pPr>
        <w:jc w:val="both"/>
        <w:rPr>
          <w:rFonts w:ascii="Arial" w:hAnsi="Arial" w:cs="Arial"/>
          <w:sz w:val="22"/>
          <w:szCs w:val="22"/>
          <w:lang w:eastAsia="et-EE"/>
        </w:rPr>
      </w:pPr>
    </w:p>
    <w:p w14:paraId="6D3AC6D5" w14:textId="77777777" w:rsidR="004576DB" w:rsidRPr="00CD1178" w:rsidRDefault="004576DB" w:rsidP="00A248DC">
      <w:pPr>
        <w:tabs>
          <w:tab w:val="left" w:pos="4860"/>
        </w:tabs>
        <w:jc w:val="both"/>
        <w:rPr>
          <w:rFonts w:ascii="Arial" w:hAnsi="Arial" w:cs="Arial"/>
          <w:sz w:val="22"/>
          <w:szCs w:val="22"/>
        </w:rPr>
        <w:sectPr w:rsidR="004576DB" w:rsidRPr="00CD1178" w:rsidSect="00A8180C">
          <w:type w:val="continuous"/>
          <w:pgSz w:w="11907" w:h="16840" w:code="9"/>
          <w:pgMar w:top="1134" w:right="1134" w:bottom="1134" w:left="1701" w:header="709" w:footer="709" w:gutter="0"/>
          <w:cols w:space="708"/>
          <w:titlePg/>
          <w:docGrid w:linePitch="360"/>
        </w:sectPr>
      </w:pPr>
    </w:p>
    <w:p w14:paraId="253AAAC0" w14:textId="77777777" w:rsidR="001A47F1" w:rsidRDefault="4EC9C63A" w:rsidP="00BE6B42">
      <w:pPr>
        <w:tabs>
          <w:tab w:val="left" w:pos="4860"/>
        </w:tabs>
        <w:jc w:val="both"/>
        <w:rPr>
          <w:rFonts w:ascii="Arial" w:hAnsi="Arial" w:cs="Arial"/>
          <w:sz w:val="22"/>
          <w:szCs w:val="22"/>
          <w:u w:val="single"/>
        </w:rPr>
      </w:pPr>
      <w:r w:rsidRPr="00CD1178">
        <w:rPr>
          <w:rFonts w:ascii="Arial" w:hAnsi="Arial" w:cs="Arial"/>
          <w:sz w:val="22"/>
          <w:szCs w:val="22"/>
          <w:u w:val="single"/>
        </w:rPr>
        <w:t>Sotsiaalne mõju</w:t>
      </w:r>
    </w:p>
    <w:p w14:paraId="7C806A7D" w14:textId="3E14C4C0" w:rsidR="4EC9C63A" w:rsidRPr="00CD1178" w:rsidRDefault="00781C04" w:rsidP="00BE6B42">
      <w:pPr>
        <w:tabs>
          <w:tab w:val="left" w:pos="4860"/>
        </w:tabs>
        <w:jc w:val="both"/>
        <w:rPr>
          <w:rFonts w:ascii="Arial" w:hAnsi="Arial" w:cs="Arial"/>
          <w:sz w:val="22"/>
          <w:szCs w:val="22"/>
        </w:rPr>
      </w:pPr>
      <w:r w:rsidRPr="00CD1178">
        <w:rPr>
          <w:rFonts w:ascii="Arial" w:hAnsi="Arial" w:cs="Arial"/>
          <w:sz w:val="22"/>
          <w:szCs w:val="22"/>
        </w:rPr>
        <w:t xml:space="preserve">Infosüsteem </w:t>
      </w:r>
      <w:r w:rsidR="18814134" w:rsidRPr="00CD1178">
        <w:rPr>
          <w:rFonts w:ascii="Arial" w:hAnsi="Arial" w:cs="Arial"/>
          <w:sz w:val="22"/>
          <w:szCs w:val="22"/>
        </w:rPr>
        <w:t xml:space="preserve">parandab vere hankimist, käitlemist ja ülekandmist puudutavat andmevahetust nii doonori, patsiendi kui ka </w:t>
      </w:r>
      <w:r w:rsidR="158E25DB" w:rsidRPr="00CD1178">
        <w:rPr>
          <w:rFonts w:ascii="Arial" w:hAnsi="Arial" w:cs="Arial"/>
          <w:sz w:val="22"/>
          <w:szCs w:val="22"/>
        </w:rPr>
        <w:t xml:space="preserve">verekeskuste ja </w:t>
      </w:r>
      <w:r w:rsidR="18814134" w:rsidRPr="00CD1178">
        <w:rPr>
          <w:rFonts w:ascii="Arial" w:hAnsi="Arial" w:cs="Arial"/>
          <w:sz w:val="22"/>
          <w:szCs w:val="22"/>
        </w:rPr>
        <w:t>tervishoiuasutuste jaoks.</w:t>
      </w:r>
    </w:p>
    <w:p w14:paraId="3655582E" w14:textId="77777777" w:rsidR="00BE6B42" w:rsidRDefault="00BE6B42" w:rsidP="00BE6B42">
      <w:pPr>
        <w:jc w:val="both"/>
        <w:rPr>
          <w:rFonts w:ascii="Arial" w:hAnsi="Arial" w:cs="Arial"/>
          <w:sz w:val="22"/>
          <w:szCs w:val="22"/>
          <w:u w:val="single"/>
        </w:rPr>
      </w:pPr>
    </w:p>
    <w:p w14:paraId="6413FFA7" w14:textId="770ECBD1" w:rsidR="197E233B" w:rsidRPr="00CD1178" w:rsidRDefault="197E233B" w:rsidP="000E40A8">
      <w:pPr>
        <w:jc w:val="both"/>
        <w:rPr>
          <w:rFonts w:ascii="Arial" w:hAnsi="Arial" w:cs="Arial"/>
          <w:sz w:val="22"/>
          <w:szCs w:val="22"/>
        </w:rPr>
      </w:pPr>
      <w:r w:rsidRPr="00CD1178">
        <w:rPr>
          <w:rFonts w:ascii="Arial" w:hAnsi="Arial" w:cs="Arial"/>
          <w:sz w:val="22"/>
          <w:szCs w:val="22"/>
          <w:u w:val="single"/>
        </w:rPr>
        <w:t xml:space="preserve">Sihtrühm </w:t>
      </w:r>
      <w:r w:rsidR="000E40A8">
        <w:rPr>
          <w:rFonts w:ascii="Arial" w:hAnsi="Arial" w:cs="Arial"/>
          <w:sz w:val="22"/>
          <w:szCs w:val="22"/>
          <w:u w:val="single"/>
        </w:rPr>
        <w:t>1</w:t>
      </w:r>
      <w:r w:rsidRPr="00CD1178">
        <w:rPr>
          <w:rFonts w:ascii="Arial" w:hAnsi="Arial" w:cs="Arial"/>
          <w:sz w:val="22"/>
          <w:szCs w:val="22"/>
          <w:u w:val="single"/>
        </w:rPr>
        <w:t>:</w:t>
      </w:r>
      <w:r w:rsidRPr="00CD1178">
        <w:rPr>
          <w:rFonts w:ascii="Arial" w:hAnsi="Arial" w:cs="Arial"/>
          <w:sz w:val="22"/>
          <w:szCs w:val="22"/>
        </w:rPr>
        <w:t xml:space="preserve"> </w:t>
      </w:r>
      <w:r w:rsidR="19F46BCA" w:rsidRPr="00CD1178">
        <w:rPr>
          <w:rFonts w:ascii="Arial" w:hAnsi="Arial" w:cs="Arial"/>
          <w:sz w:val="22"/>
          <w:szCs w:val="22"/>
        </w:rPr>
        <w:t>vere</w:t>
      </w:r>
      <w:r w:rsidR="1CA81B25" w:rsidRPr="00CD1178">
        <w:rPr>
          <w:rFonts w:ascii="Arial" w:hAnsi="Arial" w:cs="Arial"/>
          <w:sz w:val="22"/>
          <w:szCs w:val="22"/>
        </w:rPr>
        <w:t>doonori</w:t>
      </w:r>
      <w:r w:rsidR="0D4CCEEE" w:rsidRPr="00CD1178">
        <w:rPr>
          <w:rFonts w:ascii="Arial" w:hAnsi="Arial" w:cs="Arial"/>
          <w:sz w:val="22"/>
          <w:szCs w:val="22"/>
        </w:rPr>
        <w:t>d</w:t>
      </w:r>
    </w:p>
    <w:p w14:paraId="052FAA76" w14:textId="77777777" w:rsidR="00BE6B42" w:rsidRDefault="00BE6B42" w:rsidP="00BE6B42">
      <w:pPr>
        <w:jc w:val="both"/>
        <w:rPr>
          <w:rFonts w:ascii="Arial" w:hAnsi="Arial" w:cs="Arial"/>
          <w:sz w:val="22"/>
          <w:szCs w:val="22"/>
        </w:rPr>
      </w:pPr>
    </w:p>
    <w:p w14:paraId="1658F113" w14:textId="6E53E12D" w:rsidR="28A8F04F" w:rsidRPr="00CD1178" w:rsidRDefault="28A8F04F" w:rsidP="000E40A8">
      <w:pPr>
        <w:jc w:val="both"/>
        <w:rPr>
          <w:rFonts w:ascii="Arial" w:hAnsi="Arial" w:cs="Arial"/>
          <w:sz w:val="22"/>
          <w:szCs w:val="22"/>
        </w:rPr>
      </w:pPr>
      <w:r w:rsidRPr="00CD1178">
        <w:rPr>
          <w:rFonts w:ascii="Arial" w:hAnsi="Arial" w:cs="Arial"/>
          <w:sz w:val="22"/>
          <w:szCs w:val="22"/>
        </w:rPr>
        <w:t>Doonoritel on parem ülevaade oma vereloovutustest, sest andmed ei ole eri verekeskuste vahel</w:t>
      </w:r>
      <w:r w:rsidR="003D082F">
        <w:rPr>
          <w:rFonts w:ascii="Arial" w:hAnsi="Arial" w:cs="Arial"/>
          <w:sz w:val="22"/>
          <w:szCs w:val="22"/>
        </w:rPr>
        <w:t xml:space="preserve"> </w:t>
      </w:r>
      <w:r w:rsidR="003D082F" w:rsidRPr="00CD1178">
        <w:rPr>
          <w:rFonts w:ascii="Arial" w:hAnsi="Arial" w:cs="Arial"/>
          <w:sz w:val="22"/>
          <w:szCs w:val="22"/>
        </w:rPr>
        <w:t>enam killustunud</w:t>
      </w:r>
      <w:r w:rsidRPr="00CD1178">
        <w:rPr>
          <w:rFonts w:ascii="Arial" w:hAnsi="Arial" w:cs="Arial"/>
          <w:sz w:val="22"/>
          <w:szCs w:val="22"/>
        </w:rPr>
        <w:t xml:space="preserve">, vaid on koondatud ühtsesse infosüsteemi. See suurendab doonorite rahulolu ja </w:t>
      </w:r>
      <w:r w:rsidR="00014421">
        <w:rPr>
          <w:rFonts w:ascii="Arial" w:hAnsi="Arial" w:cs="Arial"/>
          <w:sz w:val="22"/>
          <w:szCs w:val="22"/>
        </w:rPr>
        <w:t>parandab</w:t>
      </w:r>
      <w:r w:rsidRPr="00CD1178">
        <w:rPr>
          <w:rFonts w:ascii="Arial" w:hAnsi="Arial" w:cs="Arial"/>
          <w:sz w:val="22"/>
          <w:szCs w:val="22"/>
        </w:rPr>
        <w:t xml:space="preserve"> motivatsiooni. </w:t>
      </w:r>
      <w:r w:rsidR="2E732F93" w:rsidRPr="00CD1178">
        <w:rPr>
          <w:rFonts w:ascii="Arial" w:hAnsi="Arial" w:cs="Arial"/>
          <w:sz w:val="22"/>
          <w:szCs w:val="22"/>
        </w:rPr>
        <w:t>Ühine verekeskuste andmestik võimaldab tervishoiutöötajatel näha doonori kõiki vereloovutusi sõltumata sellest, millises verekeskuses need on tehtud. Praegu ei ole verekeskustel võimalust kontrollida, millal doonor on viimati mõnes teises keskuses verd loovutanud, mistõttu toetutakse doonori enda ütlustele. Ühtne infosüsteem tagab, et vereloovutuste vahel järgitakse kehtestatud ajavahemikke, mis on oluline doonori tervise ja ohutuse tagamiseks.</w:t>
      </w:r>
    </w:p>
    <w:p w14:paraId="29FBB61C" w14:textId="77777777" w:rsidR="003B7E47" w:rsidRDefault="003B7E47" w:rsidP="00BE6B42">
      <w:pPr>
        <w:jc w:val="both"/>
        <w:rPr>
          <w:rFonts w:ascii="Arial" w:hAnsi="Arial" w:cs="Arial"/>
          <w:sz w:val="22"/>
          <w:szCs w:val="22"/>
          <w:u w:val="single"/>
        </w:rPr>
      </w:pPr>
    </w:p>
    <w:p w14:paraId="545E7F8A" w14:textId="089AC067" w:rsidR="2AA4AC17" w:rsidRPr="00CD1178" w:rsidRDefault="2AA4AC17" w:rsidP="000E40A8">
      <w:pPr>
        <w:jc w:val="both"/>
        <w:rPr>
          <w:rFonts w:ascii="Arial" w:hAnsi="Arial" w:cs="Arial"/>
          <w:sz w:val="22"/>
          <w:szCs w:val="22"/>
        </w:rPr>
      </w:pPr>
      <w:r w:rsidRPr="00CD1178">
        <w:rPr>
          <w:rFonts w:ascii="Arial" w:hAnsi="Arial" w:cs="Arial"/>
          <w:sz w:val="22"/>
          <w:szCs w:val="22"/>
          <w:u w:val="single"/>
        </w:rPr>
        <w:t xml:space="preserve">Sihtrühm </w:t>
      </w:r>
      <w:r w:rsidR="006148C0">
        <w:rPr>
          <w:rFonts w:ascii="Arial" w:hAnsi="Arial" w:cs="Arial"/>
          <w:sz w:val="22"/>
          <w:szCs w:val="22"/>
          <w:u w:val="single"/>
        </w:rPr>
        <w:t>2</w:t>
      </w:r>
      <w:r w:rsidRPr="00CD1178">
        <w:rPr>
          <w:rFonts w:ascii="Arial" w:hAnsi="Arial" w:cs="Arial"/>
          <w:sz w:val="22"/>
          <w:szCs w:val="22"/>
          <w:u w:val="single"/>
        </w:rPr>
        <w:t xml:space="preserve">: </w:t>
      </w:r>
      <w:r w:rsidRPr="00CD1178">
        <w:rPr>
          <w:rFonts w:ascii="Arial" w:hAnsi="Arial" w:cs="Arial"/>
          <w:sz w:val="22"/>
          <w:szCs w:val="22"/>
        </w:rPr>
        <w:t>retsipiendid</w:t>
      </w:r>
    </w:p>
    <w:p w14:paraId="5A87C005" w14:textId="77777777" w:rsidR="003B7E47" w:rsidRDefault="003B7E47" w:rsidP="00BE6B42">
      <w:pPr>
        <w:tabs>
          <w:tab w:val="left" w:pos="4860"/>
        </w:tabs>
        <w:jc w:val="both"/>
        <w:rPr>
          <w:rFonts w:ascii="Arial" w:hAnsi="Arial" w:cs="Arial"/>
          <w:sz w:val="22"/>
          <w:szCs w:val="22"/>
        </w:rPr>
      </w:pPr>
    </w:p>
    <w:p w14:paraId="7A6C9D8F" w14:textId="5044FE96" w:rsidR="2AA4AC17" w:rsidRPr="00CD1178" w:rsidRDefault="2E5994C2" w:rsidP="00BE6B42">
      <w:pPr>
        <w:tabs>
          <w:tab w:val="left" w:pos="4860"/>
        </w:tabs>
        <w:jc w:val="both"/>
        <w:rPr>
          <w:rFonts w:ascii="Arial" w:hAnsi="Arial" w:cs="Arial"/>
          <w:sz w:val="22"/>
          <w:szCs w:val="22"/>
        </w:rPr>
      </w:pPr>
      <w:r w:rsidRPr="00CD1178">
        <w:rPr>
          <w:rFonts w:ascii="Arial" w:hAnsi="Arial" w:cs="Arial"/>
          <w:sz w:val="22"/>
          <w:szCs w:val="22"/>
        </w:rPr>
        <w:t>Kogutav info hõlmab retsipiendile tehtud analüüside, sobivate verekomponentide, mittesobivate verekomponentide, ülekantud verekomponentide ja tekkinud reaktsioonide kohta käivaid andmeid. Näiteks on var</w:t>
      </w:r>
      <w:r w:rsidR="009623E4">
        <w:rPr>
          <w:rFonts w:ascii="Arial" w:hAnsi="Arial" w:cs="Arial"/>
          <w:sz w:val="22"/>
          <w:szCs w:val="22"/>
        </w:rPr>
        <w:t>em</w:t>
      </w:r>
      <w:r w:rsidRPr="00CD1178">
        <w:rPr>
          <w:rFonts w:ascii="Arial" w:hAnsi="Arial" w:cs="Arial"/>
          <w:sz w:val="22"/>
          <w:szCs w:val="22"/>
        </w:rPr>
        <w:t xml:space="preserve"> erinevates raviasutustes tehtud vereülekannete</w:t>
      </w:r>
      <w:r w:rsidR="4CEE036A" w:rsidRPr="00CD1178">
        <w:rPr>
          <w:rFonts w:ascii="Arial" w:hAnsi="Arial" w:cs="Arial"/>
          <w:sz w:val="22"/>
          <w:szCs w:val="22"/>
        </w:rPr>
        <w:t xml:space="preserve"> ja analüüside</w:t>
      </w:r>
      <w:r w:rsidRPr="00CD1178">
        <w:rPr>
          <w:rFonts w:ascii="Arial" w:hAnsi="Arial" w:cs="Arial"/>
          <w:sz w:val="22"/>
          <w:szCs w:val="22"/>
        </w:rPr>
        <w:t xml:space="preserve"> andmed olulised</w:t>
      </w:r>
      <w:r w:rsidR="00C66A49">
        <w:rPr>
          <w:rFonts w:ascii="Arial" w:hAnsi="Arial" w:cs="Arial"/>
          <w:sz w:val="22"/>
          <w:szCs w:val="22"/>
        </w:rPr>
        <w:t>, et leida</w:t>
      </w:r>
      <w:r w:rsidRPr="00CD1178">
        <w:rPr>
          <w:rFonts w:ascii="Arial" w:hAnsi="Arial" w:cs="Arial"/>
          <w:sz w:val="22"/>
          <w:szCs w:val="22"/>
        </w:rPr>
        <w:t xml:space="preserve"> retsipiendile sobiv verepreparaa</w:t>
      </w:r>
      <w:r w:rsidR="00C66A49">
        <w:rPr>
          <w:rFonts w:ascii="Arial" w:hAnsi="Arial" w:cs="Arial"/>
          <w:sz w:val="22"/>
          <w:szCs w:val="22"/>
        </w:rPr>
        <w:t>t.</w:t>
      </w:r>
      <w:r w:rsidR="304E840E" w:rsidRPr="00CD1178">
        <w:rPr>
          <w:rFonts w:ascii="Arial" w:hAnsi="Arial" w:cs="Arial"/>
          <w:sz w:val="22"/>
          <w:szCs w:val="22"/>
        </w:rPr>
        <w:t xml:space="preserve"> </w:t>
      </w:r>
      <w:r w:rsidR="0A9C9DCA" w:rsidRPr="00CD1178">
        <w:rPr>
          <w:rFonts w:ascii="Arial" w:hAnsi="Arial" w:cs="Arial"/>
          <w:sz w:val="22"/>
          <w:szCs w:val="22"/>
        </w:rPr>
        <w:t>Infosüsteem</w:t>
      </w:r>
      <w:r w:rsidR="304E840E" w:rsidRPr="00CD1178">
        <w:rPr>
          <w:rFonts w:ascii="Arial" w:eastAsia="Arial" w:hAnsi="Arial" w:cs="Arial"/>
          <w:sz w:val="22"/>
          <w:szCs w:val="22"/>
        </w:rPr>
        <w:t xml:space="preserve"> pakub verekomponentide ööpäevaringset (24/7) e-tellimise võimalust.</w:t>
      </w:r>
      <w:r w:rsidR="304E840E" w:rsidRPr="00CD1178">
        <w:rPr>
          <w:rFonts w:ascii="Arial" w:eastAsia="Arial" w:hAnsi="Arial" w:cs="Arial"/>
          <w:b/>
          <w:bCs/>
          <w:sz w:val="22"/>
          <w:szCs w:val="22"/>
        </w:rPr>
        <w:t xml:space="preserve"> </w:t>
      </w:r>
      <w:r w:rsidR="304E840E" w:rsidRPr="00CD1178">
        <w:rPr>
          <w:rFonts w:ascii="Arial" w:eastAsia="Arial" w:hAnsi="Arial" w:cs="Arial"/>
          <w:sz w:val="22"/>
          <w:szCs w:val="22"/>
        </w:rPr>
        <w:t>See funktsioon tagab tellimuste parema jälgitavuse ja operatiivsema täitmise, parandades verekomponentide kättesaadavust abivajajatele.</w:t>
      </w:r>
      <w:r w:rsidR="5D0D9D6C" w:rsidRPr="00CD1178">
        <w:rPr>
          <w:rFonts w:ascii="Arial" w:eastAsia="Arial" w:hAnsi="Arial" w:cs="Arial"/>
          <w:sz w:val="22"/>
          <w:szCs w:val="22"/>
        </w:rPr>
        <w:t xml:space="preserve"> Tänu spetsiaalsele integratsioonimoodulile on </w:t>
      </w:r>
      <w:r w:rsidR="5C104CD0" w:rsidRPr="00CD1178">
        <w:rPr>
          <w:rFonts w:ascii="Arial" w:eastAsia="Arial" w:hAnsi="Arial" w:cs="Arial"/>
          <w:sz w:val="22"/>
          <w:szCs w:val="22"/>
        </w:rPr>
        <w:t>infosüsteemil</w:t>
      </w:r>
      <w:r w:rsidR="5D0D9D6C" w:rsidRPr="00CD1178">
        <w:rPr>
          <w:rFonts w:ascii="Arial" w:eastAsia="Arial" w:hAnsi="Arial" w:cs="Arial"/>
          <w:sz w:val="22"/>
          <w:szCs w:val="22"/>
        </w:rPr>
        <w:t xml:space="preserve"> võimekus liidestada meditsiiniseadmeid. Andmete, s</w:t>
      </w:r>
      <w:r w:rsidR="006136AE">
        <w:rPr>
          <w:rFonts w:ascii="Arial" w:eastAsia="Arial" w:hAnsi="Arial" w:cs="Arial"/>
          <w:sz w:val="22"/>
          <w:szCs w:val="22"/>
        </w:rPr>
        <w:t>eal</w:t>
      </w:r>
      <w:r w:rsidR="5D0D9D6C" w:rsidRPr="00CD1178">
        <w:rPr>
          <w:rFonts w:ascii="Arial" w:eastAsia="Arial" w:hAnsi="Arial" w:cs="Arial"/>
          <w:sz w:val="22"/>
          <w:szCs w:val="22"/>
        </w:rPr>
        <w:t>h</w:t>
      </w:r>
      <w:r w:rsidR="006136AE">
        <w:rPr>
          <w:rFonts w:ascii="Arial" w:eastAsia="Arial" w:hAnsi="Arial" w:cs="Arial"/>
          <w:sz w:val="22"/>
          <w:szCs w:val="22"/>
        </w:rPr>
        <w:t>ulgas</w:t>
      </w:r>
      <w:r w:rsidR="5D0D9D6C" w:rsidRPr="00CD1178">
        <w:rPr>
          <w:rFonts w:ascii="Arial" w:eastAsia="Arial" w:hAnsi="Arial" w:cs="Arial"/>
          <w:sz w:val="22"/>
          <w:szCs w:val="22"/>
        </w:rPr>
        <w:t xml:space="preserve"> analüüsitulemuste automaatne ülekanne süsteemi tagab suurema andmeturvalisuse ja vähendab inimfaktorist tingitud vea riski. Tulemuseks on turvalisem </w:t>
      </w:r>
      <w:r w:rsidR="5D0D9D6C" w:rsidRPr="00231F0F">
        <w:rPr>
          <w:rFonts w:ascii="Arial" w:eastAsia="Arial" w:hAnsi="Arial" w:cs="Arial"/>
          <w:sz w:val="22"/>
          <w:szCs w:val="22"/>
        </w:rPr>
        <w:t>vereülekande protsess retsipientidele.</w:t>
      </w:r>
    </w:p>
    <w:p w14:paraId="4D8F9B4D" w14:textId="77777777" w:rsidR="003B7E47" w:rsidRDefault="003B7E47" w:rsidP="00BE6B42">
      <w:pPr>
        <w:jc w:val="both"/>
        <w:rPr>
          <w:rFonts w:ascii="Arial" w:hAnsi="Arial" w:cs="Arial"/>
          <w:sz w:val="22"/>
          <w:szCs w:val="22"/>
          <w:u w:val="single"/>
        </w:rPr>
      </w:pPr>
    </w:p>
    <w:p w14:paraId="6803CEFF" w14:textId="01E79D68" w:rsidR="79B50BEC" w:rsidRPr="00CD1178" w:rsidRDefault="1866A522" w:rsidP="00815D02">
      <w:pPr>
        <w:jc w:val="both"/>
        <w:rPr>
          <w:rFonts w:ascii="Arial" w:hAnsi="Arial" w:cs="Arial"/>
          <w:sz w:val="22"/>
          <w:szCs w:val="22"/>
        </w:rPr>
      </w:pPr>
      <w:r w:rsidRPr="00CD1178">
        <w:rPr>
          <w:rFonts w:ascii="Arial" w:hAnsi="Arial" w:cs="Arial"/>
          <w:sz w:val="22"/>
          <w:szCs w:val="22"/>
          <w:u w:val="single"/>
        </w:rPr>
        <w:t xml:space="preserve">Sihtrühm </w:t>
      </w:r>
      <w:r w:rsidR="006148C0">
        <w:rPr>
          <w:rFonts w:ascii="Arial" w:hAnsi="Arial" w:cs="Arial"/>
          <w:sz w:val="22"/>
          <w:szCs w:val="22"/>
          <w:u w:val="single"/>
        </w:rPr>
        <w:t>3</w:t>
      </w:r>
      <w:r w:rsidRPr="00CD1178">
        <w:rPr>
          <w:rFonts w:ascii="Arial" w:hAnsi="Arial" w:cs="Arial"/>
          <w:sz w:val="22"/>
          <w:szCs w:val="22"/>
          <w:u w:val="single"/>
        </w:rPr>
        <w:t>:</w:t>
      </w:r>
      <w:r w:rsidRPr="00CD1178">
        <w:rPr>
          <w:rFonts w:ascii="Arial" w:hAnsi="Arial" w:cs="Arial"/>
          <w:sz w:val="22"/>
          <w:szCs w:val="22"/>
        </w:rPr>
        <w:t xml:space="preserve"> verekeskused ja verekabinetid</w:t>
      </w:r>
    </w:p>
    <w:p w14:paraId="7D9AEC0B" w14:textId="77777777" w:rsidR="003B7E47" w:rsidRDefault="003B7E47" w:rsidP="00BE6B42">
      <w:pPr>
        <w:jc w:val="both"/>
        <w:rPr>
          <w:rFonts w:ascii="Arial" w:eastAsia="Arial" w:hAnsi="Arial" w:cs="Arial"/>
          <w:sz w:val="22"/>
          <w:szCs w:val="22"/>
        </w:rPr>
      </w:pPr>
    </w:p>
    <w:p w14:paraId="307B16FD" w14:textId="216CAB3D" w:rsidR="79B50BEC" w:rsidRPr="00CD1178" w:rsidRDefault="1C819442" w:rsidP="00815D02">
      <w:pPr>
        <w:jc w:val="both"/>
        <w:rPr>
          <w:rFonts w:ascii="Arial" w:eastAsia="Arial" w:hAnsi="Arial" w:cs="Arial"/>
          <w:sz w:val="22"/>
          <w:szCs w:val="22"/>
        </w:rPr>
      </w:pPr>
      <w:r w:rsidRPr="44840491">
        <w:rPr>
          <w:rFonts w:ascii="Arial" w:eastAsia="Arial" w:hAnsi="Arial" w:cs="Arial"/>
          <w:sz w:val="22"/>
          <w:szCs w:val="22"/>
        </w:rPr>
        <w:t>Infosüsteem</w:t>
      </w:r>
      <w:r w:rsidR="651D1B09" w:rsidRPr="44840491">
        <w:rPr>
          <w:rFonts w:ascii="Arial" w:eastAsia="Arial" w:hAnsi="Arial" w:cs="Arial"/>
          <w:sz w:val="22"/>
          <w:szCs w:val="22"/>
        </w:rPr>
        <w:t xml:space="preserve"> katab kogu </w:t>
      </w:r>
      <w:r w:rsidR="651D1B09" w:rsidRPr="00231F0F">
        <w:rPr>
          <w:rFonts w:ascii="Arial" w:eastAsia="Arial" w:hAnsi="Arial" w:cs="Arial"/>
          <w:sz w:val="22"/>
          <w:szCs w:val="22"/>
        </w:rPr>
        <w:t>vereteenistuse protsessi terviklikult</w:t>
      </w:r>
      <w:r w:rsidR="651D1B09" w:rsidRPr="44840491">
        <w:rPr>
          <w:rFonts w:ascii="Arial" w:eastAsia="Arial" w:hAnsi="Arial" w:cs="Arial"/>
          <w:sz w:val="22"/>
          <w:szCs w:val="22"/>
        </w:rPr>
        <w:t>, järgides nn</w:t>
      </w:r>
      <w:r w:rsidR="003B7E47">
        <w:rPr>
          <w:rFonts w:ascii="Arial" w:eastAsia="Arial" w:hAnsi="Arial" w:cs="Arial"/>
          <w:sz w:val="22"/>
          <w:szCs w:val="22"/>
        </w:rPr>
        <w:t xml:space="preserve"> </w:t>
      </w:r>
      <w:r w:rsidR="651D1B09" w:rsidRPr="44840491">
        <w:rPr>
          <w:rFonts w:ascii="Arial" w:eastAsia="Arial" w:hAnsi="Arial" w:cs="Arial"/>
          <w:sz w:val="22"/>
          <w:szCs w:val="22"/>
        </w:rPr>
        <w:t>ve</w:t>
      </w:r>
      <w:r w:rsidR="4B319957" w:rsidRPr="44840491">
        <w:rPr>
          <w:rFonts w:ascii="Arial" w:eastAsia="Arial" w:hAnsi="Arial" w:cs="Arial"/>
          <w:sz w:val="22"/>
          <w:szCs w:val="22"/>
        </w:rPr>
        <w:t>e</w:t>
      </w:r>
      <w:r w:rsidR="651D1B09" w:rsidRPr="44840491">
        <w:rPr>
          <w:rFonts w:ascii="Arial" w:eastAsia="Arial" w:hAnsi="Arial" w:cs="Arial"/>
          <w:sz w:val="22"/>
          <w:szCs w:val="22"/>
        </w:rPr>
        <w:t>n</w:t>
      </w:r>
      <w:r w:rsidR="465F2E3B" w:rsidRPr="44840491">
        <w:rPr>
          <w:rFonts w:ascii="Arial" w:eastAsia="Arial" w:hAnsi="Arial" w:cs="Arial"/>
          <w:sz w:val="22"/>
          <w:szCs w:val="22"/>
        </w:rPr>
        <w:t>ist</w:t>
      </w:r>
      <w:r w:rsidR="003B7E47">
        <w:rPr>
          <w:rFonts w:ascii="Arial" w:eastAsia="Arial" w:hAnsi="Arial" w:cs="Arial"/>
          <w:sz w:val="22"/>
          <w:szCs w:val="22"/>
        </w:rPr>
        <w:t xml:space="preserve"> veeni</w:t>
      </w:r>
      <w:r w:rsidR="651D1B09" w:rsidRPr="44840491">
        <w:rPr>
          <w:rFonts w:ascii="Arial" w:eastAsia="Arial" w:hAnsi="Arial" w:cs="Arial"/>
          <w:sz w:val="22"/>
          <w:szCs w:val="22"/>
        </w:rPr>
        <w:t xml:space="preserve"> (</w:t>
      </w:r>
      <w:r w:rsidR="651D1B09" w:rsidRPr="00815D02">
        <w:rPr>
          <w:rFonts w:ascii="Arial" w:eastAsia="Arial" w:hAnsi="Arial" w:cs="Arial"/>
          <w:i/>
          <w:iCs/>
          <w:sz w:val="22"/>
          <w:szCs w:val="22"/>
        </w:rPr>
        <w:t>vein-to-vein</w:t>
      </w:r>
      <w:r w:rsidR="651D1B09" w:rsidRPr="44840491">
        <w:rPr>
          <w:rFonts w:ascii="Arial" w:eastAsia="Arial" w:hAnsi="Arial" w:cs="Arial"/>
          <w:sz w:val="22"/>
          <w:szCs w:val="22"/>
        </w:rPr>
        <w:t xml:space="preserve">) põhimõtet 100% ulatuses. Süsteem hõlmab vereteenistuse tegevusi doonorist (verekeskuse moodulid, sh labori moodul) kuni retsipiendini (haigla verekabineti/vereülekande moodul). See tagab maksimaalse ohutuse vereülekande protsessis ning </w:t>
      </w:r>
      <w:r w:rsidR="007876B8">
        <w:rPr>
          <w:rFonts w:ascii="Arial" w:eastAsia="Arial" w:hAnsi="Arial" w:cs="Arial"/>
          <w:sz w:val="22"/>
          <w:szCs w:val="22"/>
        </w:rPr>
        <w:t>parandab</w:t>
      </w:r>
      <w:r w:rsidR="651D1B09" w:rsidRPr="44840491">
        <w:rPr>
          <w:rFonts w:ascii="Arial" w:eastAsia="Arial" w:hAnsi="Arial" w:cs="Arial"/>
          <w:sz w:val="22"/>
          <w:szCs w:val="22"/>
        </w:rPr>
        <w:t xml:space="preserve"> seeläbi ravikvaliteeti patsientide jaoks.</w:t>
      </w:r>
      <w:r w:rsidR="15EB44EA" w:rsidRPr="44840491">
        <w:rPr>
          <w:rFonts w:ascii="Arial" w:eastAsia="Arial" w:hAnsi="Arial" w:cs="Arial"/>
          <w:sz w:val="22"/>
          <w:szCs w:val="22"/>
        </w:rPr>
        <w:t xml:space="preserve"> </w:t>
      </w:r>
      <w:r w:rsidR="314CDA45" w:rsidRPr="44840491">
        <w:rPr>
          <w:rFonts w:ascii="Arial" w:eastAsia="Arial" w:hAnsi="Arial" w:cs="Arial"/>
          <w:sz w:val="22"/>
          <w:szCs w:val="22"/>
        </w:rPr>
        <w:t>Infosüsteem</w:t>
      </w:r>
      <w:r w:rsidR="651D1B09" w:rsidRPr="44840491">
        <w:rPr>
          <w:rFonts w:ascii="Arial" w:eastAsia="Arial" w:hAnsi="Arial" w:cs="Arial"/>
          <w:sz w:val="22"/>
          <w:szCs w:val="22"/>
        </w:rPr>
        <w:t xml:space="preserve"> toetab vereteenistuse aruandlust ja andmete liikumist oma moodulite vahel ning teiste infosüsteemidega.</w:t>
      </w:r>
      <w:r w:rsidR="4CCE66A5" w:rsidRPr="44840491">
        <w:rPr>
          <w:rFonts w:ascii="Arial" w:eastAsia="Arial" w:hAnsi="Arial" w:cs="Arial"/>
          <w:sz w:val="22"/>
          <w:szCs w:val="22"/>
        </w:rPr>
        <w:t xml:space="preserve"> </w:t>
      </w:r>
      <w:r w:rsidR="651D1B09" w:rsidRPr="44840491">
        <w:rPr>
          <w:rFonts w:ascii="Arial" w:eastAsia="Arial" w:hAnsi="Arial" w:cs="Arial"/>
          <w:sz w:val="22"/>
          <w:szCs w:val="22"/>
        </w:rPr>
        <w:t>Andmevahetus toimub e-teenustena, mis võimaldab paberivaba tööprotsessi.</w:t>
      </w:r>
      <w:r w:rsidR="72D5A957" w:rsidRPr="44840491">
        <w:rPr>
          <w:rFonts w:ascii="Arial" w:eastAsia="Arial" w:hAnsi="Arial" w:cs="Arial"/>
          <w:sz w:val="22"/>
          <w:szCs w:val="22"/>
        </w:rPr>
        <w:t xml:space="preserve"> </w:t>
      </w:r>
      <w:r w:rsidR="651D1B09" w:rsidRPr="44840491">
        <w:rPr>
          <w:rFonts w:ascii="Arial" w:eastAsia="Arial" w:hAnsi="Arial" w:cs="Arial"/>
          <w:sz w:val="22"/>
          <w:szCs w:val="22"/>
        </w:rPr>
        <w:t>See vähendab oluliselt dokumentide printimise vajadust, mille tulemuse</w:t>
      </w:r>
      <w:r w:rsidR="0024340B">
        <w:rPr>
          <w:rFonts w:ascii="Arial" w:eastAsia="Arial" w:hAnsi="Arial" w:cs="Arial"/>
          <w:sz w:val="22"/>
          <w:szCs w:val="22"/>
        </w:rPr>
        <w:t>na</w:t>
      </w:r>
      <w:r w:rsidR="651D1B09" w:rsidRPr="44840491">
        <w:rPr>
          <w:rFonts w:ascii="Arial" w:eastAsia="Arial" w:hAnsi="Arial" w:cs="Arial"/>
          <w:sz w:val="22"/>
          <w:szCs w:val="22"/>
        </w:rPr>
        <w:t xml:space="preserve"> kahaneb paberdokumentide hulk ning väheneb vajadus arhiveerimispinna järele.</w:t>
      </w:r>
    </w:p>
    <w:p w14:paraId="52149ECE" w14:textId="77777777" w:rsidR="001940C1" w:rsidRDefault="001940C1" w:rsidP="00BE6B42">
      <w:pPr>
        <w:jc w:val="both"/>
        <w:rPr>
          <w:rFonts w:ascii="Arial" w:eastAsia="Arial" w:hAnsi="Arial" w:cs="Arial"/>
          <w:sz w:val="22"/>
          <w:szCs w:val="22"/>
        </w:rPr>
      </w:pPr>
    </w:p>
    <w:p w14:paraId="2FFD4611" w14:textId="03CBC220" w:rsidR="79B50BEC" w:rsidRPr="00CD1178" w:rsidRDefault="1866A522" w:rsidP="00815D02">
      <w:pPr>
        <w:jc w:val="both"/>
        <w:rPr>
          <w:rFonts w:ascii="Arial" w:eastAsia="Arial" w:hAnsi="Arial" w:cs="Arial"/>
          <w:sz w:val="22"/>
          <w:szCs w:val="22"/>
        </w:rPr>
      </w:pPr>
      <w:r w:rsidRPr="44840491">
        <w:rPr>
          <w:rFonts w:ascii="Arial" w:eastAsia="Arial" w:hAnsi="Arial" w:cs="Arial"/>
          <w:sz w:val="22"/>
          <w:szCs w:val="22"/>
        </w:rPr>
        <w:t xml:space="preserve">Vastavalt </w:t>
      </w:r>
      <w:r w:rsidR="002E47E3" w:rsidRPr="44840491">
        <w:rPr>
          <w:rFonts w:ascii="Arial" w:eastAsia="Arial" w:hAnsi="Arial" w:cs="Arial"/>
          <w:sz w:val="22"/>
          <w:szCs w:val="22"/>
        </w:rPr>
        <w:t>v</w:t>
      </w:r>
      <w:r w:rsidRPr="44840491">
        <w:rPr>
          <w:rFonts w:ascii="Arial" w:eastAsia="Arial" w:hAnsi="Arial" w:cs="Arial"/>
          <w:sz w:val="22"/>
          <w:szCs w:val="22"/>
        </w:rPr>
        <w:t>ereseadusele tuleb tagada doonor</w:t>
      </w:r>
      <w:r w:rsidR="24945268" w:rsidRPr="44840491">
        <w:rPr>
          <w:rFonts w:ascii="Arial" w:eastAsia="Arial" w:hAnsi="Arial" w:cs="Arial"/>
          <w:sz w:val="22"/>
          <w:szCs w:val="22"/>
        </w:rPr>
        <w:t>vere</w:t>
      </w:r>
      <w:r w:rsidRPr="44840491">
        <w:rPr>
          <w:rFonts w:ascii="Arial" w:eastAsia="Arial" w:hAnsi="Arial" w:cs="Arial"/>
          <w:sz w:val="22"/>
          <w:szCs w:val="22"/>
        </w:rPr>
        <w:t xml:space="preserve"> ja sellest valmistatud </w:t>
      </w:r>
      <w:r w:rsidR="4514D75D" w:rsidRPr="44840491">
        <w:rPr>
          <w:rFonts w:ascii="Arial" w:eastAsia="Arial" w:hAnsi="Arial" w:cs="Arial"/>
          <w:sz w:val="22"/>
          <w:szCs w:val="22"/>
        </w:rPr>
        <w:t xml:space="preserve">komponentide </w:t>
      </w:r>
      <w:r w:rsidRPr="44840491">
        <w:rPr>
          <w:rFonts w:ascii="Arial" w:eastAsia="Arial" w:hAnsi="Arial" w:cs="Arial"/>
          <w:sz w:val="22"/>
          <w:szCs w:val="22"/>
        </w:rPr>
        <w:t xml:space="preserve">jälgitavus kõikides etappides, alates doonorist kuni retsipiendini ning vastupidi. Selleks vajalikke andmeid tuleb säilitada vähemalt 30 aastat ning neid kasutatakse näiteks verevalvsuse juhtumite korral. Praegu on jälgitavuseks vajalik info hajutatud erinevate verekeskuste ja </w:t>
      </w:r>
      <w:r w:rsidR="3F434382" w:rsidRPr="44840491">
        <w:rPr>
          <w:rFonts w:ascii="Arial" w:eastAsia="Arial" w:hAnsi="Arial" w:cs="Arial"/>
          <w:sz w:val="22"/>
          <w:szCs w:val="22"/>
        </w:rPr>
        <w:t xml:space="preserve">tervishoiuteenuse osutajate juures </w:t>
      </w:r>
      <w:r w:rsidR="08975BD2" w:rsidRPr="44840491">
        <w:rPr>
          <w:rFonts w:ascii="Arial" w:eastAsia="Arial" w:hAnsi="Arial" w:cs="Arial"/>
          <w:sz w:val="22"/>
          <w:szCs w:val="22"/>
        </w:rPr>
        <w:t>ning erineva kvaliteedi andmekandjatel, mi</w:t>
      </w:r>
      <w:r w:rsidR="4F910840" w:rsidRPr="44840491">
        <w:rPr>
          <w:rFonts w:ascii="Arial" w:eastAsia="Arial" w:hAnsi="Arial" w:cs="Arial"/>
          <w:sz w:val="22"/>
          <w:szCs w:val="22"/>
        </w:rPr>
        <w:t>s</w:t>
      </w:r>
      <w:r w:rsidR="08975BD2" w:rsidRPr="44840491">
        <w:rPr>
          <w:rFonts w:ascii="Arial" w:eastAsia="Arial" w:hAnsi="Arial" w:cs="Arial"/>
          <w:sz w:val="22"/>
          <w:szCs w:val="22"/>
        </w:rPr>
        <w:t xml:space="preserve">tõttu </w:t>
      </w:r>
      <w:r w:rsidRPr="44840491">
        <w:rPr>
          <w:rFonts w:ascii="Arial" w:eastAsia="Arial" w:hAnsi="Arial" w:cs="Arial"/>
          <w:sz w:val="22"/>
          <w:szCs w:val="22"/>
        </w:rPr>
        <w:t xml:space="preserve">ei ole võimalik </w:t>
      </w:r>
      <w:r w:rsidR="42F3BD5E" w:rsidRPr="44840491">
        <w:rPr>
          <w:rFonts w:ascii="Arial" w:eastAsia="Arial" w:hAnsi="Arial" w:cs="Arial"/>
          <w:sz w:val="22"/>
          <w:szCs w:val="22"/>
        </w:rPr>
        <w:t xml:space="preserve">neid jälgitavuse eesmärgil </w:t>
      </w:r>
      <w:r w:rsidRPr="44840491">
        <w:rPr>
          <w:rFonts w:ascii="Arial" w:eastAsia="Arial" w:hAnsi="Arial" w:cs="Arial"/>
          <w:sz w:val="22"/>
          <w:szCs w:val="22"/>
        </w:rPr>
        <w:t>kiirelt kätte saada.</w:t>
      </w:r>
    </w:p>
    <w:p w14:paraId="0913D33E" w14:textId="77777777" w:rsidR="001940C1" w:rsidRDefault="001940C1" w:rsidP="00BE6B42">
      <w:pPr>
        <w:tabs>
          <w:tab w:val="left" w:pos="4860"/>
        </w:tabs>
        <w:jc w:val="both"/>
        <w:rPr>
          <w:rFonts w:ascii="Arial" w:eastAsia="Arial" w:hAnsi="Arial" w:cs="Arial"/>
          <w:sz w:val="22"/>
          <w:szCs w:val="22"/>
        </w:rPr>
      </w:pPr>
    </w:p>
    <w:p w14:paraId="1F3A7E8D" w14:textId="5C963248" w:rsidR="79B50BEC" w:rsidRPr="00CD1178" w:rsidRDefault="2542F2AA" w:rsidP="00BE6B42">
      <w:pPr>
        <w:tabs>
          <w:tab w:val="left" w:pos="4860"/>
        </w:tabs>
        <w:jc w:val="both"/>
        <w:rPr>
          <w:rFonts w:ascii="Arial" w:eastAsia="Arial" w:hAnsi="Arial" w:cs="Arial"/>
          <w:sz w:val="22"/>
          <w:szCs w:val="22"/>
        </w:rPr>
      </w:pPr>
      <w:r w:rsidRPr="00CD1178">
        <w:rPr>
          <w:rFonts w:ascii="Arial" w:eastAsia="Arial" w:hAnsi="Arial" w:cs="Arial"/>
          <w:sz w:val="22"/>
          <w:szCs w:val="22"/>
        </w:rPr>
        <w:t>Infosüsteem</w:t>
      </w:r>
      <w:r w:rsidR="79B50BEC" w:rsidRPr="00CD1178">
        <w:rPr>
          <w:rFonts w:ascii="Arial" w:eastAsia="Arial" w:hAnsi="Arial" w:cs="Arial"/>
          <w:sz w:val="22"/>
          <w:szCs w:val="22"/>
        </w:rPr>
        <w:t xml:space="preserve"> koondab kogu vajaliku info ühtsesse süsteemi, võimaldades teha aruandeid, päringuid jmt.</w:t>
      </w:r>
    </w:p>
    <w:p w14:paraId="00886B74" w14:textId="77777777" w:rsidR="001940C1" w:rsidRDefault="001940C1" w:rsidP="00BE6B42">
      <w:pPr>
        <w:jc w:val="both"/>
        <w:rPr>
          <w:rFonts w:ascii="Arial" w:eastAsia="Arial" w:hAnsi="Arial" w:cs="Arial"/>
          <w:color w:val="000000" w:themeColor="text1"/>
          <w:sz w:val="22"/>
          <w:szCs w:val="22"/>
          <w:u w:val="single"/>
        </w:rPr>
      </w:pPr>
    </w:p>
    <w:p w14:paraId="61E428F8" w14:textId="77777777" w:rsidR="001940C1" w:rsidRDefault="5F26BED4" w:rsidP="00BE6B42">
      <w:pPr>
        <w:jc w:val="both"/>
        <w:rPr>
          <w:rFonts w:ascii="Arial" w:eastAsia="Arial" w:hAnsi="Arial" w:cs="Arial"/>
          <w:color w:val="000000" w:themeColor="text1"/>
          <w:sz w:val="22"/>
          <w:szCs w:val="22"/>
          <w:u w:val="single"/>
        </w:rPr>
      </w:pPr>
      <w:r w:rsidRPr="00CD1178">
        <w:rPr>
          <w:rFonts w:ascii="Arial" w:eastAsia="Arial" w:hAnsi="Arial" w:cs="Arial"/>
          <w:color w:val="000000" w:themeColor="text1"/>
          <w:sz w:val="22"/>
          <w:szCs w:val="22"/>
          <w:u w:val="single"/>
        </w:rPr>
        <w:lastRenderedPageBreak/>
        <w:t>Koondm</w:t>
      </w:r>
      <w:r w:rsidR="52F035FF" w:rsidRPr="00CD1178">
        <w:rPr>
          <w:rFonts w:ascii="Arial" w:eastAsia="Arial" w:hAnsi="Arial" w:cs="Arial"/>
          <w:color w:val="000000" w:themeColor="text1"/>
          <w:sz w:val="22"/>
          <w:szCs w:val="22"/>
          <w:u w:val="single"/>
        </w:rPr>
        <w:t>õju vere kvaliteedile ja ohutusele</w:t>
      </w:r>
    </w:p>
    <w:p w14:paraId="7164FCC2" w14:textId="77777777" w:rsidR="001940C1" w:rsidRDefault="001940C1" w:rsidP="00BE6B42">
      <w:pPr>
        <w:jc w:val="both"/>
        <w:rPr>
          <w:rFonts w:ascii="Arial" w:eastAsia="Arial" w:hAnsi="Arial" w:cs="Arial"/>
          <w:color w:val="000000" w:themeColor="text1"/>
          <w:sz w:val="22"/>
          <w:szCs w:val="22"/>
          <w:u w:val="single"/>
        </w:rPr>
      </w:pPr>
    </w:p>
    <w:p w14:paraId="7E6203A5" w14:textId="60ECFD02" w:rsidR="46D35653" w:rsidRPr="00CD1178" w:rsidRDefault="44CA851F" w:rsidP="00487D05">
      <w:pPr>
        <w:jc w:val="both"/>
        <w:rPr>
          <w:rFonts w:ascii="Arial" w:eastAsia="Arial" w:hAnsi="Arial" w:cs="Arial"/>
          <w:sz w:val="22"/>
          <w:szCs w:val="22"/>
        </w:rPr>
      </w:pPr>
      <w:r w:rsidRPr="00CD1178">
        <w:rPr>
          <w:rFonts w:ascii="Arial" w:eastAsia="Arial" w:hAnsi="Arial" w:cs="Arial"/>
          <w:color w:val="000000" w:themeColor="text1"/>
          <w:sz w:val="22"/>
          <w:szCs w:val="22"/>
        </w:rPr>
        <w:t>Infosüsteem</w:t>
      </w:r>
      <w:r w:rsidR="06C3A0EB" w:rsidRPr="00CD1178">
        <w:rPr>
          <w:rFonts w:ascii="Arial" w:eastAsia="Arial" w:hAnsi="Arial" w:cs="Arial"/>
          <w:sz w:val="22"/>
          <w:szCs w:val="22"/>
        </w:rPr>
        <w:t xml:space="preserve"> standardiseerib ärireeglid, andmestruktuurid ja klassifikaatorid kogu riigi vereteenistuses. Ühtsete standardite rakendamine konsolideerib varasema</w:t>
      </w:r>
      <w:r w:rsidR="00D6407D">
        <w:rPr>
          <w:rFonts w:ascii="Arial" w:eastAsia="Arial" w:hAnsi="Arial" w:cs="Arial"/>
          <w:sz w:val="22"/>
          <w:szCs w:val="22"/>
        </w:rPr>
        <w:t>d</w:t>
      </w:r>
      <w:r w:rsidR="06C3A0EB" w:rsidRPr="00CD1178">
        <w:rPr>
          <w:rFonts w:ascii="Arial" w:eastAsia="Arial" w:hAnsi="Arial" w:cs="Arial"/>
          <w:sz w:val="22"/>
          <w:szCs w:val="22"/>
        </w:rPr>
        <w:t xml:space="preserve"> eraldiseisvad lahendused (</w:t>
      </w:r>
      <w:r w:rsidR="00D6407D">
        <w:rPr>
          <w:rFonts w:ascii="Arial" w:eastAsia="Arial" w:hAnsi="Arial" w:cs="Arial"/>
          <w:sz w:val="22"/>
          <w:szCs w:val="22"/>
        </w:rPr>
        <w:t>neli</w:t>
      </w:r>
      <w:r w:rsidR="06C3A0EB" w:rsidRPr="00CD1178">
        <w:rPr>
          <w:rFonts w:ascii="Arial" w:eastAsia="Arial" w:hAnsi="Arial" w:cs="Arial"/>
          <w:sz w:val="22"/>
          <w:szCs w:val="22"/>
        </w:rPr>
        <w:t xml:space="preserve"> lahendust) ühtseks tervikuks (</w:t>
      </w:r>
      <w:r w:rsidR="00D6407D">
        <w:rPr>
          <w:rFonts w:ascii="Arial" w:eastAsia="Arial" w:hAnsi="Arial" w:cs="Arial"/>
          <w:sz w:val="22"/>
          <w:szCs w:val="22"/>
        </w:rPr>
        <w:t>üks</w:t>
      </w:r>
      <w:r w:rsidR="06C3A0EB" w:rsidRPr="00CD1178">
        <w:rPr>
          <w:rFonts w:ascii="Arial" w:eastAsia="Arial" w:hAnsi="Arial" w:cs="Arial"/>
          <w:sz w:val="22"/>
          <w:szCs w:val="22"/>
        </w:rPr>
        <w:t xml:space="preserve"> süsteem), tagades teenuse kvaliteedi ja järjepidevuse riiklikul tasandil.</w:t>
      </w:r>
    </w:p>
    <w:p w14:paraId="5A7C03E0" w14:textId="77777777" w:rsidR="001940C1" w:rsidRDefault="001940C1" w:rsidP="00BE6B42">
      <w:pPr>
        <w:jc w:val="both"/>
        <w:rPr>
          <w:rFonts w:ascii="Arial" w:eastAsia="Arial" w:hAnsi="Arial" w:cs="Arial"/>
          <w:color w:val="000000" w:themeColor="text1"/>
          <w:sz w:val="22"/>
          <w:szCs w:val="22"/>
        </w:rPr>
      </w:pPr>
    </w:p>
    <w:p w14:paraId="1E4D344C" w14:textId="5851F049" w:rsidR="46D35653" w:rsidRPr="00CD1178" w:rsidRDefault="0CB971BC" w:rsidP="00487D05">
      <w:pPr>
        <w:jc w:val="both"/>
        <w:rPr>
          <w:rFonts w:ascii="Arial" w:eastAsia="Arial" w:hAnsi="Arial" w:cs="Arial"/>
          <w:color w:val="000000" w:themeColor="text1"/>
          <w:sz w:val="22"/>
          <w:szCs w:val="22"/>
        </w:rPr>
      </w:pPr>
      <w:r w:rsidRPr="44840491">
        <w:rPr>
          <w:rFonts w:ascii="Arial" w:eastAsia="Arial" w:hAnsi="Arial" w:cs="Arial"/>
          <w:color w:val="000000" w:themeColor="text1"/>
          <w:sz w:val="22"/>
          <w:szCs w:val="22"/>
        </w:rPr>
        <w:t>Infosüsteemi</w:t>
      </w:r>
      <w:r w:rsidR="52F035FF" w:rsidRPr="44840491">
        <w:rPr>
          <w:rFonts w:ascii="Arial" w:eastAsia="Arial" w:hAnsi="Arial" w:cs="Arial"/>
          <w:color w:val="000000" w:themeColor="text1"/>
          <w:sz w:val="22"/>
          <w:szCs w:val="22"/>
        </w:rPr>
        <w:t xml:space="preserve"> kaudu kogutav või teistest infosüsteemidest kättesaadav info aitab hinnata, kas isik sobib doonoriks. </w:t>
      </w:r>
    </w:p>
    <w:p w14:paraId="3F6FA345" w14:textId="77777777" w:rsidR="001940C1" w:rsidRDefault="001940C1" w:rsidP="00BE6B42">
      <w:pPr>
        <w:jc w:val="both"/>
        <w:rPr>
          <w:rFonts w:ascii="Arial" w:eastAsia="Arial" w:hAnsi="Arial" w:cs="Arial"/>
          <w:color w:val="000000" w:themeColor="text1"/>
          <w:sz w:val="22"/>
          <w:szCs w:val="22"/>
        </w:rPr>
      </w:pPr>
    </w:p>
    <w:p w14:paraId="71C64D63" w14:textId="7D237D8C" w:rsidR="07119C48" w:rsidRPr="00CD1178" w:rsidRDefault="07119C48" w:rsidP="00487D05">
      <w:pPr>
        <w:jc w:val="both"/>
        <w:rPr>
          <w:rFonts w:ascii="Arial" w:eastAsia="Arial" w:hAnsi="Arial" w:cs="Arial"/>
          <w:color w:val="000000" w:themeColor="text1"/>
          <w:sz w:val="22"/>
          <w:szCs w:val="22"/>
        </w:rPr>
      </w:pPr>
      <w:r w:rsidRPr="00CD1178">
        <w:rPr>
          <w:rFonts w:ascii="Arial" w:eastAsia="Arial" w:hAnsi="Arial" w:cs="Arial"/>
          <w:color w:val="000000" w:themeColor="text1"/>
          <w:sz w:val="22"/>
          <w:szCs w:val="22"/>
        </w:rPr>
        <w:t xml:space="preserve">Doonorite terviseandmed ja laboriuuringute tulemused on olulised nii doonorite endi tervise kaitsmiseks kui ka </w:t>
      </w:r>
      <w:r w:rsidRPr="0074621D">
        <w:rPr>
          <w:rFonts w:ascii="Arial" w:eastAsia="Arial" w:hAnsi="Arial" w:cs="Arial"/>
          <w:color w:val="000000" w:themeColor="text1"/>
          <w:sz w:val="22"/>
          <w:szCs w:val="22"/>
        </w:rPr>
        <w:t>retsipientide</w:t>
      </w:r>
      <w:r w:rsidRPr="00CD1178">
        <w:rPr>
          <w:rFonts w:ascii="Arial" w:eastAsia="Arial" w:hAnsi="Arial" w:cs="Arial"/>
          <w:color w:val="000000" w:themeColor="text1"/>
          <w:sz w:val="22"/>
          <w:szCs w:val="22"/>
        </w:rPr>
        <w:t xml:space="preserve"> ohutuse tagamiseks. Ühtne infosüsteem, mis koondab kogu vajalik</w:t>
      </w:r>
      <w:r w:rsidR="000E67E3">
        <w:rPr>
          <w:rFonts w:ascii="Arial" w:eastAsia="Arial" w:hAnsi="Arial" w:cs="Arial"/>
          <w:color w:val="000000" w:themeColor="text1"/>
          <w:sz w:val="22"/>
          <w:szCs w:val="22"/>
        </w:rPr>
        <w:t>u</w:t>
      </w:r>
      <w:r w:rsidRPr="00CD1178">
        <w:rPr>
          <w:rFonts w:ascii="Arial" w:eastAsia="Arial" w:hAnsi="Arial" w:cs="Arial"/>
          <w:color w:val="000000" w:themeColor="text1"/>
          <w:sz w:val="22"/>
          <w:szCs w:val="22"/>
        </w:rPr>
        <w:t xml:space="preserve"> tea</w:t>
      </w:r>
      <w:r w:rsidR="000E67E3">
        <w:rPr>
          <w:rFonts w:ascii="Arial" w:eastAsia="Arial" w:hAnsi="Arial" w:cs="Arial"/>
          <w:color w:val="000000" w:themeColor="text1"/>
          <w:sz w:val="22"/>
          <w:szCs w:val="22"/>
        </w:rPr>
        <w:t>be,</w:t>
      </w:r>
      <w:r w:rsidRPr="00CD1178">
        <w:rPr>
          <w:rFonts w:ascii="Arial" w:eastAsia="Arial" w:hAnsi="Arial" w:cs="Arial"/>
          <w:color w:val="000000" w:themeColor="text1"/>
          <w:sz w:val="22"/>
          <w:szCs w:val="22"/>
        </w:rPr>
        <w:t xml:space="preserve"> parandab selle info kättesaadavust tervishoiutöötajatele. See aitab vältida olukordi, kus doonorilt võetakse veri ja tehakse uuringud ainult selleks, et alles hiljem avastada tema sobimatus, kuigi samad andmed olid juba var</w:t>
      </w:r>
      <w:r w:rsidR="007D7663">
        <w:rPr>
          <w:rFonts w:ascii="Arial" w:eastAsia="Arial" w:hAnsi="Arial" w:cs="Arial"/>
          <w:color w:val="000000" w:themeColor="text1"/>
          <w:sz w:val="22"/>
          <w:szCs w:val="22"/>
        </w:rPr>
        <w:t>em</w:t>
      </w:r>
      <w:r w:rsidRPr="00CD1178">
        <w:rPr>
          <w:rFonts w:ascii="Arial" w:eastAsia="Arial" w:hAnsi="Arial" w:cs="Arial"/>
          <w:color w:val="000000" w:themeColor="text1"/>
          <w:sz w:val="22"/>
          <w:szCs w:val="22"/>
        </w:rPr>
        <w:t xml:space="preserve"> saadaval teises verekeskuses.</w:t>
      </w:r>
    </w:p>
    <w:p w14:paraId="71C8CBB0" w14:textId="77777777" w:rsidR="001940C1" w:rsidRDefault="001940C1" w:rsidP="00BE6B42">
      <w:pPr>
        <w:jc w:val="both"/>
        <w:rPr>
          <w:rFonts w:ascii="Arial" w:eastAsia="Arial" w:hAnsi="Arial" w:cs="Arial"/>
          <w:color w:val="000000" w:themeColor="text1"/>
          <w:sz w:val="22"/>
          <w:szCs w:val="22"/>
        </w:rPr>
      </w:pPr>
    </w:p>
    <w:p w14:paraId="781435F4" w14:textId="3E0E4E17" w:rsidR="07119C48" w:rsidRDefault="07119C48" w:rsidP="00487D05">
      <w:pPr>
        <w:jc w:val="both"/>
        <w:rPr>
          <w:rFonts w:ascii="Arial" w:eastAsia="Arial" w:hAnsi="Arial" w:cs="Arial"/>
          <w:color w:val="000000" w:themeColor="text1"/>
          <w:sz w:val="22"/>
          <w:szCs w:val="22"/>
        </w:rPr>
      </w:pPr>
      <w:r w:rsidRPr="44840491">
        <w:rPr>
          <w:rFonts w:ascii="Arial" w:eastAsia="Arial" w:hAnsi="Arial" w:cs="Arial"/>
          <w:color w:val="000000" w:themeColor="text1"/>
          <w:sz w:val="22"/>
          <w:szCs w:val="22"/>
        </w:rPr>
        <w:t>Lisaks võimaldab süsteem jälgida, et vere loovutamise sagedus jääks kehtestatud piiridesse. Praegu puudub verekeskustel võimalus kontrollida, millal doonor on viimati mõnes teises keskuses verd loovutanud, mistõttu on raske tagada optimaalset ajavahemikku loovutuste vahel. Ühtne infosüsteem aitab seda riski vähendada, toetades nii doonori taastumist kui ka vere kvaliteedi ja ohutuse tagamist.</w:t>
      </w:r>
    </w:p>
    <w:p w14:paraId="72397AFE" w14:textId="77777777" w:rsidR="001940C1" w:rsidRDefault="001940C1" w:rsidP="00BE6B42">
      <w:pPr>
        <w:jc w:val="both"/>
        <w:rPr>
          <w:rFonts w:ascii="Arial" w:eastAsia="Arial" w:hAnsi="Arial" w:cs="Arial"/>
          <w:color w:val="000000" w:themeColor="text1"/>
          <w:sz w:val="22"/>
          <w:szCs w:val="22"/>
        </w:rPr>
      </w:pPr>
    </w:p>
    <w:p w14:paraId="7ABE64A9" w14:textId="4EEAE89D" w:rsidR="00A46348" w:rsidRPr="00883945" w:rsidRDefault="004A1685" w:rsidP="00487D05">
      <w:pPr>
        <w:jc w:val="both"/>
        <w:rPr>
          <w:rFonts w:ascii="Arial" w:eastAsia="Arial" w:hAnsi="Arial" w:cs="Arial"/>
          <w:color w:val="000000" w:themeColor="text1"/>
          <w:sz w:val="22"/>
          <w:szCs w:val="22"/>
        </w:rPr>
      </w:pPr>
      <w:r w:rsidRPr="44840491">
        <w:rPr>
          <w:rFonts w:ascii="Arial" w:eastAsia="Arial" w:hAnsi="Arial" w:cs="Arial"/>
          <w:color w:val="000000" w:themeColor="text1"/>
          <w:sz w:val="22"/>
          <w:szCs w:val="22"/>
        </w:rPr>
        <w:t>Tulevikus on plaanis anda otsejuurdepääs infosüsteemile ka Terviseametile, kes veretarnete</w:t>
      </w:r>
      <w:r w:rsidR="00DE78F8" w:rsidRPr="44840491">
        <w:rPr>
          <w:rFonts w:ascii="Arial" w:eastAsia="Arial" w:hAnsi="Arial" w:cs="Arial"/>
          <w:color w:val="000000" w:themeColor="text1"/>
          <w:sz w:val="22"/>
          <w:szCs w:val="22"/>
        </w:rPr>
        <w:t xml:space="preserve"> kriisi ja/või sõjalise konflikti korral võtab enda kanda verekriisi koordineeriva rolli </w:t>
      </w:r>
      <w:r w:rsidR="001A30B7">
        <w:rPr>
          <w:rFonts w:ascii="Arial" w:eastAsia="Arial" w:hAnsi="Arial" w:cs="Arial"/>
          <w:color w:val="000000" w:themeColor="text1"/>
          <w:sz w:val="22"/>
          <w:szCs w:val="22"/>
        </w:rPr>
        <w:t xml:space="preserve">ja peab </w:t>
      </w:r>
      <w:r w:rsidR="00DE78F8" w:rsidRPr="44840491">
        <w:rPr>
          <w:rFonts w:ascii="Arial" w:eastAsia="Arial" w:hAnsi="Arial" w:cs="Arial"/>
          <w:color w:val="000000" w:themeColor="text1"/>
          <w:sz w:val="22"/>
          <w:szCs w:val="22"/>
        </w:rPr>
        <w:t>seetõttu omama juurdepääsu verekeskuste laoseisu koondteabele nii verekeskus</w:t>
      </w:r>
      <w:r w:rsidR="001A30B7">
        <w:rPr>
          <w:rFonts w:ascii="Arial" w:eastAsia="Arial" w:hAnsi="Arial" w:cs="Arial"/>
          <w:color w:val="000000" w:themeColor="text1"/>
          <w:sz w:val="22"/>
          <w:szCs w:val="22"/>
        </w:rPr>
        <w:t>t</w:t>
      </w:r>
      <w:r w:rsidR="00DE78F8" w:rsidRPr="44840491">
        <w:rPr>
          <w:rFonts w:ascii="Arial" w:eastAsia="Arial" w:hAnsi="Arial" w:cs="Arial"/>
          <w:color w:val="000000" w:themeColor="text1"/>
          <w:sz w:val="22"/>
          <w:szCs w:val="22"/>
        </w:rPr>
        <w:t xml:space="preserve">e kaupa kui kogu riigis. Samuti antakse tulevikus otsejuurdepääs Tervise Arengu Instituudile, kes </w:t>
      </w:r>
      <w:r w:rsidR="00D60028">
        <w:rPr>
          <w:rFonts w:ascii="Arial" w:eastAsia="Arial" w:hAnsi="Arial" w:cs="Arial"/>
          <w:color w:val="000000" w:themeColor="text1"/>
          <w:sz w:val="22"/>
          <w:szCs w:val="22"/>
        </w:rPr>
        <w:t xml:space="preserve">saab </w:t>
      </w:r>
      <w:r w:rsidR="00DE78F8" w:rsidRPr="44840491">
        <w:rPr>
          <w:rFonts w:ascii="Arial" w:eastAsia="Arial" w:hAnsi="Arial" w:cs="Arial"/>
          <w:color w:val="000000" w:themeColor="text1"/>
          <w:sz w:val="22"/>
          <w:szCs w:val="22"/>
        </w:rPr>
        <w:t xml:space="preserve">andmelao pseudonüümitud andmete põhjal koostada riiklikku statistikat ning verekäitlejad vabanevad kohustusest </w:t>
      </w:r>
      <w:r w:rsidR="00524BDC">
        <w:rPr>
          <w:rFonts w:ascii="Arial" w:eastAsia="Arial" w:hAnsi="Arial" w:cs="Arial"/>
          <w:color w:val="000000" w:themeColor="text1"/>
          <w:sz w:val="22"/>
          <w:szCs w:val="22"/>
        </w:rPr>
        <w:t>ise</w:t>
      </w:r>
      <w:r w:rsidR="00DE78F8" w:rsidRPr="00317E9D">
        <w:rPr>
          <w:rFonts w:ascii="Arial" w:eastAsia="Arial" w:hAnsi="Arial" w:cs="Arial"/>
          <w:color w:val="000000" w:themeColor="text1"/>
          <w:sz w:val="22"/>
          <w:szCs w:val="22"/>
        </w:rPr>
        <w:t xml:space="preserve"> vastavaid andmeid </w:t>
      </w:r>
      <w:r w:rsidR="00524BDC" w:rsidRPr="00317E9D">
        <w:rPr>
          <w:rFonts w:ascii="Arial" w:eastAsia="Arial" w:hAnsi="Arial" w:cs="Arial"/>
          <w:color w:val="000000" w:themeColor="text1"/>
          <w:sz w:val="22"/>
          <w:szCs w:val="22"/>
        </w:rPr>
        <w:t>edastada</w:t>
      </w:r>
      <w:r w:rsidR="00DE78F8" w:rsidRPr="44840491">
        <w:rPr>
          <w:rFonts w:ascii="Arial" w:eastAsia="Arial" w:hAnsi="Arial" w:cs="Arial"/>
          <w:color w:val="000000" w:themeColor="text1"/>
          <w:sz w:val="22"/>
          <w:szCs w:val="22"/>
        </w:rPr>
        <w:t>. Veel vajab arendamist verekeskuse arstide juurdepääs digiregistratuuri</w:t>
      </w:r>
      <w:r w:rsidR="00C8133F">
        <w:rPr>
          <w:rFonts w:ascii="Arial" w:eastAsia="Arial" w:hAnsi="Arial" w:cs="Arial"/>
          <w:color w:val="000000" w:themeColor="text1"/>
          <w:sz w:val="22"/>
          <w:szCs w:val="22"/>
        </w:rPr>
        <w:t>le</w:t>
      </w:r>
      <w:r w:rsidR="000C0A66">
        <w:rPr>
          <w:rFonts w:ascii="Arial" w:eastAsia="Arial" w:hAnsi="Arial" w:cs="Arial"/>
          <w:color w:val="000000" w:themeColor="text1"/>
          <w:sz w:val="22"/>
          <w:szCs w:val="22"/>
        </w:rPr>
        <w:t>, samuti see, et</w:t>
      </w:r>
      <w:r w:rsidR="00DE78F8" w:rsidRPr="44840491">
        <w:rPr>
          <w:rFonts w:ascii="Arial" w:eastAsia="Arial" w:hAnsi="Arial" w:cs="Arial"/>
          <w:color w:val="000000" w:themeColor="text1"/>
          <w:sz w:val="22"/>
          <w:szCs w:val="22"/>
        </w:rPr>
        <w:t xml:space="preserve"> doonori nakkushaiguse tekitajate suhtes positiivsete </w:t>
      </w:r>
      <w:r w:rsidR="006F6B96" w:rsidRPr="44840491">
        <w:rPr>
          <w:rFonts w:ascii="Arial" w:eastAsia="Arial" w:hAnsi="Arial" w:cs="Arial"/>
          <w:color w:val="000000" w:themeColor="text1"/>
          <w:sz w:val="22"/>
          <w:szCs w:val="22"/>
        </w:rPr>
        <w:t>analüüsitulemuste korral peab verekeskuse arst suunama doonori eriarsti vastuvõtule paber</w:t>
      </w:r>
      <w:r w:rsidR="0007030C" w:rsidRPr="44840491">
        <w:rPr>
          <w:rFonts w:ascii="Arial" w:eastAsia="Arial" w:hAnsi="Arial" w:cs="Arial"/>
          <w:color w:val="000000" w:themeColor="text1"/>
          <w:sz w:val="22"/>
          <w:szCs w:val="22"/>
        </w:rPr>
        <w:t>saatekirja</w:t>
      </w:r>
      <w:r w:rsidR="006F6B96" w:rsidRPr="44840491">
        <w:rPr>
          <w:rFonts w:ascii="Arial" w:eastAsia="Arial" w:hAnsi="Arial" w:cs="Arial"/>
          <w:color w:val="000000" w:themeColor="text1"/>
          <w:sz w:val="22"/>
          <w:szCs w:val="22"/>
        </w:rPr>
        <w:t xml:space="preserve"> vahendusel. Ee</w:t>
      </w:r>
      <w:r w:rsidR="000C0A66">
        <w:rPr>
          <w:rFonts w:ascii="Arial" w:eastAsia="Arial" w:hAnsi="Arial" w:cs="Arial"/>
          <w:color w:val="000000" w:themeColor="text1"/>
          <w:sz w:val="22"/>
          <w:szCs w:val="22"/>
        </w:rPr>
        <w:t>spool</w:t>
      </w:r>
      <w:r w:rsidR="006F6B96" w:rsidRPr="44840491">
        <w:rPr>
          <w:rFonts w:ascii="Arial" w:eastAsia="Arial" w:hAnsi="Arial" w:cs="Arial"/>
          <w:color w:val="000000" w:themeColor="text1"/>
          <w:sz w:val="22"/>
          <w:szCs w:val="22"/>
        </w:rPr>
        <w:t xml:space="preserve"> nimetatud arendused ja õiguslikud alused on plaanis kehtestada järgmises etapis</w:t>
      </w:r>
      <w:r w:rsidR="00483298" w:rsidRPr="44840491">
        <w:rPr>
          <w:rFonts w:ascii="Arial" w:eastAsia="Arial" w:hAnsi="Arial" w:cs="Arial"/>
          <w:color w:val="000000" w:themeColor="text1"/>
          <w:sz w:val="22"/>
          <w:szCs w:val="22"/>
        </w:rPr>
        <w:t xml:space="preserve"> ning </w:t>
      </w:r>
      <w:r w:rsidR="00542303">
        <w:rPr>
          <w:rFonts w:ascii="Arial" w:eastAsia="Arial" w:hAnsi="Arial" w:cs="Arial"/>
          <w:color w:val="000000" w:themeColor="text1"/>
          <w:sz w:val="22"/>
          <w:szCs w:val="22"/>
        </w:rPr>
        <w:t xml:space="preserve">need </w:t>
      </w:r>
      <w:r w:rsidR="00483298" w:rsidRPr="44840491">
        <w:rPr>
          <w:rFonts w:ascii="Arial" w:eastAsia="Arial" w:hAnsi="Arial" w:cs="Arial"/>
          <w:color w:val="000000" w:themeColor="text1"/>
          <w:sz w:val="22"/>
          <w:szCs w:val="22"/>
        </w:rPr>
        <w:t>pole käesoleva määruse esemeks</w:t>
      </w:r>
      <w:r w:rsidR="00A46348" w:rsidRPr="44840491">
        <w:rPr>
          <w:rFonts w:ascii="Arial" w:eastAsia="Arial" w:hAnsi="Arial" w:cs="Arial"/>
          <w:color w:val="000000" w:themeColor="text1"/>
          <w:sz w:val="22"/>
          <w:szCs w:val="22"/>
        </w:rPr>
        <w:t xml:space="preserve">, kuid parandavad tulevikus veelgi </w:t>
      </w:r>
      <w:r w:rsidR="00A46348" w:rsidRPr="44840491">
        <w:rPr>
          <w:rFonts w:ascii="Arial" w:hAnsi="Arial" w:cs="Arial"/>
          <w:sz w:val="22"/>
          <w:szCs w:val="22"/>
        </w:rPr>
        <w:t>vere hankimist, käitlemist ja ülekandmist puudutavat andmevahetus</w:t>
      </w:r>
      <w:r w:rsidR="0038450C" w:rsidRPr="44840491">
        <w:rPr>
          <w:rFonts w:ascii="Arial" w:hAnsi="Arial" w:cs="Arial"/>
          <w:sz w:val="22"/>
          <w:szCs w:val="22"/>
        </w:rPr>
        <w:t>t.</w:t>
      </w:r>
    </w:p>
    <w:p w14:paraId="58C7CED9" w14:textId="77777777" w:rsidR="000D5EA2" w:rsidRDefault="000D5EA2" w:rsidP="00BE6B42">
      <w:pPr>
        <w:tabs>
          <w:tab w:val="left" w:pos="4860"/>
        </w:tabs>
        <w:jc w:val="both"/>
        <w:rPr>
          <w:rFonts w:ascii="Arial" w:hAnsi="Arial" w:cs="Arial"/>
          <w:sz w:val="22"/>
          <w:szCs w:val="22"/>
          <w:u w:val="single"/>
        </w:rPr>
      </w:pPr>
    </w:p>
    <w:p w14:paraId="4833EEDD" w14:textId="77777777" w:rsidR="000D5EA2" w:rsidRDefault="108FFB66" w:rsidP="00BE6B42">
      <w:pPr>
        <w:tabs>
          <w:tab w:val="left" w:pos="4860"/>
        </w:tabs>
        <w:jc w:val="both"/>
        <w:rPr>
          <w:rFonts w:ascii="Arial" w:hAnsi="Arial" w:cs="Arial"/>
          <w:sz w:val="22"/>
          <w:szCs w:val="22"/>
          <w:u w:val="single"/>
        </w:rPr>
      </w:pPr>
      <w:r w:rsidRPr="00CD1178">
        <w:rPr>
          <w:rFonts w:ascii="Arial" w:hAnsi="Arial" w:cs="Arial"/>
          <w:sz w:val="22"/>
          <w:szCs w:val="22"/>
          <w:u w:val="single"/>
        </w:rPr>
        <w:t>Mõju j</w:t>
      </w:r>
      <w:r w:rsidR="67A316D0" w:rsidRPr="00CD1178">
        <w:rPr>
          <w:rFonts w:ascii="Arial" w:hAnsi="Arial" w:cs="Arial"/>
          <w:sz w:val="22"/>
          <w:szCs w:val="22"/>
          <w:u w:val="single"/>
        </w:rPr>
        <w:t>ulgeolek</w:t>
      </w:r>
      <w:r w:rsidR="76BF24A7" w:rsidRPr="00CD1178">
        <w:rPr>
          <w:rFonts w:ascii="Arial" w:hAnsi="Arial" w:cs="Arial"/>
          <w:sz w:val="22"/>
          <w:szCs w:val="22"/>
          <w:u w:val="single"/>
        </w:rPr>
        <w:t>ule</w:t>
      </w:r>
    </w:p>
    <w:p w14:paraId="6DE9935A" w14:textId="777C1500" w:rsidR="108FFB66" w:rsidRPr="00CD1178" w:rsidRDefault="46338975" w:rsidP="00BE6B42">
      <w:pPr>
        <w:tabs>
          <w:tab w:val="left" w:pos="4860"/>
        </w:tabs>
        <w:jc w:val="both"/>
        <w:rPr>
          <w:rFonts w:ascii="Arial" w:hAnsi="Arial" w:cs="Arial"/>
          <w:sz w:val="22"/>
          <w:szCs w:val="22"/>
        </w:rPr>
      </w:pPr>
      <w:r w:rsidRPr="00CD1178">
        <w:rPr>
          <w:rFonts w:ascii="Arial" w:hAnsi="Arial" w:cs="Arial"/>
          <w:sz w:val="22"/>
          <w:szCs w:val="22"/>
        </w:rPr>
        <w:t>Infosüsteem</w:t>
      </w:r>
      <w:r w:rsidR="4EC9C63A" w:rsidRPr="00CD1178">
        <w:rPr>
          <w:rFonts w:ascii="Arial" w:hAnsi="Arial" w:cs="Arial"/>
          <w:sz w:val="22"/>
          <w:szCs w:val="22"/>
        </w:rPr>
        <w:t xml:space="preserve"> parandab verevalmidust kriisideks, tagades </w:t>
      </w:r>
      <w:r w:rsidR="3D4F3F47" w:rsidRPr="00CD1178">
        <w:rPr>
          <w:rFonts w:ascii="Arial" w:hAnsi="Arial" w:cs="Arial"/>
          <w:sz w:val="22"/>
          <w:szCs w:val="22"/>
        </w:rPr>
        <w:t>asjakohas</w:t>
      </w:r>
      <w:r w:rsidR="00542303">
        <w:rPr>
          <w:rFonts w:ascii="Arial" w:hAnsi="Arial" w:cs="Arial"/>
          <w:sz w:val="22"/>
          <w:szCs w:val="22"/>
        </w:rPr>
        <w:t>e</w:t>
      </w:r>
      <w:r w:rsidR="3D4F3F47" w:rsidRPr="00CD1178">
        <w:rPr>
          <w:rFonts w:ascii="Arial" w:hAnsi="Arial" w:cs="Arial"/>
          <w:sz w:val="22"/>
          <w:szCs w:val="22"/>
        </w:rPr>
        <w:t xml:space="preserve"> tea</w:t>
      </w:r>
      <w:r w:rsidR="00542303">
        <w:rPr>
          <w:rFonts w:ascii="Arial" w:hAnsi="Arial" w:cs="Arial"/>
          <w:sz w:val="22"/>
          <w:szCs w:val="22"/>
        </w:rPr>
        <w:t>be</w:t>
      </w:r>
      <w:r w:rsidR="3D4F3F47" w:rsidRPr="00CD1178">
        <w:rPr>
          <w:rFonts w:ascii="Arial" w:hAnsi="Arial" w:cs="Arial"/>
          <w:sz w:val="22"/>
          <w:szCs w:val="22"/>
        </w:rPr>
        <w:t xml:space="preserve"> verevarudest verekeskuste kaupa</w:t>
      </w:r>
      <w:r w:rsidR="0E9281FA" w:rsidRPr="00CD1178">
        <w:rPr>
          <w:rFonts w:ascii="Arial" w:hAnsi="Arial" w:cs="Arial"/>
          <w:sz w:val="22"/>
          <w:szCs w:val="22"/>
        </w:rPr>
        <w:t xml:space="preserve"> ja kogu riigis</w:t>
      </w:r>
      <w:r w:rsidR="3D4F3F47" w:rsidRPr="00CD1178">
        <w:rPr>
          <w:rFonts w:ascii="Arial" w:hAnsi="Arial" w:cs="Arial"/>
          <w:sz w:val="22"/>
          <w:szCs w:val="22"/>
        </w:rPr>
        <w:t>.</w:t>
      </w:r>
    </w:p>
    <w:p w14:paraId="2A68DE73" w14:textId="7C534EB5" w:rsidR="2B04A97D" w:rsidRPr="00CD1178" w:rsidRDefault="2B04A97D" w:rsidP="00BE6B42">
      <w:pPr>
        <w:tabs>
          <w:tab w:val="left" w:pos="4860"/>
        </w:tabs>
        <w:jc w:val="both"/>
        <w:rPr>
          <w:rFonts w:ascii="Arial" w:hAnsi="Arial" w:cs="Arial"/>
          <w:sz w:val="22"/>
          <w:szCs w:val="22"/>
        </w:rPr>
      </w:pPr>
    </w:p>
    <w:p w14:paraId="4C9912D7" w14:textId="77777777" w:rsidR="00153CB0" w:rsidRDefault="638D0BF0" w:rsidP="00BE6B42">
      <w:pPr>
        <w:tabs>
          <w:tab w:val="left" w:pos="4860"/>
        </w:tabs>
        <w:jc w:val="both"/>
        <w:rPr>
          <w:rFonts w:ascii="Arial" w:hAnsi="Arial" w:cs="Arial"/>
          <w:sz w:val="22"/>
          <w:szCs w:val="22"/>
          <w:u w:val="single"/>
        </w:rPr>
      </w:pPr>
      <w:r w:rsidRPr="00CD1178">
        <w:rPr>
          <w:rFonts w:ascii="Arial" w:hAnsi="Arial" w:cs="Arial"/>
          <w:sz w:val="22"/>
          <w:szCs w:val="22"/>
          <w:u w:val="single"/>
        </w:rPr>
        <w:t>Mõju elu- ja looduskeskkonnale</w:t>
      </w:r>
    </w:p>
    <w:p w14:paraId="074138B3" w14:textId="74A6484E" w:rsidR="638D0BF0" w:rsidRPr="00CD1178" w:rsidRDefault="5809106C" w:rsidP="00BE6B42">
      <w:pPr>
        <w:tabs>
          <w:tab w:val="left" w:pos="4860"/>
        </w:tabs>
        <w:jc w:val="both"/>
        <w:rPr>
          <w:rFonts w:ascii="Arial" w:hAnsi="Arial" w:cs="Arial"/>
          <w:sz w:val="22"/>
          <w:szCs w:val="22"/>
        </w:rPr>
      </w:pPr>
      <w:r w:rsidRPr="00CD1178">
        <w:rPr>
          <w:rFonts w:ascii="Arial" w:hAnsi="Arial" w:cs="Arial"/>
          <w:sz w:val="22"/>
          <w:szCs w:val="22"/>
        </w:rPr>
        <w:t>Ülemine</w:t>
      </w:r>
      <w:r w:rsidR="372BB9A3" w:rsidRPr="00CD1178">
        <w:rPr>
          <w:rFonts w:ascii="Arial" w:hAnsi="Arial" w:cs="Arial"/>
          <w:sz w:val="22"/>
          <w:szCs w:val="22"/>
        </w:rPr>
        <w:t>k</w:t>
      </w:r>
      <w:r w:rsidRPr="00CD1178">
        <w:rPr>
          <w:rFonts w:ascii="Arial" w:hAnsi="Arial" w:cs="Arial"/>
          <w:sz w:val="22"/>
          <w:szCs w:val="22"/>
        </w:rPr>
        <w:t xml:space="preserve"> andme</w:t>
      </w:r>
      <w:r w:rsidR="09ABE00C" w:rsidRPr="00CD1178">
        <w:rPr>
          <w:rFonts w:ascii="Arial" w:hAnsi="Arial" w:cs="Arial"/>
          <w:sz w:val="22"/>
          <w:szCs w:val="22"/>
        </w:rPr>
        <w:t xml:space="preserve">te </w:t>
      </w:r>
      <w:r w:rsidR="5BA01D8A" w:rsidRPr="00CD1178">
        <w:rPr>
          <w:rFonts w:ascii="Arial" w:hAnsi="Arial" w:cs="Arial"/>
          <w:sz w:val="22"/>
          <w:szCs w:val="22"/>
        </w:rPr>
        <w:t xml:space="preserve">elektroonsele </w:t>
      </w:r>
      <w:r w:rsidRPr="00CD1178">
        <w:rPr>
          <w:rFonts w:ascii="Arial" w:hAnsi="Arial" w:cs="Arial"/>
          <w:sz w:val="22"/>
          <w:szCs w:val="22"/>
        </w:rPr>
        <w:t xml:space="preserve">kogumisele </w:t>
      </w:r>
      <w:r w:rsidR="73717B05" w:rsidRPr="00CD1178">
        <w:rPr>
          <w:rFonts w:ascii="Arial" w:hAnsi="Arial" w:cs="Arial"/>
          <w:sz w:val="22"/>
          <w:szCs w:val="22"/>
        </w:rPr>
        <w:t>vähendab paberkandja kasutamist</w:t>
      </w:r>
      <w:r w:rsidR="462FE22F" w:rsidRPr="00CD1178">
        <w:rPr>
          <w:rFonts w:ascii="Arial" w:hAnsi="Arial" w:cs="Arial"/>
          <w:sz w:val="22"/>
          <w:szCs w:val="22"/>
        </w:rPr>
        <w:t xml:space="preserve"> verekeskustes ja verekabi</w:t>
      </w:r>
      <w:r w:rsidR="462FE22F" w:rsidRPr="00BD4293">
        <w:rPr>
          <w:rFonts w:ascii="Arial" w:hAnsi="Arial" w:cs="Arial"/>
          <w:sz w:val="22"/>
          <w:szCs w:val="22"/>
        </w:rPr>
        <w:t>nettides</w:t>
      </w:r>
      <w:r w:rsidR="73717B05" w:rsidRPr="00BD4293">
        <w:rPr>
          <w:rFonts w:ascii="Arial" w:hAnsi="Arial" w:cs="Arial"/>
          <w:sz w:val="22"/>
          <w:szCs w:val="22"/>
        </w:rPr>
        <w:t xml:space="preserve">. </w:t>
      </w:r>
      <w:r w:rsidR="0778942F" w:rsidRPr="00BD4293">
        <w:rPr>
          <w:rFonts w:ascii="Arial" w:hAnsi="Arial" w:cs="Arial"/>
          <w:sz w:val="22"/>
          <w:szCs w:val="22"/>
        </w:rPr>
        <w:t>Riikliku</w:t>
      </w:r>
      <w:r w:rsidR="73717B05" w:rsidRPr="00BD4293">
        <w:rPr>
          <w:rFonts w:ascii="Arial" w:hAnsi="Arial" w:cs="Arial"/>
          <w:sz w:val="22"/>
          <w:szCs w:val="22"/>
        </w:rPr>
        <w:t xml:space="preserve"> infosüsteemi loom</w:t>
      </w:r>
      <w:r w:rsidR="0F25A900" w:rsidRPr="00BD4293">
        <w:rPr>
          <w:rFonts w:ascii="Arial" w:hAnsi="Arial" w:cs="Arial"/>
          <w:sz w:val="22"/>
          <w:szCs w:val="22"/>
        </w:rPr>
        <w:t>in</w:t>
      </w:r>
      <w:r w:rsidR="73717B05" w:rsidRPr="00BD4293">
        <w:rPr>
          <w:rFonts w:ascii="Arial" w:hAnsi="Arial" w:cs="Arial"/>
          <w:sz w:val="22"/>
          <w:szCs w:val="22"/>
        </w:rPr>
        <w:t xml:space="preserve">e vähendab ka serveri koguste </w:t>
      </w:r>
      <w:r w:rsidR="109E6C0B" w:rsidRPr="00BD4293">
        <w:rPr>
          <w:rFonts w:ascii="Arial" w:hAnsi="Arial" w:cs="Arial"/>
          <w:sz w:val="22"/>
          <w:szCs w:val="22"/>
        </w:rPr>
        <w:t>vajadust.</w:t>
      </w:r>
    </w:p>
    <w:p w14:paraId="6759A739" w14:textId="7EB0FB39" w:rsidR="2B04A97D" w:rsidRPr="00CD1178" w:rsidRDefault="2B04A97D" w:rsidP="00BE6B42">
      <w:pPr>
        <w:tabs>
          <w:tab w:val="left" w:pos="4860"/>
        </w:tabs>
        <w:jc w:val="both"/>
        <w:rPr>
          <w:rFonts w:ascii="Arial" w:hAnsi="Arial" w:cs="Arial"/>
          <w:sz w:val="22"/>
          <w:szCs w:val="22"/>
        </w:rPr>
      </w:pPr>
    </w:p>
    <w:p w14:paraId="11F9850C" w14:textId="2B91C1CA" w:rsidR="638D0BF0" w:rsidRPr="00CD1178" w:rsidRDefault="638D0BF0" w:rsidP="00BE6B42">
      <w:pPr>
        <w:tabs>
          <w:tab w:val="left" w:pos="4860"/>
        </w:tabs>
        <w:jc w:val="both"/>
        <w:rPr>
          <w:rFonts w:ascii="Arial" w:hAnsi="Arial" w:cs="Arial"/>
          <w:sz w:val="22"/>
          <w:szCs w:val="22"/>
        </w:rPr>
      </w:pPr>
      <w:r w:rsidRPr="44840491">
        <w:rPr>
          <w:rFonts w:ascii="Arial" w:hAnsi="Arial" w:cs="Arial"/>
          <w:sz w:val="22"/>
          <w:szCs w:val="22"/>
        </w:rPr>
        <w:t>Mõju riigile ja kohalikule omavalitsuse korraldusele</w:t>
      </w:r>
      <w:r w:rsidR="21121B50" w:rsidRPr="44840491">
        <w:rPr>
          <w:rFonts w:ascii="Arial" w:hAnsi="Arial" w:cs="Arial"/>
          <w:sz w:val="22"/>
          <w:szCs w:val="22"/>
        </w:rPr>
        <w:t xml:space="preserve"> puudub</w:t>
      </w:r>
      <w:r w:rsidR="468E9476" w:rsidRPr="44840491">
        <w:rPr>
          <w:rFonts w:ascii="Arial" w:hAnsi="Arial" w:cs="Arial"/>
          <w:sz w:val="22"/>
          <w:szCs w:val="22"/>
        </w:rPr>
        <w:t>.</w:t>
      </w:r>
    </w:p>
    <w:p w14:paraId="041D7829" w14:textId="77777777" w:rsidR="002F682D" w:rsidRPr="00CD1178" w:rsidRDefault="002F682D" w:rsidP="00BE6B42">
      <w:pPr>
        <w:tabs>
          <w:tab w:val="left" w:pos="4860"/>
        </w:tabs>
        <w:jc w:val="both"/>
        <w:rPr>
          <w:rFonts w:ascii="Arial" w:hAnsi="Arial" w:cs="Arial"/>
          <w:sz w:val="22"/>
          <w:szCs w:val="22"/>
        </w:rPr>
      </w:pPr>
    </w:p>
    <w:p w14:paraId="598AFB3A" w14:textId="3D68B752" w:rsidR="00212534" w:rsidRPr="00CD1178" w:rsidRDefault="00212534" w:rsidP="00A248DC">
      <w:pPr>
        <w:jc w:val="both"/>
        <w:rPr>
          <w:rFonts w:ascii="Arial" w:hAnsi="Arial" w:cs="Arial"/>
          <w:b/>
          <w:bCs/>
          <w:sz w:val="22"/>
          <w:szCs w:val="22"/>
        </w:rPr>
      </w:pPr>
      <w:r w:rsidRPr="00CD1178">
        <w:rPr>
          <w:rFonts w:ascii="Arial" w:hAnsi="Arial" w:cs="Arial"/>
          <w:b/>
          <w:bCs/>
          <w:sz w:val="22"/>
          <w:szCs w:val="22"/>
        </w:rPr>
        <w:t>4.1. Andmekaitsealane mõjuhinnang</w:t>
      </w:r>
    </w:p>
    <w:p w14:paraId="7A7CE823" w14:textId="406E0829" w:rsidR="434FB2D3" w:rsidRPr="00CD1178" w:rsidRDefault="434FB2D3" w:rsidP="434FB2D3">
      <w:pPr>
        <w:jc w:val="both"/>
        <w:rPr>
          <w:rFonts w:ascii="Arial" w:hAnsi="Arial" w:cs="Arial"/>
          <w:b/>
          <w:bCs/>
          <w:sz w:val="22"/>
          <w:szCs w:val="22"/>
        </w:rPr>
      </w:pPr>
    </w:p>
    <w:p w14:paraId="2CEBF143" w14:textId="7B7A6208" w:rsidR="5543F85C" w:rsidRPr="00CD1178" w:rsidRDefault="5543F85C" w:rsidP="434FB2D3">
      <w:pPr>
        <w:jc w:val="both"/>
        <w:rPr>
          <w:rFonts w:ascii="Arial" w:hAnsi="Arial" w:cs="Arial"/>
          <w:sz w:val="22"/>
          <w:szCs w:val="22"/>
        </w:rPr>
      </w:pPr>
      <w:r w:rsidRPr="44840491">
        <w:rPr>
          <w:rFonts w:ascii="Arial" w:hAnsi="Arial" w:cs="Arial"/>
          <w:sz w:val="22"/>
          <w:szCs w:val="22"/>
        </w:rPr>
        <w:t xml:space="preserve">Doonorite ja </w:t>
      </w:r>
      <w:r w:rsidR="084C7167" w:rsidRPr="44840491">
        <w:rPr>
          <w:rFonts w:ascii="Arial" w:hAnsi="Arial" w:cs="Arial"/>
          <w:sz w:val="22"/>
          <w:szCs w:val="22"/>
        </w:rPr>
        <w:t>retsipientide</w:t>
      </w:r>
      <w:r w:rsidRPr="44840491">
        <w:rPr>
          <w:rFonts w:ascii="Arial" w:hAnsi="Arial" w:cs="Arial"/>
          <w:sz w:val="22"/>
          <w:szCs w:val="22"/>
        </w:rPr>
        <w:t xml:space="preserve"> i</w:t>
      </w:r>
      <w:r w:rsidR="61910D1B" w:rsidRPr="44840491">
        <w:rPr>
          <w:rFonts w:ascii="Arial" w:hAnsi="Arial" w:cs="Arial"/>
          <w:sz w:val="22"/>
          <w:szCs w:val="22"/>
        </w:rPr>
        <w:t>sikuandmeid kogutakse, töödeldakse, salvestatakse ja vajaduse</w:t>
      </w:r>
      <w:r w:rsidR="00F02D8E">
        <w:rPr>
          <w:rFonts w:ascii="Arial" w:hAnsi="Arial" w:cs="Arial"/>
          <w:sz w:val="22"/>
          <w:szCs w:val="22"/>
        </w:rPr>
        <w:t xml:space="preserve"> korra</w:t>
      </w:r>
      <w:r w:rsidR="61910D1B" w:rsidRPr="44840491">
        <w:rPr>
          <w:rFonts w:ascii="Arial" w:hAnsi="Arial" w:cs="Arial"/>
          <w:sz w:val="22"/>
          <w:szCs w:val="22"/>
        </w:rPr>
        <w:t>l muudet</w:t>
      </w:r>
      <w:r w:rsidR="28737FE0" w:rsidRPr="44840491">
        <w:rPr>
          <w:rFonts w:ascii="Arial" w:hAnsi="Arial" w:cs="Arial"/>
          <w:sz w:val="22"/>
          <w:szCs w:val="22"/>
        </w:rPr>
        <w:t>a</w:t>
      </w:r>
      <w:r w:rsidR="61910D1B" w:rsidRPr="44840491">
        <w:rPr>
          <w:rFonts w:ascii="Arial" w:hAnsi="Arial" w:cs="Arial"/>
          <w:sz w:val="22"/>
          <w:szCs w:val="22"/>
        </w:rPr>
        <w:t>kse verekeskuses</w:t>
      </w:r>
      <w:r w:rsidR="13EA50D4" w:rsidRPr="44840491">
        <w:rPr>
          <w:rFonts w:ascii="Arial" w:hAnsi="Arial" w:cs="Arial"/>
          <w:sz w:val="22"/>
          <w:szCs w:val="22"/>
        </w:rPr>
        <w:t>, v</w:t>
      </w:r>
      <w:r w:rsidR="61910D1B" w:rsidRPr="44840491">
        <w:rPr>
          <w:rFonts w:ascii="Arial" w:hAnsi="Arial" w:cs="Arial"/>
          <w:sz w:val="22"/>
          <w:szCs w:val="22"/>
        </w:rPr>
        <w:t>erekabinetis</w:t>
      </w:r>
      <w:r w:rsidR="01502DF6" w:rsidRPr="44840491">
        <w:rPr>
          <w:rFonts w:ascii="Arial" w:hAnsi="Arial" w:cs="Arial"/>
          <w:sz w:val="22"/>
          <w:szCs w:val="22"/>
        </w:rPr>
        <w:t xml:space="preserve"> ja referentlaboris</w:t>
      </w:r>
      <w:r w:rsidR="61910D1B" w:rsidRPr="44840491">
        <w:rPr>
          <w:rFonts w:ascii="Arial" w:hAnsi="Arial" w:cs="Arial"/>
          <w:sz w:val="22"/>
          <w:szCs w:val="22"/>
        </w:rPr>
        <w:t xml:space="preserve">. </w:t>
      </w:r>
      <w:r w:rsidR="2DA45148" w:rsidRPr="44840491">
        <w:rPr>
          <w:rFonts w:ascii="Arial" w:hAnsi="Arial" w:cs="Arial"/>
          <w:sz w:val="22"/>
          <w:szCs w:val="22"/>
        </w:rPr>
        <w:t>Isikuandmetele saavad juurdepääsu vaid verekeskuste</w:t>
      </w:r>
      <w:r w:rsidR="6421A7E1" w:rsidRPr="44840491">
        <w:rPr>
          <w:rFonts w:ascii="Arial" w:hAnsi="Arial" w:cs="Arial"/>
          <w:sz w:val="22"/>
          <w:szCs w:val="22"/>
        </w:rPr>
        <w:t xml:space="preserve">, </w:t>
      </w:r>
      <w:r w:rsidR="2DA45148" w:rsidRPr="44840491">
        <w:rPr>
          <w:rFonts w:ascii="Arial" w:hAnsi="Arial" w:cs="Arial"/>
          <w:sz w:val="22"/>
          <w:szCs w:val="22"/>
        </w:rPr>
        <w:t>verekabinettide</w:t>
      </w:r>
      <w:r w:rsidR="4016760B" w:rsidRPr="44840491">
        <w:rPr>
          <w:rFonts w:ascii="Arial" w:hAnsi="Arial" w:cs="Arial"/>
          <w:sz w:val="22"/>
          <w:szCs w:val="22"/>
        </w:rPr>
        <w:t xml:space="preserve"> ja referentlabori</w:t>
      </w:r>
      <w:r w:rsidR="2DA45148" w:rsidRPr="44840491">
        <w:rPr>
          <w:rFonts w:ascii="Arial" w:hAnsi="Arial" w:cs="Arial"/>
          <w:sz w:val="22"/>
          <w:szCs w:val="22"/>
        </w:rPr>
        <w:t xml:space="preserve"> volitatud töötajad (spetsialistid, kel</w:t>
      </w:r>
      <w:r w:rsidR="00433391">
        <w:rPr>
          <w:rFonts w:ascii="Arial" w:hAnsi="Arial" w:cs="Arial"/>
          <w:sz w:val="22"/>
          <w:szCs w:val="22"/>
        </w:rPr>
        <w:t>lel</w:t>
      </w:r>
      <w:r w:rsidR="2DA45148" w:rsidRPr="44840491">
        <w:rPr>
          <w:rFonts w:ascii="Arial" w:hAnsi="Arial" w:cs="Arial"/>
          <w:sz w:val="22"/>
          <w:szCs w:val="22"/>
        </w:rPr>
        <w:t xml:space="preserve"> on</w:t>
      </w:r>
      <w:r w:rsidR="74A637C4" w:rsidRPr="44840491">
        <w:rPr>
          <w:rFonts w:ascii="Arial" w:hAnsi="Arial" w:cs="Arial"/>
          <w:sz w:val="22"/>
          <w:szCs w:val="22"/>
        </w:rPr>
        <w:t xml:space="preserve"> </w:t>
      </w:r>
      <w:r w:rsidR="2DA45148" w:rsidRPr="44840491">
        <w:rPr>
          <w:rFonts w:ascii="Arial" w:hAnsi="Arial" w:cs="Arial"/>
          <w:sz w:val="22"/>
          <w:szCs w:val="22"/>
        </w:rPr>
        <w:t>töösuhe verekeskusega</w:t>
      </w:r>
      <w:r w:rsidR="16C58090" w:rsidRPr="44840491">
        <w:rPr>
          <w:rFonts w:ascii="Arial" w:hAnsi="Arial" w:cs="Arial"/>
          <w:sz w:val="22"/>
          <w:szCs w:val="22"/>
        </w:rPr>
        <w:t xml:space="preserve">, </w:t>
      </w:r>
      <w:r w:rsidR="2DA45148" w:rsidRPr="44840491">
        <w:rPr>
          <w:rFonts w:ascii="Arial" w:hAnsi="Arial" w:cs="Arial"/>
          <w:sz w:val="22"/>
          <w:szCs w:val="22"/>
        </w:rPr>
        <w:t>v</w:t>
      </w:r>
      <w:r w:rsidR="52CA74F8" w:rsidRPr="44840491">
        <w:rPr>
          <w:rFonts w:ascii="Arial" w:hAnsi="Arial" w:cs="Arial"/>
          <w:sz w:val="22"/>
          <w:szCs w:val="22"/>
        </w:rPr>
        <w:t>erekabinetiga</w:t>
      </w:r>
      <w:r w:rsidR="3AFF62A1" w:rsidRPr="44840491">
        <w:rPr>
          <w:rFonts w:ascii="Arial" w:hAnsi="Arial" w:cs="Arial"/>
          <w:sz w:val="22"/>
          <w:szCs w:val="22"/>
        </w:rPr>
        <w:t xml:space="preserve"> </w:t>
      </w:r>
      <w:r w:rsidR="707D3175" w:rsidRPr="44840491">
        <w:rPr>
          <w:rFonts w:ascii="Arial" w:hAnsi="Arial" w:cs="Arial"/>
          <w:sz w:val="22"/>
          <w:szCs w:val="22"/>
        </w:rPr>
        <w:t xml:space="preserve">või referentlaboriga </w:t>
      </w:r>
      <w:r w:rsidR="3AFF62A1" w:rsidRPr="44840491">
        <w:rPr>
          <w:rFonts w:ascii="Arial" w:hAnsi="Arial" w:cs="Arial"/>
          <w:sz w:val="22"/>
          <w:szCs w:val="22"/>
        </w:rPr>
        <w:t>ning sõlmitud konfidentsiaalsus</w:t>
      </w:r>
      <w:r w:rsidR="00433391">
        <w:rPr>
          <w:rFonts w:ascii="Arial" w:hAnsi="Arial" w:cs="Arial"/>
          <w:sz w:val="22"/>
          <w:szCs w:val="22"/>
        </w:rPr>
        <w:t>leping).</w:t>
      </w:r>
      <w:r w:rsidR="3AFF62A1" w:rsidRPr="44840491">
        <w:rPr>
          <w:rFonts w:ascii="Arial" w:hAnsi="Arial" w:cs="Arial"/>
          <w:sz w:val="22"/>
          <w:szCs w:val="22"/>
        </w:rPr>
        <w:t xml:space="preserve"> Juurdepääs isikuandmetele tagatakse üksnes </w:t>
      </w:r>
      <w:r w:rsidR="0F91BA65" w:rsidRPr="44840491">
        <w:rPr>
          <w:rFonts w:ascii="Arial" w:hAnsi="Arial" w:cs="Arial"/>
          <w:sz w:val="22"/>
          <w:szCs w:val="22"/>
        </w:rPr>
        <w:t>eesmärgipõhiselt ehk terviseteenuse osutamiseks või verekeskuse tööülesannete täitmiseks.</w:t>
      </w:r>
      <w:r w:rsidR="20C0FF71" w:rsidRPr="44840491">
        <w:rPr>
          <w:rFonts w:ascii="Arial" w:hAnsi="Arial" w:cs="Arial"/>
          <w:sz w:val="22"/>
          <w:szCs w:val="22"/>
        </w:rPr>
        <w:t xml:space="preserve"> </w:t>
      </w:r>
      <w:r w:rsidR="279D354E" w:rsidRPr="44840491">
        <w:rPr>
          <w:rFonts w:ascii="Arial" w:hAnsi="Arial" w:cs="Arial"/>
          <w:sz w:val="22"/>
          <w:szCs w:val="22"/>
        </w:rPr>
        <w:t xml:space="preserve">Doonori juurdepääs piirdub tema enda doonoriportaali esitatud andmetega. </w:t>
      </w:r>
      <w:r w:rsidR="77187B47" w:rsidRPr="44840491">
        <w:rPr>
          <w:rFonts w:ascii="Arial" w:hAnsi="Arial" w:cs="Arial"/>
          <w:sz w:val="22"/>
          <w:szCs w:val="22"/>
        </w:rPr>
        <w:t>Väheneb paber</w:t>
      </w:r>
      <w:r w:rsidR="00260B4E">
        <w:rPr>
          <w:rFonts w:ascii="Arial" w:hAnsi="Arial" w:cs="Arial"/>
          <w:sz w:val="22"/>
          <w:szCs w:val="22"/>
        </w:rPr>
        <w:t>il olevate</w:t>
      </w:r>
      <w:r w:rsidR="77187B47" w:rsidRPr="44840491">
        <w:rPr>
          <w:rFonts w:ascii="Arial" w:hAnsi="Arial" w:cs="Arial"/>
          <w:sz w:val="22"/>
          <w:szCs w:val="22"/>
        </w:rPr>
        <w:t xml:space="preserve"> andmete liikumine ja säilitamine, mis parandab andmekaitse tõhusust.</w:t>
      </w:r>
    </w:p>
    <w:p w14:paraId="34AC8D4A" w14:textId="680A1C26" w:rsidR="2B04A97D" w:rsidRPr="00CD1178" w:rsidRDefault="2B04A97D" w:rsidP="434FB2D3">
      <w:pPr>
        <w:jc w:val="both"/>
        <w:rPr>
          <w:rFonts w:ascii="Arial" w:hAnsi="Arial" w:cs="Arial"/>
          <w:sz w:val="22"/>
          <w:szCs w:val="22"/>
        </w:rPr>
      </w:pPr>
    </w:p>
    <w:p w14:paraId="0EC65E80" w14:textId="0462B939" w:rsidR="7893A676" w:rsidRPr="00CD1178" w:rsidRDefault="7893A676" w:rsidP="2B04A97D">
      <w:pPr>
        <w:jc w:val="both"/>
        <w:rPr>
          <w:rFonts w:ascii="Arial" w:hAnsi="Arial" w:cs="Arial"/>
          <w:sz w:val="22"/>
          <w:szCs w:val="22"/>
        </w:rPr>
      </w:pPr>
      <w:r w:rsidRPr="00CD1178">
        <w:rPr>
          <w:rFonts w:ascii="Arial" w:hAnsi="Arial" w:cs="Arial"/>
          <w:sz w:val="22"/>
          <w:szCs w:val="22"/>
        </w:rPr>
        <w:t>Doonori isikuandmeid töödeldakse doonori isiku tuvastamiseks ja doonorvere testide tellimiseks</w:t>
      </w:r>
      <w:r w:rsidR="748856DF" w:rsidRPr="00CD1178">
        <w:rPr>
          <w:rFonts w:ascii="Arial" w:hAnsi="Arial" w:cs="Arial"/>
          <w:sz w:val="22"/>
          <w:szCs w:val="22"/>
        </w:rPr>
        <w:t>, samuti doonorite kutsumiseks</w:t>
      </w:r>
      <w:r w:rsidR="7FDACFA4" w:rsidRPr="00CD1178">
        <w:rPr>
          <w:rFonts w:ascii="Arial" w:hAnsi="Arial" w:cs="Arial"/>
          <w:sz w:val="22"/>
          <w:szCs w:val="22"/>
        </w:rPr>
        <w:t xml:space="preserve"> vereloovutustele</w:t>
      </w:r>
      <w:r w:rsidR="4C0A6455" w:rsidRPr="00CD1178">
        <w:rPr>
          <w:rFonts w:ascii="Arial" w:hAnsi="Arial" w:cs="Arial"/>
          <w:sz w:val="22"/>
          <w:szCs w:val="22"/>
        </w:rPr>
        <w:t>.</w:t>
      </w:r>
      <w:r w:rsidR="692F5FE9" w:rsidRPr="00CD1178">
        <w:rPr>
          <w:rFonts w:ascii="Arial" w:hAnsi="Arial" w:cs="Arial"/>
          <w:sz w:val="22"/>
          <w:szCs w:val="22"/>
        </w:rPr>
        <w:t xml:space="preserve"> </w:t>
      </w:r>
      <w:r w:rsidR="148EF32F" w:rsidRPr="00CD1178">
        <w:rPr>
          <w:rFonts w:ascii="Arial" w:hAnsi="Arial" w:cs="Arial"/>
          <w:sz w:val="22"/>
          <w:szCs w:val="22"/>
        </w:rPr>
        <w:t>Retsipi</w:t>
      </w:r>
      <w:r w:rsidR="692F5FE9" w:rsidRPr="00CD1178">
        <w:rPr>
          <w:rFonts w:ascii="Arial" w:hAnsi="Arial" w:cs="Arial"/>
          <w:sz w:val="22"/>
          <w:szCs w:val="22"/>
        </w:rPr>
        <w:t xml:space="preserve">entide andmeid töödeldakse </w:t>
      </w:r>
      <w:r w:rsidR="65458BAF" w:rsidRPr="00CD1178">
        <w:rPr>
          <w:rFonts w:ascii="Arial" w:hAnsi="Arial" w:cs="Arial"/>
          <w:sz w:val="22"/>
          <w:szCs w:val="22"/>
        </w:rPr>
        <w:t>retsip</w:t>
      </w:r>
      <w:r w:rsidR="692F5FE9" w:rsidRPr="00CD1178">
        <w:rPr>
          <w:rFonts w:ascii="Arial" w:hAnsi="Arial" w:cs="Arial"/>
          <w:sz w:val="22"/>
          <w:szCs w:val="22"/>
        </w:rPr>
        <w:t>ien</w:t>
      </w:r>
      <w:r w:rsidR="0630873B" w:rsidRPr="00CD1178">
        <w:rPr>
          <w:rFonts w:ascii="Arial" w:hAnsi="Arial" w:cs="Arial"/>
          <w:sz w:val="22"/>
          <w:szCs w:val="22"/>
        </w:rPr>
        <w:t>d</w:t>
      </w:r>
      <w:r w:rsidR="692F5FE9" w:rsidRPr="00CD1178">
        <w:rPr>
          <w:rFonts w:ascii="Arial" w:hAnsi="Arial" w:cs="Arial"/>
          <w:sz w:val="22"/>
          <w:szCs w:val="22"/>
        </w:rPr>
        <w:t xml:space="preserve">i isiku tuvastamiseks, uuringute tellimiseks, </w:t>
      </w:r>
      <w:r w:rsidR="7CE3693F" w:rsidRPr="00CD1178">
        <w:rPr>
          <w:rFonts w:ascii="Arial" w:hAnsi="Arial" w:cs="Arial"/>
          <w:sz w:val="22"/>
          <w:szCs w:val="22"/>
        </w:rPr>
        <w:t>vereülekan</w:t>
      </w:r>
      <w:r w:rsidR="06D23BEC" w:rsidRPr="00CD1178">
        <w:rPr>
          <w:rFonts w:ascii="Arial" w:hAnsi="Arial" w:cs="Arial"/>
          <w:sz w:val="22"/>
          <w:szCs w:val="22"/>
        </w:rPr>
        <w:t>d</w:t>
      </w:r>
      <w:r w:rsidR="7CE3693F" w:rsidRPr="00CD1178">
        <w:rPr>
          <w:rFonts w:ascii="Arial" w:hAnsi="Arial" w:cs="Arial"/>
          <w:sz w:val="22"/>
          <w:szCs w:val="22"/>
        </w:rPr>
        <w:t xml:space="preserve">e </w:t>
      </w:r>
      <w:r w:rsidR="001C6BAE">
        <w:rPr>
          <w:rFonts w:ascii="Arial" w:hAnsi="Arial" w:cs="Arial"/>
          <w:sz w:val="22"/>
          <w:szCs w:val="22"/>
        </w:rPr>
        <w:t>tege</w:t>
      </w:r>
      <w:r w:rsidR="7CE3693F" w:rsidRPr="00CD1178">
        <w:rPr>
          <w:rFonts w:ascii="Arial" w:hAnsi="Arial" w:cs="Arial"/>
          <w:sz w:val="22"/>
          <w:szCs w:val="22"/>
        </w:rPr>
        <w:t>miseks ja protseduurijärgse jälgimise dokumenteerimiseks.</w:t>
      </w:r>
    </w:p>
    <w:p w14:paraId="3E134EA1" w14:textId="1FCD6CF3" w:rsidR="2B04A97D" w:rsidRPr="00CD1178" w:rsidRDefault="2B04A97D" w:rsidP="2B04A97D">
      <w:pPr>
        <w:jc w:val="both"/>
        <w:rPr>
          <w:rFonts w:ascii="Arial" w:hAnsi="Arial" w:cs="Arial"/>
          <w:sz w:val="22"/>
          <w:szCs w:val="22"/>
        </w:rPr>
      </w:pPr>
    </w:p>
    <w:p w14:paraId="39C2CC89" w14:textId="6EC10311" w:rsidR="7893A676" w:rsidRPr="00CD1178" w:rsidRDefault="7893A676" w:rsidP="2B04A97D">
      <w:pPr>
        <w:jc w:val="both"/>
        <w:rPr>
          <w:rFonts w:ascii="Arial" w:hAnsi="Arial" w:cs="Arial"/>
          <w:sz w:val="22"/>
          <w:szCs w:val="22"/>
        </w:rPr>
      </w:pPr>
      <w:r w:rsidRPr="00CD1178">
        <w:rPr>
          <w:rFonts w:ascii="Arial" w:hAnsi="Arial" w:cs="Arial"/>
          <w:sz w:val="22"/>
          <w:szCs w:val="22"/>
        </w:rPr>
        <w:t xml:space="preserve">Doonori anonüümsuse tagab </w:t>
      </w:r>
      <w:r w:rsidR="07854277" w:rsidRPr="00CD1178">
        <w:rPr>
          <w:rFonts w:ascii="Arial" w:hAnsi="Arial" w:cs="Arial"/>
          <w:sz w:val="22"/>
          <w:szCs w:val="22"/>
        </w:rPr>
        <w:t xml:space="preserve">doonorile omistatud unikaalne kuuekohaline doonorikood. </w:t>
      </w:r>
      <w:r w:rsidR="786E93FA" w:rsidRPr="00CD1178">
        <w:rPr>
          <w:rFonts w:ascii="Arial" w:eastAsia="Arial" w:hAnsi="Arial" w:cs="Arial"/>
          <w:sz w:val="22"/>
          <w:szCs w:val="22"/>
        </w:rPr>
        <w:t xml:space="preserve">Iga kogutud veredoos saab ISBT128 standardi alusel unikaalse verenumbri, mis tagab vere jälgitavuse doonorist retsipiendini ja vastupidi. Seetõttu saab verekeskuse volitatud töötaja </w:t>
      </w:r>
      <w:r w:rsidR="5AED97E0" w:rsidRPr="00CD1178">
        <w:rPr>
          <w:rFonts w:ascii="Arial" w:hAnsi="Arial" w:cs="Arial"/>
          <w:sz w:val="22"/>
          <w:szCs w:val="22"/>
        </w:rPr>
        <w:t>r</w:t>
      </w:r>
      <w:r w:rsidRPr="00CD1178">
        <w:rPr>
          <w:rFonts w:ascii="Arial" w:hAnsi="Arial" w:cs="Arial"/>
          <w:sz w:val="22"/>
          <w:szCs w:val="22"/>
        </w:rPr>
        <w:t xml:space="preserve">etsipiendi vereülekande reaktsiooni puhul verenumbri alusel </w:t>
      </w:r>
      <w:r w:rsidR="5A508E84" w:rsidRPr="00CD1178">
        <w:rPr>
          <w:rFonts w:ascii="Arial" w:hAnsi="Arial" w:cs="Arial"/>
          <w:sz w:val="22"/>
          <w:szCs w:val="22"/>
        </w:rPr>
        <w:t>doonorini tagasi jõuda.</w:t>
      </w:r>
      <w:r w:rsidR="278D7B86" w:rsidRPr="00CD1178">
        <w:rPr>
          <w:rFonts w:ascii="Arial" w:hAnsi="Arial" w:cs="Arial"/>
          <w:sz w:val="22"/>
          <w:szCs w:val="22"/>
        </w:rPr>
        <w:t xml:space="preserve"> </w:t>
      </w:r>
      <w:r w:rsidR="00913547">
        <w:rPr>
          <w:rFonts w:ascii="Arial" w:hAnsi="Arial" w:cs="Arial"/>
          <w:sz w:val="22"/>
          <w:szCs w:val="22"/>
        </w:rPr>
        <w:t>Alates v</w:t>
      </w:r>
      <w:r w:rsidR="278D7B86" w:rsidRPr="00CD1178">
        <w:rPr>
          <w:rFonts w:ascii="Arial" w:hAnsi="Arial" w:cs="Arial"/>
          <w:sz w:val="22"/>
          <w:szCs w:val="22"/>
        </w:rPr>
        <w:t>ereloovutuse hetkest liiguvad veri ja verekomponendid edasi selle numbr</w:t>
      </w:r>
      <w:r w:rsidR="0BFA3F09" w:rsidRPr="00CD1178">
        <w:rPr>
          <w:rFonts w:ascii="Arial" w:hAnsi="Arial" w:cs="Arial"/>
          <w:sz w:val="22"/>
          <w:szCs w:val="22"/>
        </w:rPr>
        <w:t>iga</w:t>
      </w:r>
      <w:r w:rsidR="278D7B86" w:rsidRPr="00CD1178">
        <w:rPr>
          <w:rFonts w:ascii="Arial" w:hAnsi="Arial" w:cs="Arial"/>
          <w:sz w:val="22"/>
          <w:szCs w:val="22"/>
        </w:rPr>
        <w:t xml:space="preserve">. Verekeskuste spetsialistid, kes tegelevad veretöötlemisega, </w:t>
      </w:r>
      <w:r w:rsidR="278D7B86" w:rsidRPr="00EA45D7">
        <w:rPr>
          <w:rFonts w:ascii="Arial" w:hAnsi="Arial" w:cs="Arial"/>
          <w:sz w:val="22"/>
          <w:szCs w:val="22"/>
        </w:rPr>
        <w:t>puutu</w:t>
      </w:r>
      <w:r w:rsidR="009F5063">
        <w:rPr>
          <w:rFonts w:ascii="Arial" w:hAnsi="Arial" w:cs="Arial"/>
          <w:sz w:val="22"/>
          <w:szCs w:val="22"/>
        </w:rPr>
        <w:t>vad</w:t>
      </w:r>
      <w:r w:rsidR="278D7B86" w:rsidRPr="00EA45D7">
        <w:rPr>
          <w:rFonts w:ascii="Arial" w:hAnsi="Arial" w:cs="Arial"/>
          <w:sz w:val="22"/>
          <w:szCs w:val="22"/>
        </w:rPr>
        <w:t xml:space="preserve"> kokku</w:t>
      </w:r>
      <w:r w:rsidR="57C6C543" w:rsidRPr="00EA45D7">
        <w:rPr>
          <w:rFonts w:ascii="Arial" w:hAnsi="Arial" w:cs="Arial"/>
          <w:sz w:val="22"/>
          <w:szCs w:val="22"/>
        </w:rPr>
        <w:t xml:space="preserve"> verepreparaadile või komponendile omistatud unikaalse </w:t>
      </w:r>
      <w:r w:rsidR="67FBF0F3" w:rsidRPr="00EA45D7">
        <w:rPr>
          <w:rFonts w:ascii="Arial" w:hAnsi="Arial" w:cs="Arial"/>
          <w:sz w:val="22"/>
          <w:szCs w:val="22"/>
        </w:rPr>
        <w:t>vere</w:t>
      </w:r>
      <w:r w:rsidR="57C6C543" w:rsidRPr="00EA45D7">
        <w:rPr>
          <w:rFonts w:ascii="Arial" w:hAnsi="Arial" w:cs="Arial"/>
          <w:sz w:val="22"/>
          <w:szCs w:val="22"/>
        </w:rPr>
        <w:t>numbriga</w:t>
      </w:r>
      <w:r w:rsidR="001C26FB">
        <w:rPr>
          <w:rFonts w:ascii="Arial" w:hAnsi="Arial" w:cs="Arial"/>
          <w:sz w:val="22"/>
          <w:szCs w:val="22"/>
        </w:rPr>
        <w:t xml:space="preserve">, mitte </w:t>
      </w:r>
      <w:r w:rsidR="001C26FB" w:rsidRPr="00EA45D7">
        <w:rPr>
          <w:rFonts w:ascii="Arial" w:hAnsi="Arial" w:cs="Arial"/>
          <w:sz w:val="22"/>
          <w:szCs w:val="22"/>
        </w:rPr>
        <w:t>doonori isikuandmetega</w:t>
      </w:r>
      <w:r w:rsidR="57C6C543" w:rsidRPr="00CD1178">
        <w:rPr>
          <w:rFonts w:ascii="Arial" w:hAnsi="Arial" w:cs="Arial"/>
          <w:sz w:val="22"/>
          <w:szCs w:val="22"/>
        </w:rPr>
        <w:t>.</w:t>
      </w:r>
    </w:p>
    <w:p w14:paraId="659F8DD2" w14:textId="5FA1B4AB" w:rsidR="7F072F49" w:rsidRPr="00CD1178" w:rsidRDefault="7F072F49" w:rsidP="434FB2D3">
      <w:pPr>
        <w:jc w:val="both"/>
        <w:rPr>
          <w:rFonts w:ascii="Arial" w:hAnsi="Arial" w:cs="Arial"/>
          <w:sz w:val="22"/>
          <w:szCs w:val="22"/>
        </w:rPr>
      </w:pPr>
    </w:p>
    <w:p w14:paraId="23B35DAF" w14:textId="168143E1" w:rsidR="42F28FFF" w:rsidRPr="00CD1178" w:rsidRDefault="42F28FFF" w:rsidP="434FB2D3">
      <w:pPr>
        <w:jc w:val="both"/>
        <w:rPr>
          <w:rFonts w:ascii="Arial" w:hAnsi="Arial" w:cs="Arial"/>
          <w:sz w:val="22"/>
          <w:szCs w:val="22"/>
        </w:rPr>
      </w:pPr>
      <w:r w:rsidRPr="00CD1178">
        <w:rPr>
          <w:rFonts w:ascii="Arial" w:hAnsi="Arial" w:cs="Arial"/>
          <w:sz w:val="22"/>
          <w:szCs w:val="22"/>
        </w:rPr>
        <w:t xml:space="preserve">Doonori </w:t>
      </w:r>
      <w:r w:rsidR="002537B6" w:rsidRPr="00CD1178">
        <w:rPr>
          <w:rFonts w:ascii="Arial" w:hAnsi="Arial" w:cs="Arial"/>
          <w:sz w:val="22"/>
          <w:szCs w:val="22"/>
        </w:rPr>
        <w:t>verekeskuses</w:t>
      </w:r>
      <w:r w:rsidR="002537B6">
        <w:rPr>
          <w:rFonts w:ascii="Arial" w:hAnsi="Arial" w:cs="Arial"/>
          <w:sz w:val="22"/>
          <w:szCs w:val="22"/>
        </w:rPr>
        <w:t>se</w:t>
      </w:r>
      <w:r w:rsidR="002537B6" w:rsidRPr="00CD1178">
        <w:rPr>
          <w:rFonts w:ascii="Arial" w:hAnsi="Arial" w:cs="Arial"/>
          <w:sz w:val="22"/>
          <w:szCs w:val="22"/>
        </w:rPr>
        <w:t xml:space="preserve"> </w:t>
      </w:r>
      <w:r w:rsidRPr="00CD1178">
        <w:rPr>
          <w:rFonts w:ascii="Arial" w:hAnsi="Arial" w:cs="Arial"/>
          <w:sz w:val="22"/>
          <w:szCs w:val="22"/>
        </w:rPr>
        <w:t>vastuvõtmisel</w:t>
      </w:r>
      <w:r w:rsidR="0A714A08" w:rsidRPr="00CD1178">
        <w:rPr>
          <w:rFonts w:ascii="Arial" w:hAnsi="Arial" w:cs="Arial"/>
          <w:sz w:val="22"/>
          <w:szCs w:val="22"/>
        </w:rPr>
        <w:t xml:space="preserve"> </w:t>
      </w:r>
      <w:r w:rsidRPr="00CD1178">
        <w:rPr>
          <w:rFonts w:ascii="Arial" w:hAnsi="Arial" w:cs="Arial"/>
          <w:sz w:val="22"/>
          <w:szCs w:val="22"/>
        </w:rPr>
        <w:t>kontrollitakse tema andmeid (kontaktandmed, elukoht</w:t>
      </w:r>
      <w:r w:rsidR="3F907169" w:rsidRPr="00CD1178">
        <w:rPr>
          <w:rFonts w:ascii="Arial" w:hAnsi="Arial" w:cs="Arial"/>
          <w:sz w:val="22"/>
          <w:szCs w:val="22"/>
        </w:rPr>
        <w:t xml:space="preserve"> linna/valla tasemel; </w:t>
      </w:r>
      <w:r w:rsidRPr="00CD1178">
        <w:rPr>
          <w:rFonts w:ascii="Arial" w:hAnsi="Arial" w:cs="Arial"/>
          <w:sz w:val="22"/>
          <w:szCs w:val="22"/>
        </w:rPr>
        <w:t>vajaduse</w:t>
      </w:r>
      <w:r w:rsidR="00641ACC">
        <w:rPr>
          <w:rFonts w:ascii="Arial" w:hAnsi="Arial" w:cs="Arial"/>
          <w:sz w:val="22"/>
          <w:szCs w:val="22"/>
        </w:rPr>
        <w:t xml:space="preserve"> korra</w:t>
      </w:r>
      <w:r w:rsidRPr="00CD1178">
        <w:rPr>
          <w:rFonts w:ascii="Arial" w:hAnsi="Arial" w:cs="Arial"/>
          <w:sz w:val="22"/>
          <w:szCs w:val="22"/>
        </w:rPr>
        <w:t>l eelistused kutsumise, vereloovutuse liigi ja vereloovu</w:t>
      </w:r>
      <w:r w:rsidR="2991887B" w:rsidRPr="00CD1178">
        <w:rPr>
          <w:rFonts w:ascii="Arial" w:hAnsi="Arial" w:cs="Arial"/>
          <w:sz w:val="22"/>
          <w:szCs w:val="22"/>
        </w:rPr>
        <w:t xml:space="preserve">tuskoha </w:t>
      </w:r>
      <w:r w:rsidR="00641ACC">
        <w:rPr>
          <w:rFonts w:ascii="Arial" w:hAnsi="Arial" w:cs="Arial"/>
          <w:sz w:val="22"/>
          <w:szCs w:val="22"/>
        </w:rPr>
        <w:t>kohta</w:t>
      </w:r>
      <w:r w:rsidR="2991887B" w:rsidRPr="00CD1178">
        <w:rPr>
          <w:rFonts w:ascii="Arial" w:hAnsi="Arial" w:cs="Arial"/>
          <w:sz w:val="22"/>
          <w:szCs w:val="22"/>
        </w:rPr>
        <w:t xml:space="preserve">). </w:t>
      </w:r>
      <w:r w:rsidR="3AE85AD2" w:rsidRPr="00CD1178">
        <w:rPr>
          <w:rFonts w:ascii="Arial" w:hAnsi="Arial" w:cs="Arial"/>
          <w:sz w:val="22"/>
          <w:szCs w:val="22"/>
        </w:rPr>
        <w:t>Meditsiinilise läbivaatuse käigus vaadatakse koos doonoriga üle tema täidetud terviseküsimustik ning vajaduse</w:t>
      </w:r>
      <w:r w:rsidR="00641ACC">
        <w:rPr>
          <w:rFonts w:ascii="Arial" w:hAnsi="Arial" w:cs="Arial"/>
          <w:sz w:val="22"/>
          <w:szCs w:val="22"/>
        </w:rPr>
        <w:t xml:space="preserve"> korra</w:t>
      </w:r>
      <w:r w:rsidR="3AE85AD2" w:rsidRPr="00CD1178">
        <w:rPr>
          <w:rFonts w:ascii="Arial" w:hAnsi="Arial" w:cs="Arial"/>
          <w:sz w:val="22"/>
          <w:szCs w:val="22"/>
        </w:rPr>
        <w:t>l kohandatakse vastuseid</w:t>
      </w:r>
      <w:r w:rsidR="00641ACC">
        <w:rPr>
          <w:rFonts w:ascii="Arial" w:hAnsi="Arial" w:cs="Arial"/>
          <w:sz w:val="22"/>
          <w:szCs w:val="22"/>
        </w:rPr>
        <w:t xml:space="preserve"> ja</w:t>
      </w:r>
      <w:r w:rsidR="3AE85AD2" w:rsidRPr="00CD1178">
        <w:rPr>
          <w:rFonts w:ascii="Arial" w:hAnsi="Arial" w:cs="Arial"/>
          <w:sz w:val="22"/>
          <w:szCs w:val="22"/>
        </w:rPr>
        <w:t xml:space="preserve"> lisatakse märkuse</w:t>
      </w:r>
      <w:r w:rsidR="009F1353">
        <w:rPr>
          <w:rFonts w:ascii="Arial" w:hAnsi="Arial" w:cs="Arial"/>
          <w:sz w:val="22"/>
          <w:szCs w:val="22"/>
        </w:rPr>
        <w:t>d.</w:t>
      </w:r>
      <w:r w:rsidR="3AE85AD2" w:rsidRPr="00CD1178">
        <w:rPr>
          <w:rFonts w:ascii="Arial" w:hAnsi="Arial" w:cs="Arial"/>
          <w:sz w:val="22"/>
          <w:szCs w:val="22"/>
        </w:rPr>
        <w:t xml:space="preserve"> Pärast verekogumist ja analüüside </w:t>
      </w:r>
      <w:r w:rsidR="00641ACC">
        <w:rPr>
          <w:rFonts w:ascii="Arial" w:hAnsi="Arial" w:cs="Arial"/>
          <w:sz w:val="22"/>
          <w:szCs w:val="22"/>
        </w:rPr>
        <w:t>tege</w:t>
      </w:r>
      <w:r w:rsidR="3AE85AD2" w:rsidRPr="00CD1178">
        <w:rPr>
          <w:rFonts w:ascii="Arial" w:hAnsi="Arial" w:cs="Arial"/>
          <w:sz w:val="22"/>
          <w:szCs w:val="22"/>
        </w:rPr>
        <w:t>mist sisestatakse tulemused</w:t>
      </w:r>
      <w:r w:rsidR="0D48C497" w:rsidRPr="00CD1178">
        <w:rPr>
          <w:rFonts w:ascii="Arial" w:hAnsi="Arial" w:cs="Arial"/>
          <w:sz w:val="22"/>
          <w:szCs w:val="22"/>
        </w:rPr>
        <w:t>.</w:t>
      </w:r>
    </w:p>
    <w:p w14:paraId="144FB3BB" w14:textId="77777777" w:rsidR="004B01B6" w:rsidRDefault="004B01B6" w:rsidP="434FB2D3">
      <w:pPr>
        <w:jc w:val="both"/>
        <w:rPr>
          <w:rFonts w:ascii="Arial" w:hAnsi="Arial" w:cs="Arial"/>
          <w:sz w:val="22"/>
          <w:szCs w:val="22"/>
        </w:rPr>
      </w:pPr>
    </w:p>
    <w:p w14:paraId="0AD827C6" w14:textId="36386078" w:rsidR="3B6B436B" w:rsidRPr="00CD1178" w:rsidRDefault="3B6B436B" w:rsidP="434FB2D3">
      <w:pPr>
        <w:jc w:val="both"/>
        <w:rPr>
          <w:rFonts w:ascii="Arial" w:hAnsi="Arial" w:cs="Arial"/>
          <w:sz w:val="22"/>
          <w:szCs w:val="22"/>
        </w:rPr>
      </w:pPr>
      <w:r w:rsidRPr="44840491">
        <w:rPr>
          <w:rFonts w:ascii="Arial" w:hAnsi="Arial" w:cs="Arial"/>
          <w:sz w:val="22"/>
          <w:szCs w:val="22"/>
        </w:rPr>
        <w:t>V</w:t>
      </w:r>
      <w:r w:rsidR="36CC0F9C" w:rsidRPr="44840491">
        <w:rPr>
          <w:rFonts w:ascii="Arial" w:hAnsi="Arial" w:cs="Arial"/>
          <w:sz w:val="22"/>
          <w:szCs w:val="22"/>
        </w:rPr>
        <w:t>erekeskuses</w:t>
      </w:r>
      <w:r w:rsidR="10F34DAC" w:rsidRPr="44840491">
        <w:rPr>
          <w:rFonts w:ascii="Arial" w:hAnsi="Arial" w:cs="Arial"/>
          <w:sz w:val="22"/>
          <w:szCs w:val="22"/>
        </w:rPr>
        <w:t xml:space="preserve"> </w:t>
      </w:r>
      <w:r w:rsidR="0A0A84F1" w:rsidRPr="44840491">
        <w:rPr>
          <w:rFonts w:ascii="Arial" w:hAnsi="Arial" w:cs="Arial"/>
          <w:sz w:val="22"/>
          <w:szCs w:val="22"/>
        </w:rPr>
        <w:t xml:space="preserve">kogutakse ja analüüsitakse </w:t>
      </w:r>
      <w:r w:rsidR="516AC4E2" w:rsidRPr="44840491">
        <w:rPr>
          <w:rFonts w:ascii="Arial" w:hAnsi="Arial" w:cs="Arial"/>
          <w:sz w:val="22"/>
          <w:szCs w:val="22"/>
        </w:rPr>
        <w:t>isikustamata</w:t>
      </w:r>
      <w:r w:rsidR="038D2E03" w:rsidRPr="44840491">
        <w:rPr>
          <w:rFonts w:ascii="Arial" w:hAnsi="Arial" w:cs="Arial"/>
          <w:sz w:val="22"/>
          <w:szCs w:val="22"/>
        </w:rPr>
        <w:t xml:space="preserve"> </w:t>
      </w:r>
      <w:r w:rsidR="36CC0F9C" w:rsidRPr="44840491">
        <w:rPr>
          <w:rFonts w:ascii="Arial" w:hAnsi="Arial" w:cs="Arial"/>
          <w:sz w:val="22"/>
          <w:szCs w:val="22"/>
        </w:rPr>
        <w:t>v</w:t>
      </w:r>
      <w:r w:rsidRPr="44840491">
        <w:rPr>
          <w:rFonts w:ascii="Arial" w:hAnsi="Arial" w:cs="Arial"/>
          <w:sz w:val="22"/>
          <w:szCs w:val="22"/>
        </w:rPr>
        <w:t>ere ja verekomponentide</w:t>
      </w:r>
      <w:r w:rsidR="54D76C58" w:rsidRPr="44840491">
        <w:rPr>
          <w:rFonts w:ascii="Arial" w:hAnsi="Arial" w:cs="Arial"/>
          <w:sz w:val="22"/>
          <w:szCs w:val="22"/>
        </w:rPr>
        <w:t xml:space="preserve"> käitlemise</w:t>
      </w:r>
      <w:r w:rsidRPr="44840491">
        <w:rPr>
          <w:rFonts w:ascii="Arial" w:hAnsi="Arial" w:cs="Arial"/>
          <w:sz w:val="22"/>
          <w:szCs w:val="22"/>
        </w:rPr>
        <w:t xml:space="preserve"> andme</w:t>
      </w:r>
      <w:r w:rsidR="00E01289">
        <w:rPr>
          <w:rFonts w:ascii="Arial" w:hAnsi="Arial" w:cs="Arial"/>
          <w:sz w:val="22"/>
          <w:szCs w:val="22"/>
        </w:rPr>
        <w:t>i</w:t>
      </w:r>
      <w:r w:rsidRPr="44840491">
        <w:rPr>
          <w:rFonts w:ascii="Arial" w:hAnsi="Arial" w:cs="Arial"/>
          <w:sz w:val="22"/>
          <w:szCs w:val="22"/>
        </w:rPr>
        <w:t>d.</w:t>
      </w:r>
      <w:r w:rsidR="12A58D37" w:rsidRPr="44840491">
        <w:rPr>
          <w:rFonts w:ascii="Arial" w:hAnsi="Arial" w:cs="Arial"/>
          <w:sz w:val="22"/>
          <w:szCs w:val="22"/>
        </w:rPr>
        <w:t xml:space="preserve"> </w:t>
      </w:r>
      <w:r w:rsidR="2A5AAF85" w:rsidRPr="44840491">
        <w:rPr>
          <w:rFonts w:ascii="Arial" w:hAnsi="Arial" w:cs="Arial"/>
          <w:sz w:val="22"/>
          <w:szCs w:val="22"/>
        </w:rPr>
        <w:t xml:space="preserve">Verekabinettides </w:t>
      </w:r>
      <w:r w:rsidR="40DEF658" w:rsidRPr="44840491">
        <w:rPr>
          <w:rFonts w:ascii="Arial" w:hAnsi="Arial" w:cs="Arial"/>
          <w:sz w:val="22"/>
          <w:szCs w:val="22"/>
        </w:rPr>
        <w:t xml:space="preserve">kogutakse </w:t>
      </w:r>
      <w:r w:rsidR="2A5AAF85" w:rsidRPr="44840491">
        <w:rPr>
          <w:rFonts w:ascii="Arial" w:hAnsi="Arial" w:cs="Arial"/>
          <w:sz w:val="22"/>
          <w:szCs w:val="22"/>
        </w:rPr>
        <w:t>r</w:t>
      </w:r>
      <w:r w:rsidRPr="44840491">
        <w:rPr>
          <w:rFonts w:ascii="Arial" w:hAnsi="Arial" w:cs="Arial"/>
          <w:sz w:val="22"/>
          <w:szCs w:val="22"/>
        </w:rPr>
        <w:t>etsipien</w:t>
      </w:r>
      <w:r w:rsidR="0A20EF3E" w:rsidRPr="44840491">
        <w:rPr>
          <w:rFonts w:ascii="Arial" w:hAnsi="Arial" w:cs="Arial"/>
          <w:sz w:val="22"/>
          <w:szCs w:val="22"/>
        </w:rPr>
        <w:t>di</w:t>
      </w:r>
      <w:r w:rsidRPr="44840491">
        <w:rPr>
          <w:rFonts w:ascii="Arial" w:hAnsi="Arial" w:cs="Arial"/>
          <w:sz w:val="22"/>
          <w:szCs w:val="22"/>
        </w:rPr>
        <w:t xml:space="preserve"> </w:t>
      </w:r>
      <w:r w:rsidR="6FA68FAC" w:rsidRPr="44840491">
        <w:rPr>
          <w:rFonts w:ascii="Arial" w:hAnsi="Arial" w:cs="Arial"/>
          <w:sz w:val="22"/>
          <w:szCs w:val="22"/>
        </w:rPr>
        <w:t>andme</w:t>
      </w:r>
      <w:r w:rsidR="28873E6C" w:rsidRPr="44840491">
        <w:rPr>
          <w:rFonts w:ascii="Arial" w:hAnsi="Arial" w:cs="Arial"/>
          <w:sz w:val="22"/>
          <w:szCs w:val="22"/>
        </w:rPr>
        <w:t>i</w:t>
      </w:r>
      <w:r w:rsidR="6FA68FAC" w:rsidRPr="44840491">
        <w:rPr>
          <w:rFonts w:ascii="Arial" w:hAnsi="Arial" w:cs="Arial"/>
          <w:sz w:val="22"/>
          <w:szCs w:val="22"/>
        </w:rPr>
        <w:t>d</w:t>
      </w:r>
      <w:r w:rsidR="00E01289">
        <w:rPr>
          <w:rFonts w:ascii="Arial" w:hAnsi="Arial" w:cs="Arial"/>
          <w:sz w:val="22"/>
          <w:szCs w:val="22"/>
        </w:rPr>
        <w:t xml:space="preserve"> (</w:t>
      </w:r>
      <w:r w:rsidR="6FA68FAC" w:rsidRPr="44840491">
        <w:rPr>
          <w:rFonts w:ascii="Arial" w:hAnsi="Arial" w:cs="Arial"/>
          <w:sz w:val="22"/>
          <w:szCs w:val="22"/>
        </w:rPr>
        <w:t xml:space="preserve">isikukood </w:t>
      </w:r>
      <w:r w:rsidR="50F04672" w:rsidRPr="44840491">
        <w:rPr>
          <w:rFonts w:ascii="Arial" w:hAnsi="Arial" w:cs="Arial"/>
          <w:sz w:val="22"/>
          <w:szCs w:val="22"/>
        </w:rPr>
        <w:t xml:space="preserve">ja </w:t>
      </w:r>
      <w:r w:rsidR="6FA68FAC" w:rsidRPr="44840491">
        <w:rPr>
          <w:rFonts w:ascii="Arial" w:hAnsi="Arial" w:cs="Arial"/>
          <w:sz w:val="22"/>
          <w:szCs w:val="22"/>
        </w:rPr>
        <w:t>nimi</w:t>
      </w:r>
      <w:r w:rsidR="00E01289">
        <w:rPr>
          <w:rFonts w:ascii="Arial" w:hAnsi="Arial" w:cs="Arial"/>
          <w:sz w:val="22"/>
          <w:szCs w:val="22"/>
        </w:rPr>
        <w:t>)</w:t>
      </w:r>
      <w:r w:rsidR="6FA68FAC" w:rsidRPr="44840491">
        <w:rPr>
          <w:rFonts w:ascii="Arial" w:hAnsi="Arial" w:cs="Arial"/>
          <w:sz w:val="22"/>
          <w:szCs w:val="22"/>
        </w:rPr>
        <w:t xml:space="preserve">. </w:t>
      </w:r>
      <w:r w:rsidR="2FE8EFC6" w:rsidRPr="44840491">
        <w:rPr>
          <w:rFonts w:ascii="Arial" w:hAnsi="Arial" w:cs="Arial"/>
          <w:sz w:val="22"/>
          <w:szCs w:val="22"/>
        </w:rPr>
        <w:t>Samuti kogutakse ja analüüsitakse r</w:t>
      </w:r>
      <w:r w:rsidR="6FA68FAC" w:rsidRPr="44840491">
        <w:rPr>
          <w:rFonts w:ascii="Arial" w:hAnsi="Arial" w:cs="Arial"/>
          <w:sz w:val="22"/>
          <w:szCs w:val="22"/>
        </w:rPr>
        <w:t xml:space="preserve">etsipiendi </w:t>
      </w:r>
      <w:r w:rsidRPr="44840491">
        <w:rPr>
          <w:rFonts w:ascii="Arial" w:hAnsi="Arial" w:cs="Arial"/>
          <w:sz w:val="22"/>
          <w:szCs w:val="22"/>
        </w:rPr>
        <w:t>vereanalüüside</w:t>
      </w:r>
      <w:r w:rsidR="31F8BB9D" w:rsidRPr="44840491">
        <w:rPr>
          <w:rFonts w:ascii="Arial" w:hAnsi="Arial" w:cs="Arial"/>
          <w:sz w:val="22"/>
          <w:szCs w:val="22"/>
        </w:rPr>
        <w:t xml:space="preserve"> tellimus</w:t>
      </w:r>
      <w:r w:rsidR="57C679F1" w:rsidRPr="44840491">
        <w:rPr>
          <w:rFonts w:ascii="Arial" w:hAnsi="Arial" w:cs="Arial"/>
          <w:sz w:val="22"/>
          <w:szCs w:val="22"/>
        </w:rPr>
        <w:t xml:space="preserve">te ja analüüside </w:t>
      </w:r>
      <w:r w:rsidRPr="44840491">
        <w:rPr>
          <w:rFonts w:ascii="Arial" w:hAnsi="Arial" w:cs="Arial"/>
          <w:sz w:val="22"/>
          <w:szCs w:val="22"/>
        </w:rPr>
        <w:t>tulemus</w:t>
      </w:r>
      <w:r w:rsidR="2BB0C29A" w:rsidRPr="44840491">
        <w:rPr>
          <w:rFonts w:ascii="Arial" w:hAnsi="Arial" w:cs="Arial"/>
          <w:sz w:val="22"/>
          <w:szCs w:val="22"/>
        </w:rPr>
        <w:t>t</w:t>
      </w:r>
      <w:r w:rsidRPr="44840491">
        <w:rPr>
          <w:rFonts w:ascii="Arial" w:hAnsi="Arial" w:cs="Arial"/>
          <w:sz w:val="22"/>
          <w:szCs w:val="22"/>
        </w:rPr>
        <w:t>e</w:t>
      </w:r>
      <w:r w:rsidR="1F2D4102" w:rsidRPr="44840491">
        <w:rPr>
          <w:rFonts w:ascii="Arial" w:hAnsi="Arial" w:cs="Arial"/>
          <w:sz w:val="22"/>
          <w:szCs w:val="22"/>
        </w:rPr>
        <w:t xml:space="preserve"> andme</w:t>
      </w:r>
      <w:r w:rsidR="6B4B0B28" w:rsidRPr="44840491">
        <w:rPr>
          <w:rFonts w:ascii="Arial" w:hAnsi="Arial" w:cs="Arial"/>
          <w:sz w:val="22"/>
          <w:szCs w:val="22"/>
        </w:rPr>
        <w:t>i</w:t>
      </w:r>
      <w:r w:rsidR="1F2D4102" w:rsidRPr="44840491">
        <w:rPr>
          <w:rFonts w:ascii="Arial" w:hAnsi="Arial" w:cs="Arial"/>
          <w:sz w:val="22"/>
          <w:szCs w:val="22"/>
        </w:rPr>
        <w:t>d. Re</w:t>
      </w:r>
      <w:r w:rsidR="764587F1" w:rsidRPr="44840491">
        <w:rPr>
          <w:rFonts w:ascii="Arial" w:hAnsi="Arial" w:cs="Arial"/>
          <w:sz w:val="22"/>
          <w:szCs w:val="22"/>
        </w:rPr>
        <w:t xml:space="preserve">gistreeritakse </w:t>
      </w:r>
      <w:r w:rsidRPr="44840491">
        <w:rPr>
          <w:rFonts w:ascii="Arial" w:hAnsi="Arial" w:cs="Arial"/>
          <w:sz w:val="22"/>
          <w:szCs w:val="22"/>
        </w:rPr>
        <w:t>vereülekannete andmed</w:t>
      </w:r>
      <w:r w:rsidR="5ADD3F54" w:rsidRPr="44840491">
        <w:rPr>
          <w:rFonts w:ascii="Arial" w:hAnsi="Arial" w:cs="Arial"/>
          <w:sz w:val="22"/>
          <w:szCs w:val="22"/>
        </w:rPr>
        <w:t xml:space="preserve"> (</w:t>
      </w:r>
      <w:r w:rsidR="0B82530B" w:rsidRPr="44840491">
        <w:rPr>
          <w:rFonts w:ascii="Arial" w:hAnsi="Arial" w:cs="Arial"/>
          <w:sz w:val="22"/>
          <w:szCs w:val="22"/>
        </w:rPr>
        <w:t xml:space="preserve">vereülekande tellija, </w:t>
      </w:r>
      <w:r w:rsidR="5ADD3F54" w:rsidRPr="44840491">
        <w:rPr>
          <w:rFonts w:ascii="Arial" w:hAnsi="Arial" w:cs="Arial"/>
          <w:sz w:val="22"/>
          <w:szCs w:val="22"/>
        </w:rPr>
        <w:t xml:space="preserve">vere ja verekomponendi verenumber, ülekande </w:t>
      </w:r>
      <w:r w:rsidR="0043408C">
        <w:rPr>
          <w:rFonts w:ascii="Arial" w:hAnsi="Arial" w:cs="Arial"/>
          <w:sz w:val="22"/>
          <w:szCs w:val="22"/>
        </w:rPr>
        <w:t>tegi</w:t>
      </w:r>
      <w:r w:rsidR="5ADD3F54" w:rsidRPr="44840491">
        <w:rPr>
          <w:rFonts w:ascii="Arial" w:hAnsi="Arial" w:cs="Arial"/>
          <w:sz w:val="22"/>
          <w:szCs w:val="22"/>
        </w:rPr>
        <w:t>ja, aeg</w:t>
      </w:r>
      <w:r w:rsidR="2BC42317" w:rsidRPr="44840491">
        <w:rPr>
          <w:rFonts w:ascii="Arial" w:hAnsi="Arial" w:cs="Arial"/>
          <w:sz w:val="22"/>
          <w:szCs w:val="22"/>
        </w:rPr>
        <w:t xml:space="preserve">, </w:t>
      </w:r>
      <w:r w:rsidR="69DD307F" w:rsidRPr="44840491">
        <w:rPr>
          <w:rFonts w:ascii="Arial" w:hAnsi="Arial" w:cs="Arial"/>
          <w:sz w:val="22"/>
          <w:szCs w:val="22"/>
        </w:rPr>
        <w:t xml:space="preserve">võimalikud vereülekande </w:t>
      </w:r>
      <w:r w:rsidR="2BC42317" w:rsidRPr="44840491">
        <w:rPr>
          <w:rFonts w:ascii="Arial" w:hAnsi="Arial" w:cs="Arial"/>
          <w:sz w:val="22"/>
          <w:szCs w:val="22"/>
        </w:rPr>
        <w:t>reaktsioonid</w:t>
      </w:r>
      <w:r w:rsidR="5ADD3F54" w:rsidRPr="44840491">
        <w:rPr>
          <w:rFonts w:ascii="Arial" w:hAnsi="Arial" w:cs="Arial"/>
          <w:sz w:val="22"/>
          <w:szCs w:val="22"/>
        </w:rPr>
        <w:t>)</w:t>
      </w:r>
      <w:r w:rsidR="3886954A" w:rsidRPr="44840491">
        <w:rPr>
          <w:rFonts w:ascii="Arial" w:hAnsi="Arial" w:cs="Arial"/>
          <w:sz w:val="22"/>
          <w:szCs w:val="22"/>
        </w:rPr>
        <w:t>.</w:t>
      </w:r>
    </w:p>
    <w:p w14:paraId="44E991BB" w14:textId="648524C0" w:rsidR="2B04A97D" w:rsidRPr="00CD1178" w:rsidRDefault="2B04A97D" w:rsidP="434FB2D3">
      <w:pPr>
        <w:jc w:val="both"/>
        <w:rPr>
          <w:rFonts w:ascii="Arial" w:hAnsi="Arial" w:cs="Arial"/>
          <w:sz w:val="22"/>
          <w:szCs w:val="22"/>
        </w:rPr>
      </w:pPr>
    </w:p>
    <w:p w14:paraId="46635163" w14:textId="2072D3F0" w:rsidR="4BD1F576" w:rsidRPr="00CD1178" w:rsidRDefault="4BD1F576" w:rsidP="434FB2D3">
      <w:pPr>
        <w:jc w:val="both"/>
        <w:rPr>
          <w:rFonts w:ascii="Arial" w:eastAsia="Arial" w:hAnsi="Arial" w:cs="Arial"/>
          <w:color w:val="000000" w:themeColor="text1"/>
          <w:sz w:val="22"/>
          <w:szCs w:val="22"/>
        </w:rPr>
      </w:pPr>
      <w:r w:rsidRPr="44840491">
        <w:rPr>
          <w:rFonts w:ascii="Arial" w:eastAsia="Arial" w:hAnsi="Arial" w:cs="Arial"/>
          <w:color w:val="000000" w:themeColor="text1"/>
          <w:sz w:val="22"/>
          <w:szCs w:val="22"/>
        </w:rPr>
        <w:t>D</w:t>
      </w:r>
      <w:r w:rsidR="4A34A719" w:rsidRPr="44840491">
        <w:rPr>
          <w:rFonts w:ascii="Arial" w:eastAsia="Arial" w:hAnsi="Arial" w:cs="Arial"/>
          <w:color w:val="000000" w:themeColor="text1"/>
          <w:sz w:val="22"/>
          <w:szCs w:val="22"/>
        </w:rPr>
        <w:t>oonorite andme</w:t>
      </w:r>
      <w:r w:rsidR="006D04F1">
        <w:rPr>
          <w:rFonts w:ascii="Arial" w:eastAsia="Arial" w:hAnsi="Arial" w:cs="Arial"/>
          <w:color w:val="000000" w:themeColor="text1"/>
          <w:sz w:val="22"/>
          <w:szCs w:val="22"/>
        </w:rPr>
        <w:t>id</w:t>
      </w:r>
      <w:r w:rsidR="4A34A719" w:rsidRPr="44840491">
        <w:rPr>
          <w:rFonts w:ascii="Arial" w:eastAsia="Arial" w:hAnsi="Arial" w:cs="Arial"/>
          <w:color w:val="000000" w:themeColor="text1"/>
          <w:sz w:val="22"/>
          <w:szCs w:val="22"/>
        </w:rPr>
        <w:t xml:space="preserve"> töö</w:t>
      </w:r>
      <w:r w:rsidR="006D04F1">
        <w:rPr>
          <w:rFonts w:ascii="Arial" w:eastAsia="Arial" w:hAnsi="Arial" w:cs="Arial"/>
          <w:color w:val="000000" w:themeColor="text1"/>
          <w:sz w:val="22"/>
          <w:szCs w:val="22"/>
        </w:rPr>
        <w:t>deldakse</w:t>
      </w:r>
      <w:r w:rsidR="4E364D8E" w:rsidRPr="44840491">
        <w:rPr>
          <w:rFonts w:ascii="Arial" w:eastAsia="Arial" w:hAnsi="Arial" w:cs="Arial"/>
          <w:color w:val="000000" w:themeColor="text1"/>
          <w:sz w:val="22"/>
          <w:szCs w:val="22"/>
        </w:rPr>
        <w:t xml:space="preserve"> verekeskustes </w:t>
      </w:r>
      <w:r w:rsidR="00430ADC" w:rsidRPr="44840491">
        <w:rPr>
          <w:rFonts w:ascii="Arial" w:eastAsia="Arial" w:hAnsi="Arial" w:cs="Arial"/>
          <w:color w:val="000000" w:themeColor="text1"/>
          <w:sz w:val="22"/>
          <w:szCs w:val="22"/>
        </w:rPr>
        <w:t>v</w:t>
      </w:r>
      <w:r w:rsidR="4A34A719" w:rsidRPr="44840491">
        <w:rPr>
          <w:rFonts w:ascii="Arial" w:eastAsia="Arial" w:hAnsi="Arial" w:cs="Arial"/>
          <w:color w:val="000000" w:themeColor="text1"/>
          <w:sz w:val="22"/>
          <w:szCs w:val="22"/>
        </w:rPr>
        <w:t xml:space="preserve">ereseaduse </w:t>
      </w:r>
      <w:r w:rsidR="12240AE7" w:rsidRPr="44840491">
        <w:rPr>
          <w:rFonts w:ascii="Arial" w:eastAsia="Arial" w:hAnsi="Arial" w:cs="Arial"/>
          <w:color w:val="000000" w:themeColor="text1"/>
          <w:sz w:val="22"/>
          <w:szCs w:val="22"/>
        </w:rPr>
        <w:t>§ 4 alusel</w:t>
      </w:r>
      <w:r w:rsidR="4F360CFF" w:rsidRPr="44840491">
        <w:rPr>
          <w:rFonts w:ascii="Arial" w:eastAsia="Arial" w:hAnsi="Arial" w:cs="Arial"/>
          <w:color w:val="000000" w:themeColor="text1"/>
          <w:sz w:val="22"/>
          <w:szCs w:val="22"/>
        </w:rPr>
        <w:t>.</w:t>
      </w:r>
    </w:p>
    <w:p w14:paraId="55493D26" w14:textId="64128F32" w:rsidR="2B04A97D" w:rsidRPr="00CD1178" w:rsidRDefault="12240AE7" w:rsidP="434FB2D3">
      <w:pPr>
        <w:jc w:val="both"/>
        <w:rPr>
          <w:rFonts w:ascii="Arial" w:eastAsia="Arial" w:hAnsi="Arial" w:cs="Arial"/>
          <w:color w:val="000000" w:themeColor="text1"/>
          <w:sz w:val="22"/>
          <w:szCs w:val="22"/>
        </w:rPr>
      </w:pPr>
      <w:r w:rsidRPr="44840491">
        <w:rPr>
          <w:rFonts w:ascii="Arial" w:eastAsia="Arial" w:hAnsi="Arial" w:cs="Arial"/>
          <w:color w:val="000000" w:themeColor="text1"/>
          <w:sz w:val="22"/>
          <w:szCs w:val="22"/>
        </w:rPr>
        <w:t>Retsipientide andme</w:t>
      </w:r>
      <w:r w:rsidR="006D04F1">
        <w:rPr>
          <w:rFonts w:ascii="Arial" w:eastAsia="Arial" w:hAnsi="Arial" w:cs="Arial"/>
          <w:color w:val="000000" w:themeColor="text1"/>
          <w:sz w:val="22"/>
          <w:szCs w:val="22"/>
        </w:rPr>
        <w:t>id</w:t>
      </w:r>
      <w:r w:rsidRPr="44840491">
        <w:rPr>
          <w:rFonts w:ascii="Arial" w:eastAsia="Arial" w:hAnsi="Arial" w:cs="Arial"/>
          <w:color w:val="000000" w:themeColor="text1"/>
          <w:sz w:val="22"/>
          <w:szCs w:val="22"/>
        </w:rPr>
        <w:t xml:space="preserve"> töö</w:t>
      </w:r>
      <w:r w:rsidR="006D04F1">
        <w:rPr>
          <w:rFonts w:ascii="Arial" w:eastAsia="Arial" w:hAnsi="Arial" w:cs="Arial"/>
          <w:color w:val="000000" w:themeColor="text1"/>
          <w:sz w:val="22"/>
          <w:szCs w:val="22"/>
        </w:rPr>
        <w:t>deldakse</w:t>
      </w:r>
      <w:r w:rsidRPr="44840491">
        <w:rPr>
          <w:rFonts w:ascii="Arial" w:eastAsia="Arial" w:hAnsi="Arial" w:cs="Arial"/>
          <w:color w:val="000000" w:themeColor="text1"/>
          <w:sz w:val="22"/>
          <w:szCs w:val="22"/>
        </w:rPr>
        <w:t xml:space="preserve"> v</w:t>
      </w:r>
      <w:r w:rsidR="4A34A719" w:rsidRPr="44840491">
        <w:rPr>
          <w:rFonts w:ascii="Arial" w:eastAsia="Arial" w:hAnsi="Arial" w:cs="Arial"/>
          <w:color w:val="000000" w:themeColor="text1"/>
          <w:sz w:val="22"/>
          <w:szCs w:val="22"/>
        </w:rPr>
        <w:t>erekabinettide</w:t>
      </w:r>
      <w:r w:rsidR="4996A5D1" w:rsidRPr="44840491">
        <w:rPr>
          <w:rFonts w:ascii="Arial" w:eastAsia="Arial" w:hAnsi="Arial" w:cs="Arial"/>
          <w:color w:val="000000" w:themeColor="text1"/>
          <w:sz w:val="22"/>
          <w:szCs w:val="22"/>
        </w:rPr>
        <w:t>s</w:t>
      </w:r>
      <w:r w:rsidR="4A34A719" w:rsidRPr="44840491">
        <w:rPr>
          <w:rFonts w:ascii="Arial" w:eastAsia="Arial" w:hAnsi="Arial" w:cs="Arial"/>
          <w:color w:val="000000" w:themeColor="text1"/>
          <w:sz w:val="22"/>
          <w:szCs w:val="22"/>
        </w:rPr>
        <w:t xml:space="preserve"> </w:t>
      </w:r>
      <w:r w:rsidR="00430ADC" w:rsidRPr="44840491">
        <w:rPr>
          <w:rFonts w:ascii="Arial" w:eastAsia="Arial" w:hAnsi="Arial" w:cs="Arial"/>
          <w:color w:val="000000" w:themeColor="text1"/>
          <w:sz w:val="22"/>
          <w:szCs w:val="22"/>
        </w:rPr>
        <w:t>v</w:t>
      </w:r>
      <w:r w:rsidR="4A34A719" w:rsidRPr="44840491">
        <w:rPr>
          <w:rFonts w:ascii="Arial" w:eastAsia="Arial" w:hAnsi="Arial" w:cs="Arial"/>
          <w:color w:val="000000" w:themeColor="text1"/>
          <w:sz w:val="22"/>
          <w:szCs w:val="22"/>
        </w:rPr>
        <w:t xml:space="preserve">ereseaduse </w:t>
      </w:r>
      <w:r w:rsidR="220D5F43" w:rsidRPr="44840491">
        <w:rPr>
          <w:rFonts w:ascii="Arial" w:eastAsia="Arial" w:hAnsi="Arial" w:cs="Arial"/>
          <w:color w:val="000000" w:themeColor="text1"/>
          <w:sz w:val="22"/>
          <w:szCs w:val="22"/>
        </w:rPr>
        <w:t>§ 5 alusel</w:t>
      </w:r>
      <w:r w:rsidR="006902B9" w:rsidRPr="44840491">
        <w:rPr>
          <w:rFonts w:ascii="Arial" w:eastAsia="Arial" w:hAnsi="Arial" w:cs="Arial"/>
          <w:color w:val="000000" w:themeColor="text1"/>
          <w:sz w:val="22"/>
          <w:szCs w:val="22"/>
        </w:rPr>
        <w:t>.</w:t>
      </w:r>
    </w:p>
    <w:p w14:paraId="1DD24EA6" w14:textId="3AE2F018" w:rsidR="01EB574C" w:rsidRPr="00CD1178" w:rsidRDefault="01EB574C" w:rsidP="434FB2D3">
      <w:pPr>
        <w:jc w:val="both"/>
        <w:rPr>
          <w:rFonts w:ascii="Arial" w:eastAsia="Arial" w:hAnsi="Arial" w:cs="Arial"/>
          <w:color w:val="000000" w:themeColor="text1"/>
          <w:sz w:val="22"/>
          <w:szCs w:val="22"/>
        </w:rPr>
      </w:pPr>
      <w:r w:rsidRPr="44840491">
        <w:rPr>
          <w:rFonts w:ascii="Arial" w:eastAsia="Arial" w:hAnsi="Arial" w:cs="Arial"/>
          <w:color w:val="000000" w:themeColor="text1"/>
          <w:sz w:val="22"/>
          <w:szCs w:val="22"/>
        </w:rPr>
        <w:t>Retsipientide andme</w:t>
      </w:r>
      <w:r w:rsidR="00140B74">
        <w:rPr>
          <w:rFonts w:ascii="Arial" w:eastAsia="Arial" w:hAnsi="Arial" w:cs="Arial"/>
          <w:color w:val="000000" w:themeColor="text1"/>
          <w:sz w:val="22"/>
          <w:szCs w:val="22"/>
        </w:rPr>
        <w:t>id</w:t>
      </w:r>
      <w:r w:rsidRPr="44840491">
        <w:rPr>
          <w:rFonts w:ascii="Arial" w:eastAsia="Arial" w:hAnsi="Arial" w:cs="Arial"/>
          <w:color w:val="000000" w:themeColor="text1"/>
          <w:sz w:val="22"/>
          <w:szCs w:val="22"/>
        </w:rPr>
        <w:t xml:space="preserve"> töö</w:t>
      </w:r>
      <w:r w:rsidR="00140B74">
        <w:rPr>
          <w:rFonts w:ascii="Arial" w:eastAsia="Arial" w:hAnsi="Arial" w:cs="Arial"/>
          <w:color w:val="000000" w:themeColor="text1"/>
          <w:sz w:val="22"/>
          <w:szCs w:val="22"/>
        </w:rPr>
        <w:t>deldakse</w:t>
      </w:r>
      <w:r w:rsidRPr="44840491">
        <w:rPr>
          <w:rFonts w:ascii="Arial" w:eastAsia="Arial" w:hAnsi="Arial" w:cs="Arial"/>
          <w:color w:val="000000" w:themeColor="text1"/>
          <w:sz w:val="22"/>
          <w:szCs w:val="22"/>
        </w:rPr>
        <w:t xml:space="preserve"> referentlaboris </w:t>
      </w:r>
      <w:r w:rsidR="00430ADC" w:rsidRPr="44840491">
        <w:rPr>
          <w:rFonts w:ascii="Arial" w:eastAsia="Arial" w:hAnsi="Arial" w:cs="Arial"/>
          <w:color w:val="000000" w:themeColor="text1"/>
          <w:sz w:val="22"/>
          <w:szCs w:val="22"/>
        </w:rPr>
        <w:t>v</w:t>
      </w:r>
      <w:r w:rsidRPr="44840491">
        <w:rPr>
          <w:rFonts w:ascii="Arial" w:eastAsia="Arial" w:hAnsi="Arial" w:cs="Arial"/>
          <w:color w:val="000000" w:themeColor="text1"/>
          <w:sz w:val="22"/>
          <w:szCs w:val="22"/>
        </w:rPr>
        <w:t>ereseaduse §</w:t>
      </w:r>
      <w:r w:rsidR="005A4D3F">
        <w:rPr>
          <w:rFonts w:ascii="Arial" w:eastAsia="Arial" w:hAnsi="Arial" w:cs="Arial"/>
          <w:color w:val="000000" w:themeColor="text1"/>
          <w:sz w:val="22"/>
          <w:szCs w:val="22"/>
        </w:rPr>
        <w:t>-de</w:t>
      </w:r>
      <w:r w:rsidRPr="44840491">
        <w:rPr>
          <w:rFonts w:ascii="Arial" w:eastAsia="Arial" w:hAnsi="Arial" w:cs="Arial"/>
          <w:color w:val="000000" w:themeColor="text1"/>
          <w:sz w:val="22"/>
          <w:szCs w:val="22"/>
        </w:rPr>
        <w:t xml:space="preserve"> 16</w:t>
      </w:r>
      <w:r w:rsidR="005A4D3F">
        <w:rPr>
          <w:rFonts w:ascii="Arial" w:eastAsia="Arial" w:hAnsi="Arial" w:cs="Arial"/>
          <w:color w:val="000000" w:themeColor="text1"/>
          <w:sz w:val="22"/>
          <w:szCs w:val="22"/>
        </w:rPr>
        <w:t xml:space="preserve"> ja</w:t>
      </w:r>
      <w:r w:rsidRPr="44840491">
        <w:rPr>
          <w:rFonts w:ascii="Arial" w:eastAsia="Arial" w:hAnsi="Arial" w:cs="Arial"/>
          <w:color w:val="000000" w:themeColor="text1"/>
          <w:sz w:val="22"/>
          <w:szCs w:val="22"/>
        </w:rPr>
        <w:t xml:space="preserve"> 17 alusel</w:t>
      </w:r>
      <w:r w:rsidR="24B65F9E" w:rsidRPr="44840491">
        <w:rPr>
          <w:rFonts w:ascii="Arial" w:eastAsia="Arial" w:hAnsi="Arial" w:cs="Arial"/>
          <w:color w:val="000000" w:themeColor="text1"/>
          <w:sz w:val="22"/>
          <w:szCs w:val="22"/>
        </w:rPr>
        <w:t>.</w:t>
      </w:r>
    </w:p>
    <w:p w14:paraId="4A97A078" w14:textId="7D8A228B" w:rsidR="2B04A97D" w:rsidRPr="00883945" w:rsidRDefault="2B04A97D" w:rsidP="2B04A97D">
      <w:pPr>
        <w:jc w:val="both"/>
        <w:rPr>
          <w:rFonts w:ascii="Arial" w:hAnsi="Arial" w:cs="Arial"/>
          <w:color w:val="000000" w:themeColor="text1"/>
          <w:sz w:val="22"/>
          <w:szCs w:val="22"/>
        </w:rPr>
      </w:pPr>
    </w:p>
    <w:p w14:paraId="67B5D1ED" w14:textId="1EE4AE05" w:rsidR="00095CC4" w:rsidRPr="00CD1178" w:rsidRDefault="00095CC4" w:rsidP="00A248DC">
      <w:pPr>
        <w:jc w:val="both"/>
        <w:rPr>
          <w:rFonts w:ascii="Arial" w:hAnsi="Arial" w:cs="Arial"/>
          <w:b/>
          <w:bCs/>
          <w:sz w:val="22"/>
          <w:szCs w:val="22"/>
        </w:rPr>
      </w:pPr>
      <w:r w:rsidRPr="00CD1178">
        <w:rPr>
          <w:rFonts w:ascii="Arial" w:hAnsi="Arial" w:cs="Arial"/>
          <w:b/>
          <w:bCs/>
          <w:sz w:val="22"/>
          <w:szCs w:val="22"/>
        </w:rPr>
        <w:t>4.2. Mõju halduskoormusele</w:t>
      </w:r>
    </w:p>
    <w:p w14:paraId="454355A7" w14:textId="77777777" w:rsidR="00095CC4" w:rsidRPr="00CD1178" w:rsidRDefault="00095CC4" w:rsidP="00A248DC">
      <w:pPr>
        <w:jc w:val="both"/>
        <w:rPr>
          <w:rFonts w:ascii="Arial" w:hAnsi="Arial" w:cs="Arial"/>
          <w:sz w:val="22"/>
          <w:szCs w:val="22"/>
        </w:rPr>
      </w:pPr>
    </w:p>
    <w:p w14:paraId="026BB033" w14:textId="77777777" w:rsidR="0099425D" w:rsidRDefault="69EDE562" w:rsidP="00271393">
      <w:pPr>
        <w:jc w:val="both"/>
        <w:rPr>
          <w:rFonts w:ascii="Arial" w:hAnsi="Arial" w:cs="Arial"/>
          <w:b/>
          <w:bCs/>
          <w:sz w:val="22"/>
          <w:szCs w:val="22"/>
        </w:rPr>
      </w:pPr>
      <w:r w:rsidRPr="00CD1178">
        <w:rPr>
          <w:rFonts w:ascii="Arial" w:hAnsi="Arial" w:cs="Arial"/>
          <w:b/>
          <w:bCs/>
          <w:sz w:val="22"/>
          <w:szCs w:val="22"/>
        </w:rPr>
        <w:t>Kavandatav muudatus</w:t>
      </w:r>
    </w:p>
    <w:p w14:paraId="4339B85E" w14:textId="541DC74D" w:rsidR="00095CC4" w:rsidRPr="00CD1178" w:rsidRDefault="338566CC" w:rsidP="00271393">
      <w:pPr>
        <w:jc w:val="both"/>
        <w:rPr>
          <w:rFonts w:ascii="Arial" w:hAnsi="Arial" w:cs="Arial"/>
          <w:sz w:val="22"/>
          <w:szCs w:val="22"/>
        </w:rPr>
      </w:pPr>
      <w:r w:rsidRPr="00CD1178">
        <w:rPr>
          <w:rFonts w:ascii="Arial" w:hAnsi="Arial" w:cs="Arial"/>
          <w:sz w:val="22"/>
          <w:szCs w:val="22"/>
        </w:rPr>
        <w:t xml:space="preserve">Infosüsteem lubab verekeskustel ja verekabinettidel loobuda mahukate aruannete </w:t>
      </w:r>
      <w:r w:rsidR="6FA12015" w:rsidRPr="00CD1178">
        <w:rPr>
          <w:rFonts w:ascii="Arial" w:hAnsi="Arial" w:cs="Arial"/>
          <w:sz w:val="22"/>
          <w:szCs w:val="22"/>
        </w:rPr>
        <w:t xml:space="preserve">manuaalsest </w:t>
      </w:r>
      <w:r w:rsidRPr="00CD1178">
        <w:rPr>
          <w:rFonts w:ascii="Arial" w:hAnsi="Arial" w:cs="Arial"/>
          <w:sz w:val="22"/>
          <w:szCs w:val="22"/>
        </w:rPr>
        <w:t>koostamisest</w:t>
      </w:r>
      <w:r w:rsidR="626CFD8B" w:rsidRPr="00CD1178">
        <w:rPr>
          <w:rFonts w:ascii="Arial" w:hAnsi="Arial" w:cs="Arial"/>
          <w:sz w:val="22"/>
          <w:szCs w:val="22"/>
        </w:rPr>
        <w:t xml:space="preserve"> statistika, raamatupidamise või</w:t>
      </w:r>
      <w:r w:rsidRPr="00CD1178">
        <w:rPr>
          <w:rFonts w:ascii="Arial" w:hAnsi="Arial" w:cs="Arial"/>
          <w:sz w:val="22"/>
          <w:szCs w:val="22"/>
        </w:rPr>
        <w:t xml:space="preserve"> R</w:t>
      </w:r>
      <w:r w:rsidR="0471603F" w:rsidRPr="00CD1178">
        <w:rPr>
          <w:rFonts w:ascii="Arial" w:hAnsi="Arial" w:cs="Arial"/>
          <w:sz w:val="22"/>
          <w:szCs w:val="22"/>
        </w:rPr>
        <w:t>avimiameti jaoks</w:t>
      </w:r>
      <w:r w:rsidR="5D5032B9" w:rsidRPr="00CD1178">
        <w:rPr>
          <w:rFonts w:ascii="Arial" w:hAnsi="Arial" w:cs="Arial"/>
          <w:sz w:val="22"/>
          <w:szCs w:val="22"/>
        </w:rPr>
        <w:t xml:space="preserve">. </w:t>
      </w:r>
      <w:r w:rsidR="0010692F" w:rsidRPr="00CD1178">
        <w:rPr>
          <w:rFonts w:ascii="Arial" w:hAnsi="Arial" w:cs="Arial"/>
          <w:sz w:val="22"/>
          <w:szCs w:val="22"/>
        </w:rPr>
        <w:t xml:space="preserve">Infosüsteemi </w:t>
      </w:r>
      <w:r w:rsidR="5D5032B9" w:rsidRPr="00CD1178">
        <w:rPr>
          <w:rFonts w:ascii="Arial" w:hAnsi="Arial" w:cs="Arial"/>
          <w:sz w:val="22"/>
          <w:szCs w:val="22"/>
        </w:rPr>
        <w:t>kogutakse struktureeritud andmed vastavalt aruandluse nõuetele</w:t>
      </w:r>
      <w:r w:rsidR="1810D20E" w:rsidRPr="00CD1178">
        <w:rPr>
          <w:rFonts w:ascii="Arial" w:hAnsi="Arial" w:cs="Arial"/>
          <w:sz w:val="22"/>
          <w:szCs w:val="22"/>
        </w:rPr>
        <w:t>. R</w:t>
      </w:r>
      <w:r w:rsidR="5D5032B9" w:rsidRPr="00CD1178">
        <w:rPr>
          <w:rFonts w:ascii="Arial" w:hAnsi="Arial" w:cs="Arial"/>
          <w:sz w:val="22"/>
          <w:szCs w:val="22"/>
        </w:rPr>
        <w:t>aportid j</w:t>
      </w:r>
      <w:r w:rsidR="33A3EFE5" w:rsidRPr="00CD1178">
        <w:rPr>
          <w:rFonts w:ascii="Arial" w:hAnsi="Arial" w:cs="Arial"/>
          <w:sz w:val="22"/>
          <w:szCs w:val="22"/>
        </w:rPr>
        <w:t xml:space="preserve">a aruanded genereeritakse automaatselt. </w:t>
      </w:r>
      <w:r w:rsidR="44356945" w:rsidRPr="00CD1178">
        <w:rPr>
          <w:rFonts w:ascii="Arial" w:hAnsi="Arial" w:cs="Arial"/>
          <w:sz w:val="22"/>
          <w:szCs w:val="22"/>
        </w:rPr>
        <w:t>Halduskoormus</w:t>
      </w:r>
      <w:r w:rsidR="71DE60E9" w:rsidRPr="00CD1178">
        <w:rPr>
          <w:rFonts w:ascii="Arial" w:hAnsi="Arial" w:cs="Arial"/>
          <w:sz w:val="22"/>
          <w:szCs w:val="22"/>
        </w:rPr>
        <w:t xml:space="preserve"> verekes</w:t>
      </w:r>
      <w:r w:rsidR="76C73AC1" w:rsidRPr="00CD1178">
        <w:rPr>
          <w:rFonts w:ascii="Arial" w:hAnsi="Arial" w:cs="Arial"/>
          <w:sz w:val="22"/>
          <w:szCs w:val="22"/>
        </w:rPr>
        <w:t>k</w:t>
      </w:r>
      <w:r w:rsidR="71DE60E9" w:rsidRPr="00CD1178">
        <w:rPr>
          <w:rFonts w:ascii="Arial" w:hAnsi="Arial" w:cs="Arial"/>
          <w:sz w:val="22"/>
          <w:szCs w:val="22"/>
        </w:rPr>
        <w:t xml:space="preserve">ustele, verekabinettidele ja seal töötavatele spetsialistidele väheneb. </w:t>
      </w:r>
      <w:r w:rsidR="4EAEF77B" w:rsidRPr="00CD1178">
        <w:rPr>
          <w:rFonts w:ascii="Arial" w:hAnsi="Arial" w:cs="Arial"/>
          <w:sz w:val="22"/>
          <w:szCs w:val="22"/>
        </w:rPr>
        <w:t>Plaanis on hoida kokku liigseid tööjõutunde aastas</w:t>
      </w:r>
      <w:r w:rsidR="00B05094">
        <w:rPr>
          <w:rFonts w:ascii="Arial" w:hAnsi="Arial" w:cs="Arial"/>
          <w:sz w:val="22"/>
          <w:szCs w:val="22"/>
        </w:rPr>
        <w:t>,</w:t>
      </w:r>
      <w:r w:rsidR="4EAEF77B" w:rsidRPr="00CD1178">
        <w:rPr>
          <w:rFonts w:ascii="Arial" w:hAnsi="Arial" w:cs="Arial"/>
          <w:sz w:val="22"/>
          <w:szCs w:val="22"/>
        </w:rPr>
        <w:t xml:space="preserve"> maandades sealjuures riski, et doonor tuleb verd loovutama liiga vara</w:t>
      </w:r>
      <w:r w:rsidR="004D755E">
        <w:rPr>
          <w:rFonts w:ascii="Arial" w:hAnsi="Arial" w:cs="Arial"/>
          <w:sz w:val="22"/>
          <w:szCs w:val="22"/>
        </w:rPr>
        <w:t>, ning</w:t>
      </w:r>
      <w:r w:rsidR="4EAEF77B" w:rsidRPr="00CD1178">
        <w:rPr>
          <w:rFonts w:ascii="Arial" w:hAnsi="Arial" w:cs="Arial"/>
          <w:sz w:val="22"/>
          <w:szCs w:val="22"/>
        </w:rPr>
        <w:t xml:space="preserve"> digit</w:t>
      </w:r>
      <w:r w:rsidR="004D755E">
        <w:rPr>
          <w:rFonts w:ascii="Arial" w:hAnsi="Arial" w:cs="Arial"/>
          <w:sz w:val="22"/>
          <w:szCs w:val="22"/>
        </w:rPr>
        <w:t>eerida</w:t>
      </w:r>
      <w:r w:rsidR="4EAEF77B" w:rsidRPr="00CD1178">
        <w:rPr>
          <w:rFonts w:ascii="Arial" w:hAnsi="Arial" w:cs="Arial"/>
          <w:sz w:val="22"/>
          <w:szCs w:val="22"/>
        </w:rPr>
        <w:t xml:space="preserve"> med</w:t>
      </w:r>
      <w:r w:rsidR="266AFE98" w:rsidRPr="00CD1178">
        <w:rPr>
          <w:rFonts w:ascii="Arial" w:hAnsi="Arial" w:cs="Arial"/>
          <w:sz w:val="22"/>
          <w:szCs w:val="22"/>
        </w:rPr>
        <w:t>itsiinilise</w:t>
      </w:r>
      <w:r w:rsidR="4EAEF77B" w:rsidRPr="00CD1178">
        <w:rPr>
          <w:rFonts w:ascii="Arial" w:hAnsi="Arial" w:cs="Arial"/>
          <w:sz w:val="22"/>
          <w:szCs w:val="22"/>
        </w:rPr>
        <w:t xml:space="preserve"> läbivaatuse protsess</w:t>
      </w:r>
      <w:r w:rsidR="004D755E">
        <w:rPr>
          <w:rFonts w:ascii="Arial" w:hAnsi="Arial" w:cs="Arial"/>
          <w:sz w:val="22"/>
          <w:szCs w:val="22"/>
        </w:rPr>
        <w:t>,</w:t>
      </w:r>
      <w:r w:rsidR="4EAEF77B" w:rsidRPr="00CD1178">
        <w:rPr>
          <w:rFonts w:ascii="Arial" w:hAnsi="Arial" w:cs="Arial"/>
          <w:sz w:val="22"/>
          <w:szCs w:val="22"/>
        </w:rPr>
        <w:t xml:space="preserve"> hoides kokku </w:t>
      </w:r>
      <w:r w:rsidR="4EAEF77B" w:rsidRPr="00652D90">
        <w:rPr>
          <w:rFonts w:ascii="Arial" w:hAnsi="Arial" w:cs="Arial"/>
          <w:i/>
          <w:iCs/>
          <w:sz w:val="22"/>
          <w:szCs w:val="22"/>
        </w:rPr>
        <w:t>ca</w:t>
      </w:r>
      <w:r w:rsidR="4EAEF77B" w:rsidRPr="00CD1178">
        <w:rPr>
          <w:rFonts w:ascii="Arial" w:hAnsi="Arial" w:cs="Arial"/>
          <w:sz w:val="22"/>
          <w:szCs w:val="22"/>
        </w:rPr>
        <w:t xml:space="preserve"> 52 000 A4 paberilehte </w:t>
      </w:r>
      <w:r w:rsidR="00EB2541">
        <w:rPr>
          <w:rFonts w:ascii="Arial" w:hAnsi="Arial" w:cs="Arial"/>
          <w:sz w:val="22"/>
          <w:szCs w:val="22"/>
        </w:rPr>
        <w:t>ja</w:t>
      </w:r>
      <w:r w:rsidR="4EAEF77B" w:rsidRPr="00CD1178">
        <w:rPr>
          <w:rFonts w:ascii="Arial" w:hAnsi="Arial" w:cs="Arial"/>
          <w:sz w:val="22"/>
          <w:szCs w:val="22"/>
        </w:rPr>
        <w:t xml:space="preserve"> nende arhiveerimis</w:t>
      </w:r>
      <w:r w:rsidR="00EB2541">
        <w:rPr>
          <w:rFonts w:ascii="Arial" w:hAnsi="Arial" w:cs="Arial"/>
          <w:sz w:val="22"/>
          <w:szCs w:val="22"/>
        </w:rPr>
        <w:t xml:space="preserve">e </w:t>
      </w:r>
      <w:r w:rsidR="4EAEF77B" w:rsidRPr="00CD1178">
        <w:rPr>
          <w:rFonts w:ascii="Arial" w:hAnsi="Arial" w:cs="Arial"/>
          <w:sz w:val="22"/>
          <w:szCs w:val="22"/>
        </w:rPr>
        <w:t>vajadust.</w:t>
      </w:r>
    </w:p>
    <w:p w14:paraId="3ED6572C" w14:textId="36D852B6" w:rsidR="004576DB" w:rsidRPr="00CD1178" w:rsidRDefault="004576DB" w:rsidP="434FB2D3">
      <w:pPr>
        <w:jc w:val="both"/>
        <w:rPr>
          <w:rFonts w:ascii="Arial" w:hAnsi="Arial" w:cs="Arial"/>
          <w:sz w:val="22"/>
          <w:szCs w:val="22"/>
        </w:rPr>
      </w:pPr>
    </w:p>
    <w:p w14:paraId="3FDB0508" w14:textId="77777777" w:rsidR="00D329F7" w:rsidRPr="00CD1178" w:rsidRDefault="00F72AB5" w:rsidP="00A248DC">
      <w:pPr>
        <w:jc w:val="both"/>
        <w:rPr>
          <w:rFonts w:ascii="Arial" w:hAnsi="Arial" w:cs="Arial"/>
          <w:sz w:val="22"/>
          <w:szCs w:val="22"/>
        </w:rPr>
      </w:pPr>
      <w:r w:rsidRPr="00CD1178">
        <w:rPr>
          <w:rFonts w:ascii="Arial" w:hAnsi="Arial" w:cs="Arial"/>
          <w:b/>
          <w:sz w:val="22"/>
          <w:szCs w:val="22"/>
          <w:lang w:eastAsia="et-EE"/>
        </w:rPr>
        <w:t>5</w:t>
      </w:r>
      <w:r w:rsidR="0004635E" w:rsidRPr="00CD1178">
        <w:rPr>
          <w:rFonts w:ascii="Arial" w:hAnsi="Arial" w:cs="Arial"/>
          <w:b/>
          <w:sz w:val="22"/>
          <w:szCs w:val="22"/>
          <w:lang w:eastAsia="et-EE"/>
        </w:rPr>
        <w:t xml:space="preserve">. </w:t>
      </w:r>
      <w:r w:rsidR="006C7E38" w:rsidRPr="00CD1178">
        <w:rPr>
          <w:rFonts w:ascii="Arial" w:hAnsi="Arial" w:cs="Arial"/>
          <w:b/>
          <w:sz w:val="22"/>
          <w:szCs w:val="22"/>
          <w:lang w:eastAsia="et-EE"/>
        </w:rPr>
        <w:t xml:space="preserve">Määruse </w:t>
      </w:r>
      <w:r w:rsidR="009C67F1" w:rsidRPr="00CD1178">
        <w:rPr>
          <w:rFonts w:ascii="Arial" w:hAnsi="Arial" w:cs="Arial"/>
          <w:b/>
          <w:sz w:val="22"/>
          <w:szCs w:val="22"/>
        </w:rPr>
        <w:t>rakendamisega seotud tegevused, vajalikud kulud ja määruse rakendamise eeldatavad tulud</w:t>
      </w:r>
    </w:p>
    <w:p w14:paraId="505CD9C6" w14:textId="77777777" w:rsidR="00D329F7" w:rsidRPr="00CD1178" w:rsidRDefault="00D329F7" w:rsidP="00A248DC">
      <w:pPr>
        <w:tabs>
          <w:tab w:val="left" w:pos="4860"/>
        </w:tabs>
        <w:jc w:val="both"/>
        <w:rPr>
          <w:rFonts w:ascii="Arial" w:hAnsi="Arial" w:cs="Arial"/>
          <w:sz w:val="22"/>
          <w:szCs w:val="22"/>
        </w:rPr>
      </w:pPr>
    </w:p>
    <w:p w14:paraId="151B60EA" w14:textId="77777777" w:rsidR="004576DB" w:rsidRPr="00CD1178" w:rsidRDefault="004576DB" w:rsidP="00A248DC">
      <w:pPr>
        <w:tabs>
          <w:tab w:val="left" w:pos="4860"/>
        </w:tabs>
        <w:jc w:val="both"/>
        <w:rPr>
          <w:rFonts w:ascii="Arial" w:hAnsi="Arial" w:cs="Arial"/>
          <w:sz w:val="22"/>
          <w:szCs w:val="22"/>
        </w:rPr>
        <w:sectPr w:rsidR="004576DB" w:rsidRPr="00CD1178" w:rsidSect="00A8180C">
          <w:type w:val="continuous"/>
          <w:pgSz w:w="11907" w:h="16840" w:code="9"/>
          <w:pgMar w:top="1134" w:right="1134" w:bottom="1134" w:left="1701" w:header="709" w:footer="709" w:gutter="0"/>
          <w:cols w:space="708"/>
          <w:titlePg/>
          <w:docGrid w:linePitch="360"/>
        </w:sectPr>
      </w:pPr>
    </w:p>
    <w:p w14:paraId="5661BEA2" w14:textId="224F461D" w:rsidR="00FE2EBD" w:rsidRPr="00CD1178" w:rsidRDefault="1CD437C0" w:rsidP="375AF7ED">
      <w:pPr>
        <w:tabs>
          <w:tab w:val="left" w:pos="4860"/>
        </w:tabs>
        <w:jc w:val="both"/>
        <w:rPr>
          <w:rFonts w:ascii="Arial" w:hAnsi="Arial" w:cs="Arial"/>
          <w:sz w:val="22"/>
          <w:szCs w:val="22"/>
        </w:rPr>
      </w:pPr>
      <w:r w:rsidRPr="00CD1178">
        <w:rPr>
          <w:rFonts w:ascii="Arial" w:hAnsi="Arial" w:cs="Arial"/>
          <w:sz w:val="22"/>
          <w:szCs w:val="22"/>
        </w:rPr>
        <w:t>Määruse rakendamisega seotud infosüsteemi arenduse ja halduse tegevus</w:t>
      </w:r>
      <w:r w:rsidR="00EB2541">
        <w:rPr>
          <w:rFonts w:ascii="Arial" w:hAnsi="Arial" w:cs="Arial"/>
          <w:sz w:val="22"/>
          <w:szCs w:val="22"/>
        </w:rPr>
        <w:t>i</w:t>
      </w:r>
      <w:r w:rsidRPr="00CD1178">
        <w:rPr>
          <w:rFonts w:ascii="Arial" w:hAnsi="Arial" w:cs="Arial"/>
          <w:sz w:val="22"/>
          <w:szCs w:val="22"/>
        </w:rPr>
        <w:t xml:space="preserve"> rahastatakse Tervisekassa eelarvest</w:t>
      </w:r>
      <w:r w:rsidR="7C7BE875" w:rsidRPr="00CD1178">
        <w:rPr>
          <w:rFonts w:ascii="Arial" w:hAnsi="Arial" w:cs="Arial"/>
          <w:sz w:val="22"/>
          <w:szCs w:val="22"/>
        </w:rPr>
        <w:t xml:space="preserve">. </w:t>
      </w:r>
      <w:r w:rsidR="7C7BE875" w:rsidRPr="00883945">
        <w:rPr>
          <w:rFonts w:ascii="Arial" w:hAnsi="Arial" w:cs="Arial"/>
          <w:sz w:val="22"/>
          <w:szCs w:val="22"/>
        </w:rPr>
        <w:t>Riikliku vereteenistuse infosüsteemi eeldatavad halduskulud on 2026</w:t>
      </w:r>
      <w:r w:rsidR="00D97AB9" w:rsidRPr="00883945">
        <w:rPr>
          <w:rFonts w:ascii="Arial" w:hAnsi="Arial" w:cs="Arial"/>
          <w:sz w:val="22"/>
          <w:szCs w:val="22"/>
        </w:rPr>
        <w:t>.</w:t>
      </w:r>
      <w:r w:rsidR="00EB2541">
        <w:rPr>
          <w:rFonts w:ascii="Arial" w:hAnsi="Arial" w:cs="Arial"/>
          <w:sz w:val="22"/>
          <w:szCs w:val="22"/>
        </w:rPr>
        <w:t> </w:t>
      </w:r>
      <w:r w:rsidR="7C7BE875" w:rsidRPr="00883945">
        <w:rPr>
          <w:rFonts w:ascii="Arial" w:hAnsi="Arial" w:cs="Arial"/>
          <w:sz w:val="22"/>
          <w:szCs w:val="22"/>
        </w:rPr>
        <w:t>aastal ligikaudu 80 000 eurot ning need kaetakse Tervisekassa eelarvest</w:t>
      </w:r>
      <w:r w:rsidRPr="00CD1178">
        <w:rPr>
          <w:rFonts w:ascii="Arial" w:hAnsi="Arial" w:cs="Arial"/>
          <w:sz w:val="22"/>
          <w:szCs w:val="22"/>
        </w:rPr>
        <w:t>.</w:t>
      </w:r>
    </w:p>
    <w:p w14:paraId="7EDB2D95" w14:textId="77777777" w:rsidR="004576DB" w:rsidRPr="00CD1178" w:rsidRDefault="004576DB" w:rsidP="00A248DC">
      <w:pPr>
        <w:tabs>
          <w:tab w:val="left" w:pos="4860"/>
        </w:tabs>
        <w:jc w:val="both"/>
        <w:rPr>
          <w:rFonts w:ascii="Arial" w:hAnsi="Arial" w:cs="Arial"/>
          <w:sz w:val="22"/>
          <w:szCs w:val="22"/>
        </w:rPr>
        <w:sectPr w:rsidR="004576DB" w:rsidRPr="00CD1178" w:rsidSect="00A8180C">
          <w:type w:val="continuous"/>
          <w:pgSz w:w="11907" w:h="16840" w:code="9"/>
          <w:pgMar w:top="1134" w:right="1134" w:bottom="1134" w:left="1701" w:header="709" w:footer="709" w:gutter="0"/>
          <w:cols w:space="708"/>
          <w:formProt w:val="0"/>
          <w:titlePg/>
          <w:docGrid w:linePitch="360"/>
        </w:sectPr>
      </w:pPr>
    </w:p>
    <w:p w14:paraId="39709A13" w14:textId="77777777" w:rsidR="004576DB" w:rsidRPr="00CD1178" w:rsidRDefault="004576DB" w:rsidP="00A248DC">
      <w:pPr>
        <w:tabs>
          <w:tab w:val="left" w:pos="4860"/>
        </w:tabs>
        <w:jc w:val="both"/>
        <w:rPr>
          <w:rFonts w:ascii="Arial" w:hAnsi="Arial" w:cs="Arial"/>
          <w:sz w:val="22"/>
          <w:szCs w:val="22"/>
        </w:rPr>
      </w:pPr>
    </w:p>
    <w:p w14:paraId="2FD3A8F0" w14:textId="77777777" w:rsidR="00BF71A0" w:rsidRPr="00CD1178" w:rsidRDefault="00F72AB5" w:rsidP="00A248DC">
      <w:pPr>
        <w:jc w:val="both"/>
        <w:rPr>
          <w:rFonts w:ascii="Arial" w:hAnsi="Arial" w:cs="Arial"/>
          <w:b/>
          <w:bCs/>
          <w:sz w:val="22"/>
          <w:szCs w:val="22"/>
          <w:lang w:eastAsia="et-EE"/>
        </w:rPr>
      </w:pPr>
      <w:r w:rsidRPr="00CD1178">
        <w:rPr>
          <w:rFonts w:ascii="Arial" w:hAnsi="Arial" w:cs="Arial"/>
          <w:b/>
          <w:bCs/>
          <w:sz w:val="22"/>
          <w:szCs w:val="22"/>
          <w:lang w:eastAsia="et-EE"/>
        </w:rPr>
        <w:t>6</w:t>
      </w:r>
      <w:r w:rsidR="0004635E" w:rsidRPr="00CD1178">
        <w:rPr>
          <w:rFonts w:ascii="Arial" w:hAnsi="Arial" w:cs="Arial"/>
          <w:b/>
          <w:bCs/>
          <w:sz w:val="22"/>
          <w:szCs w:val="22"/>
          <w:lang w:eastAsia="et-EE"/>
        </w:rPr>
        <w:t xml:space="preserve">. </w:t>
      </w:r>
      <w:r w:rsidR="00583703" w:rsidRPr="00CD1178">
        <w:rPr>
          <w:rFonts w:ascii="Arial" w:hAnsi="Arial" w:cs="Arial"/>
          <w:b/>
          <w:bCs/>
          <w:sz w:val="22"/>
          <w:szCs w:val="22"/>
          <w:lang w:eastAsia="et-EE"/>
        </w:rPr>
        <w:t>Määruse</w:t>
      </w:r>
      <w:r w:rsidR="00BF71A0" w:rsidRPr="00CD1178">
        <w:rPr>
          <w:rFonts w:ascii="Arial" w:hAnsi="Arial" w:cs="Arial"/>
          <w:b/>
          <w:bCs/>
          <w:sz w:val="22"/>
          <w:szCs w:val="22"/>
          <w:lang w:eastAsia="et-EE"/>
        </w:rPr>
        <w:t xml:space="preserve"> jõustumine</w:t>
      </w:r>
    </w:p>
    <w:p w14:paraId="6604D773" w14:textId="77777777" w:rsidR="00FE2EBD" w:rsidRPr="00CD1178" w:rsidRDefault="00FE2EBD" w:rsidP="00A248DC">
      <w:pPr>
        <w:jc w:val="both"/>
        <w:rPr>
          <w:rFonts w:ascii="Arial" w:hAnsi="Arial" w:cs="Arial"/>
          <w:sz w:val="22"/>
          <w:szCs w:val="22"/>
          <w:lang w:eastAsia="et-EE"/>
        </w:rPr>
      </w:pPr>
    </w:p>
    <w:p w14:paraId="62CA55EE" w14:textId="77777777" w:rsidR="004576DB" w:rsidRPr="00CD1178" w:rsidRDefault="004576DB" w:rsidP="00A248DC">
      <w:pPr>
        <w:jc w:val="both"/>
        <w:rPr>
          <w:rFonts w:ascii="Arial" w:hAnsi="Arial" w:cs="Arial"/>
          <w:sz w:val="22"/>
          <w:szCs w:val="22"/>
          <w:lang w:eastAsia="et-EE"/>
        </w:rPr>
        <w:sectPr w:rsidR="004576DB" w:rsidRPr="00CD1178" w:rsidSect="00A8180C">
          <w:type w:val="continuous"/>
          <w:pgSz w:w="11907" w:h="16840" w:code="9"/>
          <w:pgMar w:top="1134" w:right="1134" w:bottom="1134" w:left="1701" w:header="709" w:footer="709" w:gutter="0"/>
          <w:cols w:space="708"/>
          <w:titlePg/>
          <w:docGrid w:linePitch="360"/>
        </w:sectPr>
      </w:pPr>
    </w:p>
    <w:p w14:paraId="074F6EAB" w14:textId="6FF0A623" w:rsidR="00FE2EBD" w:rsidRPr="00CD1178" w:rsidRDefault="20EF8BD3" w:rsidP="00A248DC">
      <w:pPr>
        <w:jc w:val="both"/>
        <w:rPr>
          <w:rFonts w:ascii="Arial" w:hAnsi="Arial" w:cs="Arial"/>
          <w:sz w:val="22"/>
          <w:szCs w:val="22"/>
          <w:lang w:eastAsia="et-EE"/>
        </w:rPr>
      </w:pPr>
      <w:r w:rsidRPr="44840491">
        <w:rPr>
          <w:rFonts w:ascii="Arial" w:hAnsi="Arial" w:cs="Arial"/>
          <w:sz w:val="22"/>
          <w:szCs w:val="22"/>
          <w:lang w:eastAsia="et-EE"/>
        </w:rPr>
        <w:t xml:space="preserve">Määrus jõustub 1. </w:t>
      </w:r>
      <w:r w:rsidR="315DC5A1" w:rsidRPr="44840491">
        <w:rPr>
          <w:rFonts w:ascii="Arial" w:hAnsi="Arial" w:cs="Arial"/>
          <w:sz w:val="22"/>
          <w:szCs w:val="22"/>
          <w:lang w:eastAsia="et-EE"/>
        </w:rPr>
        <w:t xml:space="preserve">aprillil </w:t>
      </w:r>
      <w:r w:rsidRPr="44840491">
        <w:rPr>
          <w:rFonts w:ascii="Arial" w:hAnsi="Arial" w:cs="Arial"/>
          <w:sz w:val="22"/>
          <w:szCs w:val="22"/>
          <w:lang w:eastAsia="et-EE"/>
        </w:rPr>
        <w:t>2026</w:t>
      </w:r>
      <w:r w:rsidR="0099EA5B" w:rsidRPr="44840491">
        <w:rPr>
          <w:rFonts w:ascii="Arial" w:hAnsi="Arial" w:cs="Arial"/>
          <w:sz w:val="22"/>
          <w:szCs w:val="22"/>
          <w:lang w:eastAsia="et-EE"/>
        </w:rPr>
        <w:t>. Peami</w:t>
      </w:r>
      <w:r w:rsidR="00185F2E">
        <w:rPr>
          <w:rFonts w:ascii="Arial" w:hAnsi="Arial" w:cs="Arial"/>
          <w:sz w:val="22"/>
          <w:szCs w:val="22"/>
          <w:lang w:eastAsia="et-EE"/>
        </w:rPr>
        <w:t>ne</w:t>
      </w:r>
      <w:r w:rsidR="0099EA5B" w:rsidRPr="44840491">
        <w:rPr>
          <w:rFonts w:ascii="Arial" w:hAnsi="Arial" w:cs="Arial"/>
          <w:sz w:val="22"/>
          <w:szCs w:val="22"/>
          <w:lang w:eastAsia="et-EE"/>
        </w:rPr>
        <w:t xml:space="preserve"> eesmär</w:t>
      </w:r>
      <w:r w:rsidR="00185F2E">
        <w:rPr>
          <w:rFonts w:ascii="Arial" w:hAnsi="Arial" w:cs="Arial"/>
          <w:sz w:val="22"/>
          <w:szCs w:val="22"/>
          <w:lang w:eastAsia="et-EE"/>
        </w:rPr>
        <w:t>k</w:t>
      </w:r>
      <w:r w:rsidR="0099EA5B" w:rsidRPr="44840491">
        <w:rPr>
          <w:rFonts w:ascii="Arial" w:hAnsi="Arial" w:cs="Arial"/>
          <w:sz w:val="22"/>
          <w:szCs w:val="22"/>
          <w:lang w:eastAsia="et-EE"/>
        </w:rPr>
        <w:t xml:space="preserve"> on vajadus volitatud töötleja ülesanded TEHIK-ule üle anda. Teiste infosüsteemidega liidest</w:t>
      </w:r>
      <w:r w:rsidR="19C1DCF6" w:rsidRPr="44840491">
        <w:rPr>
          <w:rFonts w:ascii="Arial" w:hAnsi="Arial" w:cs="Arial"/>
          <w:sz w:val="22"/>
          <w:szCs w:val="22"/>
          <w:lang w:eastAsia="et-EE"/>
        </w:rPr>
        <w:t>amise</w:t>
      </w:r>
      <w:r w:rsidR="0058274E">
        <w:rPr>
          <w:rFonts w:ascii="Arial" w:hAnsi="Arial" w:cs="Arial"/>
          <w:sz w:val="22"/>
          <w:szCs w:val="22"/>
          <w:lang w:eastAsia="et-EE"/>
        </w:rPr>
        <w:t>,</w:t>
      </w:r>
      <w:r w:rsidR="19C1DCF6" w:rsidRPr="44840491">
        <w:rPr>
          <w:rFonts w:ascii="Arial" w:hAnsi="Arial" w:cs="Arial"/>
          <w:sz w:val="22"/>
          <w:szCs w:val="22"/>
          <w:lang w:eastAsia="et-EE"/>
        </w:rPr>
        <w:t xml:space="preserve"> juurdepääsude võimaldami</w:t>
      </w:r>
      <w:r w:rsidR="0058274E">
        <w:rPr>
          <w:rFonts w:ascii="Arial" w:hAnsi="Arial" w:cs="Arial"/>
          <w:sz w:val="22"/>
          <w:szCs w:val="22"/>
          <w:lang w:eastAsia="et-EE"/>
        </w:rPr>
        <w:t>se</w:t>
      </w:r>
      <w:r w:rsidR="19C1DCF6" w:rsidRPr="44840491">
        <w:rPr>
          <w:rFonts w:ascii="Arial" w:hAnsi="Arial" w:cs="Arial"/>
          <w:sz w:val="22"/>
          <w:szCs w:val="22"/>
          <w:lang w:eastAsia="et-EE"/>
        </w:rPr>
        <w:t xml:space="preserve"> ja andmete edastamise </w:t>
      </w:r>
      <w:r w:rsidR="19C1DCF6" w:rsidRPr="00D93098">
        <w:rPr>
          <w:rFonts w:ascii="Arial" w:hAnsi="Arial" w:cs="Arial"/>
          <w:sz w:val="22"/>
          <w:szCs w:val="22"/>
          <w:lang w:eastAsia="et-EE"/>
        </w:rPr>
        <w:t>kohustuse</w:t>
      </w:r>
      <w:r w:rsidR="00E4194F">
        <w:rPr>
          <w:rFonts w:ascii="Arial" w:hAnsi="Arial" w:cs="Arial"/>
          <w:sz w:val="22"/>
          <w:szCs w:val="22"/>
          <w:lang w:eastAsia="et-EE"/>
        </w:rPr>
        <w:t xml:space="preserve"> täitmise ajaks</w:t>
      </w:r>
      <w:r w:rsidR="19C1DCF6" w:rsidRPr="00D93098">
        <w:rPr>
          <w:rFonts w:ascii="Arial" w:hAnsi="Arial" w:cs="Arial"/>
          <w:sz w:val="22"/>
          <w:szCs w:val="22"/>
          <w:lang w:eastAsia="et-EE"/>
        </w:rPr>
        <w:t xml:space="preserve"> on </w:t>
      </w:r>
      <w:r w:rsidR="006E31BC">
        <w:rPr>
          <w:rFonts w:ascii="Arial" w:hAnsi="Arial" w:cs="Arial"/>
          <w:sz w:val="22"/>
          <w:szCs w:val="22"/>
          <w:lang w:eastAsia="et-EE"/>
        </w:rPr>
        <w:t>kehtestatud</w:t>
      </w:r>
      <w:r w:rsidR="19C1DCF6" w:rsidRPr="00D93098">
        <w:rPr>
          <w:rFonts w:ascii="Arial" w:hAnsi="Arial" w:cs="Arial"/>
          <w:sz w:val="22"/>
          <w:szCs w:val="22"/>
          <w:lang w:eastAsia="et-EE"/>
        </w:rPr>
        <w:t xml:space="preserve"> 1</w:t>
      </w:r>
      <w:r w:rsidR="0020262F" w:rsidRPr="00D93098">
        <w:rPr>
          <w:rFonts w:ascii="Arial" w:hAnsi="Arial" w:cs="Arial"/>
          <w:sz w:val="22"/>
          <w:szCs w:val="22"/>
          <w:lang w:eastAsia="et-EE"/>
        </w:rPr>
        <w:t>.</w:t>
      </w:r>
      <w:r w:rsidR="19C1DCF6" w:rsidRPr="00D93098">
        <w:rPr>
          <w:rFonts w:ascii="Arial" w:hAnsi="Arial" w:cs="Arial"/>
          <w:sz w:val="22"/>
          <w:szCs w:val="22"/>
          <w:lang w:eastAsia="et-EE"/>
        </w:rPr>
        <w:t xml:space="preserve"> juuli 2027</w:t>
      </w:r>
      <w:r w:rsidR="19C1DCF6" w:rsidRPr="44840491">
        <w:rPr>
          <w:rFonts w:ascii="Arial" w:hAnsi="Arial" w:cs="Arial"/>
          <w:sz w:val="22"/>
          <w:szCs w:val="22"/>
          <w:lang w:eastAsia="et-EE"/>
        </w:rPr>
        <w:t>, et tagada piisav ajavaru tehniliste</w:t>
      </w:r>
      <w:r w:rsidR="5BDC1A7C" w:rsidRPr="44840491">
        <w:rPr>
          <w:rFonts w:ascii="Arial" w:hAnsi="Arial" w:cs="Arial"/>
          <w:sz w:val="22"/>
          <w:szCs w:val="22"/>
          <w:lang w:eastAsia="et-EE"/>
        </w:rPr>
        <w:t xml:space="preserve"> lahenduste tagamiseks.</w:t>
      </w:r>
    </w:p>
    <w:p w14:paraId="0D555C7B" w14:textId="77777777" w:rsidR="004576DB" w:rsidRPr="00CD1178" w:rsidRDefault="004576DB" w:rsidP="00A248DC">
      <w:pPr>
        <w:jc w:val="both"/>
        <w:rPr>
          <w:rFonts w:ascii="Arial" w:hAnsi="Arial" w:cs="Arial"/>
          <w:sz w:val="22"/>
          <w:szCs w:val="22"/>
          <w:lang w:eastAsia="et-EE"/>
        </w:rPr>
        <w:sectPr w:rsidR="004576DB" w:rsidRPr="00CD1178" w:rsidSect="00A8180C">
          <w:type w:val="continuous"/>
          <w:pgSz w:w="11907" w:h="16840" w:code="9"/>
          <w:pgMar w:top="1134" w:right="1134" w:bottom="1134" w:left="1701" w:header="709" w:footer="709" w:gutter="0"/>
          <w:cols w:space="708"/>
          <w:formProt w:val="0"/>
          <w:titlePg/>
          <w:docGrid w:linePitch="360"/>
        </w:sectPr>
      </w:pPr>
    </w:p>
    <w:p w14:paraId="1EC9A3AB" w14:textId="77777777" w:rsidR="004576DB" w:rsidRPr="00CD1178" w:rsidRDefault="004576DB" w:rsidP="00A248DC">
      <w:pPr>
        <w:jc w:val="both"/>
        <w:rPr>
          <w:rFonts w:ascii="Arial" w:hAnsi="Arial" w:cs="Arial"/>
          <w:sz w:val="22"/>
          <w:szCs w:val="22"/>
          <w:lang w:eastAsia="et-EE"/>
        </w:rPr>
      </w:pPr>
    </w:p>
    <w:p w14:paraId="38988773" w14:textId="77777777" w:rsidR="00BF71A0" w:rsidRPr="00CD1178" w:rsidRDefault="00F72AB5" w:rsidP="00A248DC">
      <w:pPr>
        <w:jc w:val="both"/>
        <w:rPr>
          <w:rFonts w:ascii="Arial" w:hAnsi="Arial" w:cs="Arial"/>
          <w:b/>
          <w:bCs/>
          <w:sz w:val="22"/>
          <w:szCs w:val="22"/>
          <w:lang w:eastAsia="et-EE"/>
        </w:rPr>
      </w:pPr>
      <w:r w:rsidRPr="00CD1178">
        <w:rPr>
          <w:rFonts w:ascii="Arial" w:hAnsi="Arial" w:cs="Arial"/>
          <w:b/>
          <w:bCs/>
          <w:sz w:val="22"/>
          <w:szCs w:val="22"/>
          <w:lang w:eastAsia="et-EE"/>
        </w:rPr>
        <w:lastRenderedPageBreak/>
        <w:t>7</w:t>
      </w:r>
      <w:r w:rsidR="0004635E" w:rsidRPr="00CD1178">
        <w:rPr>
          <w:rFonts w:ascii="Arial" w:hAnsi="Arial" w:cs="Arial"/>
          <w:b/>
          <w:bCs/>
          <w:sz w:val="22"/>
          <w:szCs w:val="22"/>
          <w:lang w:eastAsia="et-EE"/>
        </w:rPr>
        <w:t xml:space="preserve">. </w:t>
      </w:r>
      <w:r w:rsidR="00BF71A0" w:rsidRPr="00CD1178">
        <w:rPr>
          <w:rFonts w:ascii="Arial" w:hAnsi="Arial" w:cs="Arial"/>
          <w:b/>
          <w:bCs/>
          <w:sz w:val="22"/>
          <w:szCs w:val="22"/>
          <w:lang w:eastAsia="et-EE"/>
        </w:rPr>
        <w:t>Eelnõu kooskõlastamine</w:t>
      </w:r>
      <w:r w:rsidR="009C67F1" w:rsidRPr="00CD1178">
        <w:rPr>
          <w:rFonts w:ascii="Arial" w:hAnsi="Arial" w:cs="Arial"/>
          <w:b/>
          <w:bCs/>
          <w:sz w:val="22"/>
          <w:szCs w:val="22"/>
          <w:lang w:eastAsia="et-EE"/>
        </w:rPr>
        <w:t xml:space="preserve">, </w:t>
      </w:r>
      <w:r w:rsidR="009C67F1" w:rsidRPr="00CD1178">
        <w:rPr>
          <w:rFonts w:ascii="Arial" w:hAnsi="Arial" w:cs="Arial"/>
          <w:b/>
          <w:sz w:val="22"/>
          <w:szCs w:val="22"/>
        </w:rPr>
        <w:t>huvirühmade kaasamine ja avalik konsultatsioon</w:t>
      </w:r>
    </w:p>
    <w:p w14:paraId="4E9126AF" w14:textId="77777777" w:rsidR="00FE2EBD" w:rsidRPr="00CD1178" w:rsidRDefault="00FE2EBD" w:rsidP="00A248DC">
      <w:pPr>
        <w:jc w:val="both"/>
        <w:rPr>
          <w:rFonts w:ascii="Arial" w:hAnsi="Arial" w:cs="Arial"/>
          <w:sz w:val="22"/>
          <w:szCs w:val="22"/>
          <w:lang w:eastAsia="et-EE"/>
        </w:rPr>
      </w:pPr>
    </w:p>
    <w:p w14:paraId="3185F499" w14:textId="77777777" w:rsidR="004576DB" w:rsidRPr="00CD1178" w:rsidRDefault="004576DB" w:rsidP="00A248DC">
      <w:pPr>
        <w:jc w:val="both"/>
        <w:rPr>
          <w:rFonts w:ascii="Arial" w:hAnsi="Arial" w:cs="Arial"/>
          <w:sz w:val="22"/>
          <w:szCs w:val="22"/>
        </w:rPr>
        <w:sectPr w:rsidR="004576DB" w:rsidRPr="00CD1178" w:rsidSect="00A8180C">
          <w:type w:val="continuous"/>
          <w:pgSz w:w="11907" w:h="16840" w:code="9"/>
          <w:pgMar w:top="1134" w:right="1134" w:bottom="1134" w:left="1701" w:header="709" w:footer="709" w:gutter="0"/>
          <w:cols w:space="708"/>
          <w:titlePg/>
          <w:docGrid w:linePitch="360"/>
        </w:sectPr>
      </w:pPr>
    </w:p>
    <w:p w14:paraId="15DDAF1D" w14:textId="61728A9C" w:rsidR="004576DB" w:rsidRPr="00CD1178" w:rsidRDefault="1CFA9652" w:rsidP="00A248DC">
      <w:pPr>
        <w:jc w:val="both"/>
        <w:rPr>
          <w:rFonts w:ascii="Arial" w:hAnsi="Arial" w:cs="Arial"/>
          <w:sz w:val="22"/>
          <w:szCs w:val="22"/>
        </w:rPr>
        <w:sectPr w:rsidR="004576DB" w:rsidRPr="00CD1178" w:rsidSect="00A8180C">
          <w:type w:val="continuous"/>
          <w:pgSz w:w="11907" w:h="16840" w:code="9"/>
          <w:pgMar w:top="1134" w:right="1134" w:bottom="1134" w:left="1701" w:header="709" w:footer="709" w:gutter="0"/>
          <w:cols w:space="708"/>
          <w:formProt w:val="0"/>
          <w:titlePg/>
          <w:docGrid w:linePitch="360"/>
        </w:sectPr>
      </w:pPr>
      <w:r w:rsidRPr="44840491">
        <w:rPr>
          <w:rFonts w:ascii="Arial" w:hAnsi="Arial" w:cs="Arial"/>
          <w:sz w:val="22"/>
          <w:szCs w:val="22"/>
        </w:rPr>
        <w:t xml:space="preserve">Eelnõu esitatakse kooskõlastamiseks </w:t>
      </w:r>
      <w:r w:rsidR="30DCD71B" w:rsidRPr="44840491">
        <w:rPr>
          <w:rFonts w:ascii="Arial" w:hAnsi="Arial" w:cs="Arial"/>
          <w:sz w:val="22"/>
          <w:szCs w:val="22"/>
        </w:rPr>
        <w:t xml:space="preserve">Rahandusministeeriumile </w:t>
      </w:r>
      <w:r w:rsidR="00907297">
        <w:rPr>
          <w:rFonts w:ascii="Arial" w:hAnsi="Arial" w:cs="Arial"/>
          <w:sz w:val="22"/>
          <w:szCs w:val="22"/>
        </w:rPr>
        <w:t>ning</w:t>
      </w:r>
      <w:r w:rsidR="30DCD71B" w:rsidRPr="44840491">
        <w:rPr>
          <w:rFonts w:ascii="Arial" w:hAnsi="Arial" w:cs="Arial"/>
          <w:sz w:val="22"/>
          <w:szCs w:val="22"/>
        </w:rPr>
        <w:t xml:space="preserve"> arvamuse </w:t>
      </w:r>
      <w:r w:rsidR="00907297">
        <w:rPr>
          <w:rFonts w:ascii="Arial" w:hAnsi="Arial" w:cs="Arial"/>
          <w:sz w:val="22"/>
          <w:szCs w:val="22"/>
        </w:rPr>
        <w:t>avaldamiseks</w:t>
      </w:r>
      <w:r w:rsidR="52FF7544" w:rsidRPr="44840491">
        <w:rPr>
          <w:rFonts w:ascii="Arial" w:hAnsi="Arial" w:cs="Arial"/>
          <w:sz w:val="22"/>
          <w:szCs w:val="22"/>
        </w:rPr>
        <w:t xml:space="preserve"> </w:t>
      </w:r>
      <w:r w:rsidRPr="44840491">
        <w:rPr>
          <w:rFonts w:ascii="Arial" w:hAnsi="Arial" w:cs="Arial"/>
          <w:sz w:val="22"/>
          <w:szCs w:val="22"/>
        </w:rPr>
        <w:t>Andmekaitse Inspektsioonile,</w:t>
      </w:r>
      <w:r w:rsidR="552BA4DC" w:rsidRPr="44840491">
        <w:rPr>
          <w:rFonts w:ascii="Arial" w:hAnsi="Arial" w:cs="Arial"/>
          <w:sz w:val="22"/>
          <w:szCs w:val="22"/>
        </w:rPr>
        <w:t xml:space="preserve"> Riigi</w:t>
      </w:r>
      <w:r w:rsidR="6A90BAAD" w:rsidRPr="44840491">
        <w:rPr>
          <w:rFonts w:ascii="Arial" w:hAnsi="Arial" w:cs="Arial"/>
          <w:sz w:val="22"/>
          <w:szCs w:val="22"/>
        </w:rPr>
        <w:t xml:space="preserve"> I</w:t>
      </w:r>
      <w:r w:rsidR="552BA4DC" w:rsidRPr="44840491">
        <w:rPr>
          <w:rFonts w:ascii="Arial" w:hAnsi="Arial" w:cs="Arial"/>
          <w:sz w:val="22"/>
          <w:szCs w:val="22"/>
        </w:rPr>
        <w:t>nfosüsteemi Ametile, Tervisekassale, Terviseametile, Ravimiametile, Tervi</w:t>
      </w:r>
      <w:r w:rsidR="32893140" w:rsidRPr="44840491">
        <w:rPr>
          <w:rFonts w:ascii="Arial" w:hAnsi="Arial" w:cs="Arial"/>
          <w:sz w:val="22"/>
          <w:szCs w:val="22"/>
        </w:rPr>
        <w:t>se ja Heaolu Infosüsteemide Keskusele,</w:t>
      </w:r>
      <w:r w:rsidR="48A4ED7C" w:rsidRPr="44840491">
        <w:rPr>
          <w:rFonts w:ascii="Arial" w:hAnsi="Arial" w:cs="Arial"/>
          <w:sz w:val="22"/>
          <w:szCs w:val="22"/>
        </w:rPr>
        <w:t xml:space="preserve"> Tervise Arengu Instituudile,</w:t>
      </w:r>
      <w:r w:rsidRPr="44840491">
        <w:rPr>
          <w:rFonts w:ascii="Arial" w:hAnsi="Arial" w:cs="Arial"/>
          <w:sz w:val="22"/>
          <w:szCs w:val="22"/>
        </w:rPr>
        <w:t xml:space="preserve"> </w:t>
      </w:r>
      <w:r w:rsidR="534DA10B" w:rsidRPr="44840491">
        <w:rPr>
          <w:rFonts w:ascii="Arial" w:hAnsi="Arial" w:cs="Arial"/>
          <w:sz w:val="22"/>
          <w:szCs w:val="22"/>
        </w:rPr>
        <w:t>v</w:t>
      </w:r>
      <w:r w:rsidR="0380D68E" w:rsidRPr="44840491">
        <w:rPr>
          <w:rFonts w:ascii="Arial" w:hAnsi="Arial" w:cs="Arial"/>
          <w:sz w:val="22"/>
          <w:szCs w:val="22"/>
        </w:rPr>
        <w:t>erekeskustele</w:t>
      </w:r>
      <w:r w:rsidRPr="44840491">
        <w:rPr>
          <w:rFonts w:ascii="Arial" w:hAnsi="Arial" w:cs="Arial"/>
          <w:sz w:val="22"/>
          <w:szCs w:val="22"/>
        </w:rPr>
        <w:t xml:space="preserve">, </w:t>
      </w:r>
      <w:r w:rsidR="79389AFC" w:rsidRPr="44840491">
        <w:rPr>
          <w:rFonts w:ascii="Arial" w:hAnsi="Arial" w:cs="Arial"/>
          <w:sz w:val="22"/>
          <w:szCs w:val="22"/>
        </w:rPr>
        <w:t>Eesti Laborimeditsiini Ühing</w:t>
      </w:r>
      <w:r w:rsidR="7FB71157" w:rsidRPr="44840491">
        <w:rPr>
          <w:rFonts w:ascii="Arial" w:hAnsi="Arial" w:cs="Arial"/>
          <w:sz w:val="22"/>
          <w:szCs w:val="22"/>
        </w:rPr>
        <w:t>ule</w:t>
      </w:r>
      <w:r w:rsidR="2A13C417" w:rsidRPr="44840491">
        <w:rPr>
          <w:rFonts w:ascii="Arial" w:hAnsi="Arial" w:cs="Arial"/>
          <w:sz w:val="22"/>
          <w:szCs w:val="22"/>
        </w:rPr>
        <w:t xml:space="preserve">, </w:t>
      </w:r>
      <w:r w:rsidR="4882F5C9" w:rsidRPr="44840491">
        <w:rPr>
          <w:rFonts w:ascii="Arial" w:hAnsi="Arial" w:cs="Arial"/>
          <w:sz w:val="22"/>
          <w:szCs w:val="22"/>
        </w:rPr>
        <w:t>Eesti</w:t>
      </w:r>
      <w:r w:rsidRPr="44840491">
        <w:rPr>
          <w:rFonts w:ascii="Arial" w:hAnsi="Arial" w:cs="Arial"/>
          <w:sz w:val="22"/>
          <w:szCs w:val="22"/>
        </w:rPr>
        <w:t xml:space="preserve"> Arstide Lii</w:t>
      </w:r>
      <w:r w:rsidR="53864604" w:rsidRPr="44840491">
        <w:rPr>
          <w:rFonts w:ascii="Arial" w:hAnsi="Arial" w:cs="Arial"/>
          <w:sz w:val="22"/>
          <w:szCs w:val="22"/>
        </w:rPr>
        <w:t>dule</w:t>
      </w:r>
      <w:r w:rsidRPr="44840491">
        <w:rPr>
          <w:rFonts w:ascii="Arial" w:hAnsi="Arial" w:cs="Arial"/>
          <w:sz w:val="22"/>
          <w:szCs w:val="22"/>
        </w:rPr>
        <w:t>,</w:t>
      </w:r>
      <w:r w:rsidR="22C365AB" w:rsidRPr="44840491">
        <w:rPr>
          <w:rFonts w:ascii="Arial" w:hAnsi="Arial" w:cs="Arial"/>
          <w:sz w:val="22"/>
          <w:szCs w:val="22"/>
        </w:rPr>
        <w:t xml:space="preserve"> Eesti Haiglate Liidule</w:t>
      </w:r>
      <w:r w:rsidR="00F841E4">
        <w:rPr>
          <w:rFonts w:ascii="Arial" w:hAnsi="Arial" w:cs="Arial"/>
          <w:sz w:val="22"/>
          <w:szCs w:val="22"/>
        </w:rPr>
        <w:t xml:space="preserve"> ja</w:t>
      </w:r>
      <w:r w:rsidRPr="44840491">
        <w:rPr>
          <w:rFonts w:ascii="Arial" w:hAnsi="Arial" w:cs="Arial"/>
          <w:sz w:val="22"/>
          <w:szCs w:val="22"/>
        </w:rPr>
        <w:t xml:space="preserve"> Eesti Tran</w:t>
      </w:r>
      <w:r w:rsidR="2322ED97" w:rsidRPr="44840491">
        <w:rPr>
          <w:rFonts w:ascii="Arial" w:hAnsi="Arial" w:cs="Arial"/>
          <w:sz w:val="22"/>
          <w:szCs w:val="22"/>
        </w:rPr>
        <w:t>s</w:t>
      </w:r>
      <w:r w:rsidRPr="44840491">
        <w:rPr>
          <w:rFonts w:ascii="Arial" w:hAnsi="Arial" w:cs="Arial"/>
          <w:sz w:val="22"/>
          <w:szCs w:val="22"/>
        </w:rPr>
        <w:t>fusioonmeditsiini Selts</w:t>
      </w:r>
      <w:r w:rsidR="21090625" w:rsidRPr="44840491">
        <w:rPr>
          <w:rFonts w:ascii="Arial" w:hAnsi="Arial" w:cs="Arial"/>
          <w:sz w:val="22"/>
          <w:szCs w:val="22"/>
        </w:rPr>
        <w:t>ile</w:t>
      </w:r>
      <w:r w:rsidR="6DFEF009" w:rsidRPr="44840491">
        <w:rPr>
          <w:rFonts w:ascii="Arial" w:hAnsi="Arial" w:cs="Arial"/>
          <w:sz w:val="22"/>
          <w:szCs w:val="22"/>
        </w:rPr>
        <w:t>.</w:t>
      </w:r>
    </w:p>
    <w:p w14:paraId="75D2C83A" w14:textId="77777777" w:rsidR="00AC1FF6" w:rsidRPr="00CD1178" w:rsidRDefault="00AC1FF6" w:rsidP="00757300">
      <w:pPr>
        <w:jc w:val="both"/>
        <w:rPr>
          <w:rFonts w:ascii="Arial" w:hAnsi="Arial" w:cs="Arial"/>
          <w:sz w:val="22"/>
          <w:szCs w:val="22"/>
        </w:rPr>
      </w:pPr>
    </w:p>
    <w:sectPr w:rsidR="00AC1FF6" w:rsidRPr="00CD1178" w:rsidSect="00A8180C">
      <w:type w:val="continuous"/>
      <w:pgSz w:w="11907" w:h="16840"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ECA456" w14:textId="77777777" w:rsidR="00764202" w:rsidRDefault="00764202">
      <w:r>
        <w:separator/>
      </w:r>
    </w:p>
  </w:endnote>
  <w:endnote w:type="continuationSeparator" w:id="0">
    <w:p w14:paraId="4038F13C" w14:textId="77777777" w:rsidR="00764202" w:rsidRDefault="00764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FD08E" w14:textId="77777777" w:rsidR="001B07C4" w:rsidRDefault="001B07C4" w:rsidP="00EA201A">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BC0D2FE" w14:textId="77777777" w:rsidR="001B07C4" w:rsidRDefault="001B07C4" w:rsidP="00EA201A">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8393829"/>
      <w:docPartObj>
        <w:docPartGallery w:val="Page Numbers (Bottom of Page)"/>
        <w:docPartUnique/>
      </w:docPartObj>
    </w:sdtPr>
    <w:sdtEndPr/>
    <w:sdtContent>
      <w:p w14:paraId="629B89EE" w14:textId="70089C7F" w:rsidR="00034371" w:rsidRDefault="00034371" w:rsidP="00034371">
        <w:pPr>
          <w:pStyle w:val="Laad2"/>
        </w:pPr>
        <w:r>
          <w:fldChar w:fldCharType="begin"/>
        </w:r>
        <w:r>
          <w:instrText>PAGE   \* MERGEFORMAT</w:instrText>
        </w:r>
        <w:r>
          <w:fldChar w:fldCharType="separate"/>
        </w:r>
        <w:r>
          <w:t>2</w:t>
        </w:r>
        <w:r>
          <w:fldChar w:fldCharType="end"/>
        </w:r>
      </w:p>
    </w:sdtContent>
  </w:sdt>
  <w:p w14:paraId="0FAC8359" w14:textId="4D0FB592" w:rsidR="001B07C4" w:rsidRDefault="001B07C4" w:rsidP="00034371">
    <w:pPr>
      <w:pStyle w:val="Laad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5A138" w14:textId="257862FF" w:rsidR="00034371" w:rsidRDefault="00034371">
    <w:pPr>
      <w:pStyle w:val="Jalus"/>
      <w:jc w:val="center"/>
    </w:pPr>
  </w:p>
  <w:p w14:paraId="622B14B0" w14:textId="77777777" w:rsidR="00034371" w:rsidRDefault="0003437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7176B8" w14:textId="77777777" w:rsidR="00764202" w:rsidRDefault="00764202">
      <w:r>
        <w:separator/>
      </w:r>
    </w:p>
  </w:footnote>
  <w:footnote w:type="continuationSeparator" w:id="0">
    <w:p w14:paraId="4E63432D" w14:textId="77777777" w:rsidR="00764202" w:rsidRDefault="00764202">
      <w:r>
        <w:continuationSeparator/>
      </w:r>
    </w:p>
  </w:footnote>
  <w:footnote w:id="1">
    <w:p w14:paraId="12D4B44E" w14:textId="23CC504A" w:rsidR="375AF7ED" w:rsidRDefault="375AF7ED" w:rsidP="375AF7ED">
      <w:pPr>
        <w:pStyle w:val="Allmrkusetekst"/>
      </w:pPr>
      <w:r w:rsidRPr="375AF7ED">
        <w:rPr>
          <w:rStyle w:val="Allmrkuseviide"/>
        </w:rPr>
        <w:footnoteRef/>
      </w:r>
      <w:r>
        <w:t xml:space="preserve"> </w:t>
      </w:r>
      <w:hyperlink r:id="rId1" w:anchor=":~:text=Inimgeeniuuringute%20seadus%20749%20SE">
        <w:r w:rsidRPr="375AF7ED">
          <w:rPr>
            <w:rStyle w:val="Hperlink"/>
          </w:rPr>
          <w:t>Inimgeeniuuringute seadus 749 SE.</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0888B" w14:textId="77777777" w:rsidR="006425E0" w:rsidRDefault="006425E0">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9C9DB" w14:textId="1934DD37" w:rsidR="00C61EA6" w:rsidRPr="00C61EA6" w:rsidRDefault="00C61EA6" w:rsidP="001372D6">
    <w:pPr>
      <w:pStyle w:val="Pis"/>
      <w:rPr>
        <w:rFonts w:ascii="Arial" w:hAnsi="Arial" w:cs="Arial"/>
        <w:sz w:val="22"/>
        <w:szCs w:val="22"/>
      </w:rPr>
    </w:pPr>
  </w:p>
  <w:p w14:paraId="56919ABE" w14:textId="77777777" w:rsidR="00C61EA6" w:rsidRDefault="00C61EA6">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D8A90" w14:textId="77777777" w:rsidR="006425E0" w:rsidRDefault="006425E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BB7A1B"/>
    <w:multiLevelType w:val="hybridMultilevel"/>
    <w:tmpl w:val="6AAE13CC"/>
    <w:lvl w:ilvl="0" w:tplc="F13871BC">
      <w:start w:val="1"/>
      <w:numFmt w:val="bullet"/>
      <w:lvlText w:val=""/>
      <w:lvlJc w:val="left"/>
      <w:pPr>
        <w:ind w:left="720" w:hanging="360"/>
      </w:pPr>
      <w:rPr>
        <w:rFonts w:ascii="Symbol" w:hAnsi="Symbol" w:hint="default"/>
      </w:rPr>
    </w:lvl>
    <w:lvl w:ilvl="1" w:tplc="A97C8B90">
      <w:start w:val="1"/>
      <w:numFmt w:val="bullet"/>
      <w:lvlText w:val="o"/>
      <w:lvlJc w:val="left"/>
      <w:pPr>
        <w:ind w:left="1440" w:hanging="360"/>
      </w:pPr>
      <w:rPr>
        <w:rFonts w:ascii="Courier New" w:hAnsi="Courier New" w:hint="default"/>
      </w:rPr>
    </w:lvl>
    <w:lvl w:ilvl="2" w:tplc="ABB280C8">
      <w:start w:val="1"/>
      <w:numFmt w:val="bullet"/>
      <w:lvlText w:val=""/>
      <w:lvlJc w:val="left"/>
      <w:pPr>
        <w:ind w:left="2160" w:hanging="360"/>
      </w:pPr>
      <w:rPr>
        <w:rFonts w:ascii="Wingdings" w:hAnsi="Wingdings" w:hint="default"/>
      </w:rPr>
    </w:lvl>
    <w:lvl w:ilvl="3" w:tplc="FA46FCFC">
      <w:start w:val="1"/>
      <w:numFmt w:val="bullet"/>
      <w:lvlText w:val=""/>
      <w:lvlJc w:val="left"/>
      <w:pPr>
        <w:ind w:left="2880" w:hanging="360"/>
      </w:pPr>
      <w:rPr>
        <w:rFonts w:ascii="Symbol" w:hAnsi="Symbol" w:hint="default"/>
      </w:rPr>
    </w:lvl>
    <w:lvl w:ilvl="4" w:tplc="F5427BAE">
      <w:start w:val="1"/>
      <w:numFmt w:val="bullet"/>
      <w:lvlText w:val="o"/>
      <w:lvlJc w:val="left"/>
      <w:pPr>
        <w:ind w:left="3600" w:hanging="360"/>
      </w:pPr>
      <w:rPr>
        <w:rFonts w:ascii="Courier New" w:hAnsi="Courier New" w:hint="default"/>
      </w:rPr>
    </w:lvl>
    <w:lvl w:ilvl="5" w:tplc="617A2054">
      <w:start w:val="1"/>
      <w:numFmt w:val="bullet"/>
      <w:lvlText w:val=""/>
      <w:lvlJc w:val="left"/>
      <w:pPr>
        <w:ind w:left="4320" w:hanging="360"/>
      </w:pPr>
      <w:rPr>
        <w:rFonts w:ascii="Wingdings" w:hAnsi="Wingdings" w:hint="default"/>
      </w:rPr>
    </w:lvl>
    <w:lvl w:ilvl="6" w:tplc="7D7C9FC4">
      <w:start w:val="1"/>
      <w:numFmt w:val="bullet"/>
      <w:lvlText w:val=""/>
      <w:lvlJc w:val="left"/>
      <w:pPr>
        <w:ind w:left="5040" w:hanging="360"/>
      </w:pPr>
      <w:rPr>
        <w:rFonts w:ascii="Symbol" w:hAnsi="Symbol" w:hint="default"/>
      </w:rPr>
    </w:lvl>
    <w:lvl w:ilvl="7" w:tplc="A666250A">
      <w:start w:val="1"/>
      <w:numFmt w:val="bullet"/>
      <w:lvlText w:val="o"/>
      <w:lvlJc w:val="left"/>
      <w:pPr>
        <w:ind w:left="5760" w:hanging="360"/>
      </w:pPr>
      <w:rPr>
        <w:rFonts w:ascii="Courier New" w:hAnsi="Courier New" w:hint="default"/>
      </w:rPr>
    </w:lvl>
    <w:lvl w:ilvl="8" w:tplc="53BEFCCA">
      <w:start w:val="1"/>
      <w:numFmt w:val="bullet"/>
      <w:lvlText w:val=""/>
      <w:lvlJc w:val="left"/>
      <w:pPr>
        <w:ind w:left="6480" w:hanging="360"/>
      </w:pPr>
      <w:rPr>
        <w:rFonts w:ascii="Wingdings" w:hAnsi="Wingdings" w:hint="default"/>
      </w:rPr>
    </w:lvl>
  </w:abstractNum>
  <w:abstractNum w:abstractNumId="1" w15:restartNumberingAfterBreak="0">
    <w:nsid w:val="1F04318D"/>
    <w:multiLevelType w:val="hybridMultilevel"/>
    <w:tmpl w:val="3DC64180"/>
    <w:lvl w:ilvl="0" w:tplc="54B62E8C">
      <w:start w:val="1"/>
      <w:numFmt w:val="bullet"/>
      <w:lvlText w:val=""/>
      <w:lvlJc w:val="left"/>
      <w:pPr>
        <w:ind w:left="720" w:hanging="360"/>
      </w:pPr>
      <w:rPr>
        <w:rFonts w:ascii="Symbol" w:hAnsi="Symbol" w:hint="default"/>
      </w:rPr>
    </w:lvl>
    <w:lvl w:ilvl="1" w:tplc="11BA7C18">
      <w:start w:val="1"/>
      <w:numFmt w:val="bullet"/>
      <w:lvlText w:val="o"/>
      <w:lvlJc w:val="left"/>
      <w:pPr>
        <w:ind w:left="1440" w:hanging="360"/>
      </w:pPr>
      <w:rPr>
        <w:rFonts w:ascii="Courier New" w:hAnsi="Courier New" w:hint="default"/>
      </w:rPr>
    </w:lvl>
    <w:lvl w:ilvl="2" w:tplc="2F08AE16">
      <w:start w:val="1"/>
      <w:numFmt w:val="bullet"/>
      <w:lvlText w:val=""/>
      <w:lvlJc w:val="left"/>
      <w:pPr>
        <w:ind w:left="2160" w:hanging="360"/>
      </w:pPr>
      <w:rPr>
        <w:rFonts w:ascii="Wingdings" w:hAnsi="Wingdings" w:hint="default"/>
      </w:rPr>
    </w:lvl>
    <w:lvl w:ilvl="3" w:tplc="336E8294">
      <w:start w:val="1"/>
      <w:numFmt w:val="bullet"/>
      <w:lvlText w:val=""/>
      <w:lvlJc w:val="left"/>
      <w:pPr>
        <w:ind w:left="2880" w:hanging="360"/>
      </w:pPr>
      <w:rPr>
        <w:rFonts w:ascii="Symbol" w:hAnsi="Symbol" w:hint="default"/>
      </w:rPr>
    </w:lvl>
    <w:lvl w:ilvl="4" w:tplc="EE1A1358">
      <w:start w:val="1"/>
      <w:numFmt w:val="bullet"/>
      <w:lvlText w:val="o"/>
      <w:lvlJc w:val="left"/>
      <w:pPr>
        <w:ind w:left="3600" w:hanging="360"/>
      </w:pPr>
      <w:rPr>
        <w:rFonts w:ascii="Courier New" w:hAnsi="Courier New" w:hint="default"/>
      </w:rPr>
    </w:lvl>
    <w:lvl w:ilvl="5" w:tplc="8DFA1CEA">
      <w:start w:val="1"/>
      <w:numFmt w:val="bullet"/>
      <w:lvlText w:val=""/>
      <w:lvlJc w:val="left"/>
      <w:pPr>
        <w:ind w:left="4320" w:hanging="360"/>
      </w:pPr>
      <w:rPr>
        <w:rFonts w:ascii="Wingdings" w:hAnsi="Wingdings" w:hint="default"/>
      </w:rPr>
    </w:lvl>
    <w:lvl w:ilvl="6" w:tplc="9DD0A3E6">
      <w:start w:val="1"/>
      <w:numFmt w:val="bullet"/>
      <w:lvlText w:val=""/>
      <w:lvlJc w:val="left"/>
      <w:pPr>
        <w:ind w:left="5040" w:hanging="360"/>
      </w:pPr>
      <w:rPr>
        <w:rFonts w:ascii="Symbol" w:hAnsi="Symbol" w:hint="default"/>
      </w:rPr>
    </w:lvl>
    <w:lvl w:ilvl="7" w:tplc="5A68A032">
      <w:start w:val="1"/>
      <w:numFmt w:val="bullet"/>
      <w:lvlText w:val="o"/>
      <w:lvlJc w:val="left"/>
      <w:pPr>
        <w:ind w:left="5760" w:hanging="360"/>
      </w:pPr>
      <w:rPr>
        <w:rFonts w:ascii="Courier New" w:hAnsi="Courier New" w:hint="default"/>
      </w:rPr>
    </w:lvl>
    <w:lvl w:ilvl="8" w:tplc="18828692">
      <w:start w:val="1"/>
      <w:numFmt w:val="bullet"/>
      <w:lvlText w:val=""/>
      <w:lvlJc w:val="left"/>
      <w:pPr>
        <w:ind w:left="6480" w:hanging="360"/>
      </w:pPr>
      <w:rPr>
        <w:rFonts w:ascii="Wingdings" w:hAnsi="Wingdings" w:hint="default"/>
      </w:rPr>
    </w:lvl>
  </w:abstractNum>
  <w:abstractNum w:abstractNumId="2" w15:restartNumberingAfterBreak="0">
    <w:nsid w:val="202477D4"/>
    <w:multiLevelType w:val="hybridMultilevel"/>
    <w:tmpl w:val="CECAA816"/>
    <w:lvl w:ilvl="0" w:tplc="00E8199C">
      <w:start w:val="1"/>
      <w:numFmt w:val="bullet"/>
      <w:lvlText w:val=""/>
      <w:lvlJc w:val="left"/>
      <w:pPr>
        <w:ind w:left="720" w:hanging="360"/>
      </w:pPr>
      <w:rPr>
        <w:rFonts w:ascii="Symbol" w:hAnsi="Symbol" w:hint="default"/>
      </w:rPr>
    </w:lvl>
    <w:lvl w:ilvl="1" w:tplc="BCEC4378">
      <w:start w:val="1"/>
      <w:numFmt w:val="bullet"/>
      <w:lvlText w:val="o"/>
      <w:lvlJc w:val="left"/>
      <w:pPr>
        <w:ind w:left="1440" w:hanging="360"/>
      </w:pPr>
      <w:rPr>
        <w:rFonts w:ascii="Courier New" w:hAnsi="Courier New" w:hint="default"/>
      </w:rPr>
    </w:lvl>
    <w:lvl w:ilvl="2" w:tplc="CA6AEA1C">
      <w:start w:val="1"/>
      <w:numFmt w:val="bullet"/>
      <w:lvlText w:val=""/>
      <w:lvlJc w:val="left"/>
      <w:pPr>
        <w:ind w:left="2160" w:hanging="360"/>
      </w:pPr>
      <w:rPr>
        <w:rFonts w:ascii="Wingdings" w:hAnsi="Wingdings" w:hint="default"/>
      </w:rPr>
    </w:lvl>
    <w:lvl w:ilvl="3" w:tplc="D634212A">
      <w:start w:val="1"/>
      <w:numFmt w:val="bullet"/>
      <w:lvlText w:val=""/>
      <w:lvlJc w:val="left"/>
      <w:pPr>
        <w:ind w:left="2880" w:hanging="360"/>
      </w:pPr>
      <w:rPr>
        <w:rFonts w:ascii="Symbol" w:hAnsi="Symbol" w:hint="default"/>
      </w:rPr>
    </w:lvl>
    <w:lvl w:ilvl="4" w:tplc="C3C27B3C">
      <w:start w:val="1"/>
      <w:numFmt w:val="bullet"/>
      <w:lvlText w:val="o"/>
      <w:lvlJc w:val="left"/>
      <w:pPr>
        <w:ind w:left="3600" w:hanging="360"/>
      </w:pPr>
      <w:rPr>
        <w:rFonts w:ascii="Courier New" w:hAnsi="Courier New" w:hint="default"/>
      </w:rPr>
    </w:lvl>
    <w:lvl w:ilvl="5" w:tplc="3244BCF0">
      <w:start w:val="1"/>
      <w:numFmt w:val="bullet"/>
      <w:lvlText w:val=""/>
      <w:lvlJc w:val="left"/>
      <w:pPr>
        <w:ind w:left="4320" w:hanging="360"/>
      </w:pPr>
      <w:rPr>
        <w:rFonts w:ascii="Wingdings" w:hAnsi="Wingdings" w:hint="default"/>
      </w:rPr>
    </w:lvl>
    <w:lvl w:ilvl="6" w:tplc="EB18B662">
      <w:start w:val="1"/>
      <w:numFmt w:val="bullet"/>
      <w:lvlText w:val=""/>
      <w:lvlJc w:val="left"/>
      <w:pPr>
        <w:ind w:left="5040" w:hanging="360"/>
      </w:pPr>
      <w:rPr>
        <w:rFonts w:ascii="Symbol" w:hAnsi="Symbol" w:hint="default"/>
      </w:rPr>
    </w:lvl>
    <w:lvl w:ilvl="7" w:tplc="4DE26714">
      <w:start w:val="1"/>
      <w:numFmt w:val="bullet"/>
      <w:lvlText w:val="o"/>
      <w:lvlJc w:val="left"/>
      <w:pPr>
        <w:ind w:left="5760" w:hanging="360"/>
      </w:pPr>
      <w:rPr>
        <w:rFonts w:ascii="Courier New" w:hAnsi="Courier New" w:hint="default"/>
      </w:rPr>
    </w:lvl>
    <w:lvl w:ilvl="8" w:tplc="DB16894A">
      <w:start w:val="1"/>
      <w:numFmt w:val="bullet"/>
      <w:lvlText w:val=""/>
      <w:lvlJc w:val="left"/>
      <w:pPr>
        <w:ind w:left="6480" w:hanging="360"/>
      </w:pPr>
      <w:rPr>
        <w:rFonts w:ascii="Wingdings" w:hAnsi="Wingdings" w:hint="default"/>
      </w:rPr>
    </w:lvl>
  </w:abstractNum>
  <w:abstractNum w:abstractNumId="3" w15:restartNumberingAfterBreak="0">
    <w:nsid w:val="31387ECB"/>
    <w:multiLevelType w:val="hybridMultilevel"/>
    <w:tmpl w:val="FAAE8902"/>
    <w:lvl w:ilvl="0" w:tplc="A96C1E1E">
      <w:start w:val="1"/>
      <w:numFmt w:val="bullet"/>
      <w:lvlText w:val=""/>
      <w:lvlJc w:val="left"/>
      <w:pPr>
        <w:ind w:left="720" w:hanging="360"/>
      </w:pPr>
      <w:rPr>
        <w:rFonts w:ascii="Symbol" w:hAnsi="Symbol" w:hint="default"/>
      </w:rPr>
    </w:lvl>
    <w:lvl w:ilvl="1" w:tplc="EEF83804">
      <w:start w:val="1"/>
      <w:numFmt w:val="bullet"/>
      <w:lvlText w:val="o"/>
      <w:lvlJc w:val="left"/>
      <w:pPr>
        <w:ind w:left="1440" w:hanging="360"/>
      </w:pPr>
      <w:rPr>
        <w:rFonts w:ascii="Courier New" w:hAnsi="Courier New" w:hint="default"/>
      </w:rPr>
    </w:lvl>
    <w:lvl w:ilvl="2" w:tplc="5A8AEEB8">
      <w:start w:val="1"/>
      <w:numFmt w:val="bullet"/>
      <w:lvlText w:val=""/>
      <w:lvlJc w:val="left"/>
      <w:pPr>
        <w:ind w:left="2160" w:hanging="360"/>
      </w:pPr>
      <w:rPr>
        <w:rFonts w:ascii="Wingdings" w:hAnsi="Wingdings" w:hint="default"/>
      </w:rPr>
    </w:lvl>
    <w:lvl w:ilvl="3" w:tplc="C7408F26">
      <w:start w:val="1"/>
      <w:numFmt w:val="bullet"/>
      <w:lvlText w:val=""/>
      <w:lvlJc w:val="left"/>
      <w:pPr>
        <w:ind w:left="2880" w:hanging="360"/>
      </w:pPr>
      <w:rPr>
        <w:rFonts w:ascii="Symbol" w:hAnsi="Symbol" w:hint="default"/>
      </w:rPr>
    </w:lvl>
    <w:lvl w:ilvl="4" w:tplc="3AD46ABA">
      <w:start w:val="1"/>
      <w:numFmt w:val="bullet"/>
      <w:lvlText w:val="o"/>
      <w:lvlJc w:val="left"/>
      <w:pPr>
        <w:ind w:left="3600" w:hanging="360"/>
      </w:pPr>
      <w:rPr>
        <w:rFonts w:ascii="Courier New" w:hAnsi="Courier New" w:hint="default"/>
      </w:rPr>
    </w:lvl>
    <w:lvl w:ilvl="5" w:tplc="C694D2E0">
      <w:start w:val="1"/>
      <w:numFmt w:val="bullet"/>
      <w:lvlText w:val=""/>
      <w:lvlJc w:val="left"/>
      <w:pPr>
        <w:ind w:left="4320" w:hanging="360"/>
      </w:pPr>
      <w:rPr>
        <w:rFonts w:ascii="Wingdings" w:hAnsi="Wingdings" w:hint="default"/>
      </w:rPr>
    </w:lvl>
    <w:lvl w:ilvl="6" w:tplc="817633BC">
      <w:start w:val="1"/>
      <w:numFmt w:val="bullet"/>
      <w:lvlText w:val=""/>
      <w:lvlJc w:val="left"/>
      <w:pPr>
        <w:ind w:left="5040" w:hanging="360"/>
      </w:pPr>
      <w:rPr>
        <w:rFonts w:ascii="Symbol" w:hAnsi="Symbol" w:hint="default"/>
      </w:rPr>
    </w:lvl>
    <w:lvl w:ilvl="7" w:tplc="3704EB00">
      <w:start w:val="1"/>
      <w:numFmt w:val="bullet"/>
      <w:lvlText w:val="o"/>
      <w:lvlJc w:val="left"/>
      <w:pPr>
        <w:ind w:left="5760" w:hanging="360"/>
      </w:pPr>
      <w:rPr>
        <w:rFonts w:ascii="Courier New" w:hAnsi="Courier New" w:hint="default"/>
      </w:rPr>
    </w:lvl>
    <w:lvl w:ilvl="8" w:tplc="F490ED82">
      <w:start w:val="1"/>
      <w:numFmt w:val="bullet"/>
      <w:lvlText w:val=""/>
      <w:lvlJc w:val="left"/>
      <w:pPr>
        <w:ind w:left="6480" w:hanging="360"/>
      </w:pPr>
      <w:rPr>
        <w:rFonts w:ascii="Wingdings" w:hAnsi="Wingdings" w:hint="default"/>
      </w:rPr>
    </w:lvl>
  </w:abstractNum>
  <w:abstractNum w:abstractNumId="4" w15:restartNumberingAfterBreak="0">
    <w:nsid w:val="3308095A"/>
    <w:multiLevelType w:val="multilevel"/>
    <w:tmpl w:val="E1A4E18A"/>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4FEC4EFF"/>
    <w:multiLevelType w:val="multilevel"/>
    <w:tmpl w:val="868C2BA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2BB72BF"/>
    <w:multiLevelType w:val="multilevel"/>
    <w:tmpl w:val="CD9C808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8F80FC2"/>
    <w:multiLevelType w:val="hybridMultilevel"/>
    <w:tmpl w:val="B6A8E368"/>
    <w:lvl w:ilvl="0" w:tplc="D0EA1A0E">
      <w:start w:val="1"/>
      <w:numFmt w:val="bullet"/>
      <w:lvlText w:val=""/>
      <w:lvlJc w:val="left"/>
      <w:pPr>
        <w:ind w:left="720" w:hanging="360"/>
      </w:pPr>
      <w:rPr>
        <w:rFonts w:ascii="Symbol" w:hAnsi="Symbol" w:hint="default"/>
      </w:rPr>
    </w:lvl>
    <w:lvl w:ilvl="1" w:tplc="053C2D6C">
      <w:start w:val="1"/>
      <w:numFmt w:val="bullet"/>
      <w:lvlText w:val="o"/>
      <w:lvlJc w:val="left"/>
      <w:pPr>
        <w:ind w:left="1440" w:hanging="360"/>
      </w:pPr>
      <w:rPr>
        <w:rFonts w:ascii="Courier New" w:hAnsi="Courier New" w:hint="default"/>
      </w:rPr>
    </w:lvl>
    <w:lvl w:ilvl="2" w:tplc="DD8E33D6">
      <w:start w:val="1"/>
      <w:numFmt w:val="bullet"/>
      <w:lvlText w:val=""/>
      <w:lvlJc w:val="left"/>
      <w:pPr>
        <w:ind w:left="2160" w:hanging="360"/>
      </w:pPr>
      <w:rPr>
        <w:rFonts w:ascii="Wingdings" w:hAnsi="Wingdings" w:hint="default"/>
      </w:rPr>
    </w:lvl>
    <w:lvl w:ilvl="3" w:tplc="1F043D14">
      <w:start w:val="1"/>
      <w:numFmt w:val="bullet"/>
      <w:lvlText w:val=""/>
      <w:lvlJc w:val="left"/>
      <w:pPr>
        <w:ind w:left="2880" w:hanging="360"/>
      </w:pPr>
      <w:rPr>
        <w:rFonts w:ascii="Symbol" w:hAnsi="Symbol" w:hint="default"/>
      </w:rPr>
    </w:lvl>
    <w:lvl w:ilvl="4" w:tplc="AA7CFB14">
      <w:start w:val="1"/>
      <w:numFmt w:val="bullet"/>
      <w:lvlText w:val="o"/>
      <w:lvlJc w:val="left"/>
      <w:pPr>
        <w:ind w:left="3600" w:hanging="360"/>
      </w:pPr>
      <w:rPr>
        <w:rFonts w:ascii="Courier New" w:hAnsi="Courier New" w:hint="default"/>
      </w:rPr>
    </w:lvl>
    <w:lvl w:ilvl="5" w:tplc="B26C6F5E">
      <w:start w:val="1"/>
      <w:numFmt w:val="bullet"/>
      <w:lvlText w:val=""/>
      <w:lvlJc w:val="left"/>
      <w:pPr>
        <w:ind w:left="4320" w:hanging="360"/>
      </w:pPr>
      <w:rPr>
        <w:rFonts w:ascii="Wingdings" w:hAnsi="Wingdings" w:hint="default"/>
      </w:rPr>
    </w:lvl>
    <w:lvl w:ilvl="6" w:tplc="EE8AC53A">
      <w:start w:val="1"/>
      <w:numFmt w:val="bullet"/>
      <w:lvlText w:val=""/>
      <w:lvlJc w:val="left"/>
      <w:pPr>
        <w:ind w:left="5040" w:hanging="360"/>
      </w:pPr>
      <w:rPr>
        <w:rFonts w:ascii="Symbol" w:hAnsi="Symbol" w:hint="default"/>
      </w:rPr>
    </w:lvl>
    <w:lvl w:ilvl="7" w:tplc="D4927D3C">
      <w:start w:val="1"/>
      <w:numFmt w:val="bullet"/>
      <w:lvlText w:val="o"/>
      <w:lvlJc w:val="left"/>
      <w:pPr>
        <w:ind w:left="5760" w:hanging="360"/>
      </w:pPr>
      <w:rPr>
        <w:rFonts w:ascii="Courier New" w:hAnsi="Courier New" w:hint="default"/>
      </w:rPr>
    </w:lvl>
    <w:lvl w:ilvl="8" w:tplc="DB001154">
      <w:start w:val="1"/>
      <w:numFmt w:val="bullet"/>
      <w:lvlText w:val=""/>
      <w:lvlJc w:val="left"/>
      <w:pPr>
        <w:ind w:left="6480" w:hanging="360"/>
      </w:pPr>
      <w:rPr>
        <w:rFonts w:ascii="Wingdings" w:hAnsi="Wingdings" w:hint="default"/>
      </w:rPr>
    </w:lvl>
  </w:abstractNum>
  <w:num w:numId="1" w16cid:durableId="352221591">
    <w:abstractNumId w:val="0"/>
  </w:num>
  <w:num w:numId="2" w16cid:durableId="1747996762">
    <w:abstractNumId w:val="7"/>
  </w:num>
  <w:num w:numId="3" w16cid:durableId="1818066697">
    <w:abstractNumId w:val="3"/>
  </w:num>
  <w:num w:numId="4" w16cid:durableId="1104422668">
    <w:abstractNumId w:val="1"/>
  </w:num>
  <w:num w:numId="5" w16cid:durableId="1070231070">
    <w:abstractNumId w:val="2"/>
  </w:num>
  <w:num w:numId="6" w16cid:durableId="309868105">
    <w:abstractNumId w:val="6"/>
  </w:num>
  <w:num w:numId="7" w16cid:durableId="1487432027">
    <w:abstractNumId w:val="5"/>
  </w:num>
  <w:num w:numId="8" w16cid:durableId="2050685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555"/>
    <w:rsid w:val="00000407"/>
    <w:rsid w:val="0000075D"/>
    <w:rsid w:val="00001525"/>
    <w:rsid w:val="000024B5"/>
    <w:rsid w:val="00003FF1"/>
    <w:rsid w:val="00004C39"/>
    <w:rsid w:val="00006575"/>
    <w:rsid w:val="00011625"/>
    <w:rsid w:val="00011C5F"/>
    <w:rsid w:val="00014421"/>
    <w:rsid w:val="00017147"/>
    <w:rsid w:val="000203ED"/>
    <w:rsid w:val="0003013C"/>
    <w:rsid w:val="00030153"/>
    <w:rsid w:val="00030329"/>
    <w:rsid w:val="0003072E"/>
    <w:rsid w:val="000330FF"/>
    <w:rsid w:val="000340DE"/>
    <w:rsid w:val="00034371"/>
    <w:rsid w:val="00040760"/>
    <w:rsid w:val="000440A0"/>
    <w:rsid w:val="0004635E"/>
    <w:rsid w:val="000468D9"/>
    <w:rsid w:val="0004698E"/>
    <w:rsid w:val="00050049"/>
    <w:rsid w:val="00051685"/>
    <w:rsid w:val="00063EC4"/>
    <w:rsid w:val="0006539C"/>
    <w:rsid w:val="00065529"/>
    <w:rsid w:val="000659EC"/>
    <w:rsid w:val="00065E7A"/>
    <w:rsid w:val="00066706"/>
    <w:rsid w:val="0007030C"/>
    <w:rsid w:val="000729EA"/>
    <w:rsid w:val="0007779F"/>
    <w:rsid w:val="00085EA8"/>
    <w:rsid w:val="00095CC4"/>
    <w:rsid w:val="000A0F39"/>
    <w:rsid w:val="000A7BE6"/>
    <w:rsid w:val="000A7FCC"/>
    <w:rsid w:val="000B77E1"/>
    <w:rsid w:val="000C0449"/>
    <w:rsid w:val="000C0A47"/>
    <w:rsid w:val="000C0A66"/>
    <w:rsid w:val="000C2161"/>
    <w:rsid w:val="000C5B02"/>
    <w:rsid w:val="000C6AAB"/>
    <w:rsid w:val="000D304D"/>
    <w:rsid w:val="000D5EA2"/>
    <w:rsid w:val="000E24EB"/>
    <w:rsid w:val="000E40A8"/>
    <w:rsid w:val="000E67E3"/>
    <w:rsid w:val="000E6FF4"/>
    <w:rsid w:val="000E72C4"/>
    <w:rsid w:val="000F2DBF"/>
    <w:rsid w:val="000F3961"/>
    <w:rsid w:val="00106275"/>
    <w:rsid w:val="0010692F"/>
    <w:rsid w:val="00107546"/>
    <w:rsid w:val="0011257B"/>
    <w:rsid w:val="00112613"/>
    <w:rsid w:val="001135D7"/>
    <w:rsid w:val="001146B5"/>
    <w:rsid w:val="00114A90"/>
    <w:rsid w:val="00121503"/>
    <w:rsid w:val="00123E0E"/>
    <w:rsid w:val="001307C4"/>
    <w:rsid w:val="0013090F"/>
    <w:rsid w:val="00131007"/>
    <w:rsid w:val="001315F7"/>
    <w:rsid w:val="00132DC6"/>
    <w:rsid w:val="001372D6"/>
    <w:rsid w:val="00140B74"/>
    <w:rsid w:val="001435E8"/>
    <w:rsid w:val="00150D7D"/>
    <w:rsid w:val="001514B6"/>
    <w:rsid w:val="0015162B"/>
    <w:rsid w:val="00153CB0"/>
    <w:rsid w:val="001563F5"/>
    <w:rsid w:val="00162828"/>
    <w:rsid w:val="00165006"/>
    <w:rsid w:val="0016555F"/>
    <w:rsid w:val="00167D54"/>
    <w:rsid w:val="00170274"/>
    <w:rsid w:val="001702DA"/>
    <w:rsid w:val="001703A0"/>
    <w:rsid w:val="001766E8"/>
    <w:rsid w:val="00182549"/>
    <w:rsid w:val="00184AB2"/>
    <w:rsid w:val="00185CD1"/>
    <w:rsid w:val="00185F2E"/>
    <w:rsid w:val="00187EB1"/>
    <w:rsid w:val="001940C1"/>
    <w:rsid w:val="001959EE"/>
    <w:rsid w:val="001A30B7"/>
    <w:rsid w:val="001A47F1"/>
    <w:rsid w:val="001A4A37"/>
    <w:rsid w:val="001B07C4"/>
    <w:rsid w:val="001B43AE"/>
    <w:rsid w:val="001B46C4"/>
    <w:rsid w:val="001B5E29"/>
    <w:rsid w:val="001C26FB"/>
    <w:rsid w:val="001C2C19"/>
    <w:rsid w:val="001C390E"/>
    <w:rsid w:val="001C6BAE"/>
    <w:rsid w:val="001D349A"/>
    <w:rsid w:val="001E1518"/>
    <w:rsid w:val="001E53AF"/>
    <w:rsid w:val="001F1C6D"/>
    <w:rsid w:val="001F1CB0"/>
    <w:rsid w:val="001F296E"/>
    <w:rsid w:val="001F43F3"/>
    <w:rsid w:val="001F44FE"/>
    <w:rsid w:val="0020262F"/>
    <w:rsid w:val="00203B48"/>
    <w:rsid w:val="0020592E"/>
    <w:rsid w:val="00210351"/>
    <w:rsid w:val="00211CDC"/>
    <w:rsid w:val="00212534"/>
    <w:rsid w:val="002132B6"/>
    <w:rsid w:val="002241BD"/>
    <w:rsid w:val="00226045"/>
    <w:rsid w:val="00231F0F"/>
    <w:rsid w:val="002330B6"/>
    <w:rsid w:val="0024120C"/>
    <w:rsid w:val="0024340B"/>
    <w:rsid w:val="0024400E"/>
    <w:rsid w:val="002452DD"/>
    <w:rsid w:val="00250825"/>
    <w:rsid w:val="002537B6"/>
    <w:rsid w:val="0025380F"/>
    <w:rsid w:val="0025411E"/>
    <w:rsid w:val="00255B1F"/>
    <w:rsid w:val="00257606"/>
    <w:rsid w:val="00260B4E"/>
    <w:rsid w:val="00262EEE"/>
    <w:rsid w:val="00263788"/>
    <w:rsid w:val="0026524F"/>
    <w:rsid w:val="00271393"/>
    <w:rsid w:val="0027613F"/>
    <w:rsid w:val="00277089"/>
    <w:rsid w:val="002778AB"/>
    <w:rsid w:val="00281187"/>
    <w:rsid w:val="00281385"/>
    <w:rsid w:val="00283BFA"/>
    <w:rsid w:val="00283DB7"/>
    <w:rsid w:val="00285B81"/>
    <w:rsid w:val="00285C0D"/>
    <w:rsid w:val="00286048"/>
    <w:rsid w:val="002866E4"/>
    <w:rsid w:val="002904C1"/>
    <w:rsid w:val="00291405"/>
    <w:rsid w:val="00293B00"/>
    <w:rsid w:val="002A0F90"/>
    <w:rsid w:val="002A7C82"/>
    <w:rsid w:val="002B30D1"/>
    <w:rsid w:val="002B3D0E"/>
    <w:rsid w:val="002B7E38"/>
    <w:rsid w:val="002C3EAE"/>
    <w:rsid w:val="002C6067"/>
    <w:rsid w:val="002C7296"/>
    <w:rsid w:val="002D0630"/>
    <w:rsid w:val="002D1AFE"/>
    <w:rsid w:val="002D49F4"/>
    <w:rsid w:val="002D5FAE"/>
    <w:rsid w:val="002D7897"/>
    <w:rsid w:val="002E0BF7"/>
    <w:rsid w:val="002E47E3"/>
    <w:rsid w:val="002E535B"/>
    <w:rsid w:val="002E5566"/>
    <w:rsid w:val="002E709E"/>
    <w:rsid w:val="002E7C08"/>
    <w:rsid w:val="002F0A9A"/>
    <w:rsid w:val="002F5B3A"/>
    <w:rsid w:val="002F682D"/>
    <w:rsid w:val="00303560"/>
    <w:rsid w:val="00305B16"/>
    <w:rsid w:val="0031482A"/>
    <w:rsid w:val="00314DF2"/>
    <w:rsid w:val="0031559E"/>
    <w:rsid w:val="00316ED8"/>
    <w:rsid w:val="00317053"/>
    <w:rsid w:val="00317E9D"/>
    <w:rsid w:val="0032338A"/>
    <w:rsid w:val="003233A6"/>
    <w:rsid w:val="00323594"/>
    <w:rsid w:val="00325A54"/>
    <w:rsid w:val="00326914"/>
    <w:rsid w:val="00330BED"/>
    <w:rsid w:val="00332D57"/>
    <w:rsid w:val="00333C95"/>
    <w:rsid w:val="00337800"/>
    <w:rsid w:val="003458C5"/>
    <w:rsid w:val="00350A1A"/>
    <w:rsid w:val="003517BA"/>
    <w:rsid w:val="00354F5F"/>
    <w:rsid w:val="003567D6"/>
    <w:rsid w:val="003629B2"/>
    <w:rsid w:val="0036452F"/>
    <w:rsid w:val="00364EE0"/>
    <w:rsid w:val="00365D1E"/>
    <w:rsid w:val="00366438"/>
    <w:rsid w:val="00375FE2"/>
    <w:rsid w:val="0038288A"/>
    <w:rsid w:val="003828BD"/>
    <w:rsid w:val="003832D0"/>
    <w:rsid w:val="0038450C"/>
    <w:rsid w:val="0039691C"/>
    <w:rsid w:val="003A0D1A"/>
    <w:rsid w:val="003A3C6B"/>
    <w:rsid w:val="003A5FB1"/>
    <w:rsid w:val="003A7E06"/>
    <w:rsid w:val="003B05EF"/>
    <w:rsid w:val="003B46FD"/>
    <w:rsid w:val="003B6A7B"/>
    <w:rsid w:val="003B6D31"/>
    <w:rsid w:val="003B7E47"/>
    <w:rsid w:val="003C0354"/>
    <w:rsid w:val="003C090B"/>
    <w:rsid w:val="003C12D1"/>
    <w:rsid w:val="003D082F"/>
    <w:rsid w:val="003D0D89"/>
    <w:rsid w:val="003D3E19"/>
    <w:rsid w:val="003D57E6"/>
    <w:rsid w:val="003D6C01"/>
    <w:rsid w:val="003E35DB"/>
    <w:rsid w:val="003E3A07"/>
    <w:rsid w:val="003E490A"/>
    <w:rsid w:val="003E53EF"/>
    <w:rsid w:val="003F09F0"/>
    <w:rsid w:val="003F181C"/>
    <w:rsid w:val="003F519C"/>
    <w:rsid w:val="00401A6E"/>
    <w:rsid w:val="00405DEE"/>
    <w:rsid w:val="00414F41"/>
    <w:rsid w:val="00416513"/>
    <w:rsid w:val="004207A5"/>
    <w:rsid w:val="00425DED"/>
    <w:rsid w:val="004276DB"/>
    <w:rsid w:val="00427C43"/>
    <w:rsid w:val="00430ADC"/>
    <w:rsid w:val="00433391"/>
    <w:rsid w:val="0043408C"/>
    <w:rsid w:val="004573F5"/>
    <w:rsid w:val="004576DB"/>
    <w:rsid w:val="004576F0"/>
    <w:rsid w:val="00457BA1"/>
    <w:rsid w:val="00471DAD"/>
    <w:rsid w:val="00477258"/>
    <w:rsid w:val="004775CF"/>
    <w:rsid w:val="00483298"/>
    <w:rsid w:val="00487D05"/>
    <w:rsid w:val="00493C6B"/>
    <w:rsid w:val="00493CF9"/>
    <w:rsid w:val="00495D69"/>
    <w:rsid w:val="004A1685"/>
    <w:rsid w:val="004A3A92"/>
    <w:rsid w:val="004B005E"/>
    <w:rsid w:val="004B01B6"/>
    <w:rsid w:val="004B0EB6"/>
    <w:rsid w:val="004B2023"/>
    <w:rsid w:val="004B5C9B"/>
    <w:rsid w:val="004B74E9"/>
    <w:rsid w:val="004B7E9C"/>
    <w:rsid w:val="004C1817"/>
    <w:rsid w:val="004C6FB2"/>
    <w:rsid w:val="004D1CCF"/>
    <w:rsid w:val="004D62CC"/>
    <w:rsid w:val="004D755E"/>
    <w:rsid w:val="004D77A0"/>
    <w:rsid w:val="004E0DEA"/>
    <w:rsid w:val="004F0205"/>
    <w:rsid w:val="004F33D3"/>
    <w:rsid w:val="004F4ACF"/>
    <w:rsid w:val="00510C82"/>
    <w:rsid w:val="00517D41"/>
    <w:rsid w:val="005217F0"/>
    <w:rsid w:val="00524BDC"/>
    <w:rsid w:val="00524E6C"/>
    <w:rsid w:val="00527222"/>
    <w:rsid w:val="005332FA"/>
    <w:rsid w:val="00540A7A"/>
    <w:rsid w:val="00542303"/>
    <w:rsid w:val="005446DB"/>
    <w:rsid w:val="00550BF6"/>
    <w:rsid w:val="00550E21"/>
    <w:rsid w:val="00561BE9"/>
    <w:rsid w:val="00561DD1"/>
    <w:rsid w:val="005647A3"/>
    <w:rsid w:val="005655BD"/>
    <w:rsid w:val="00567844"/>
    <w:rsid w:val="00574470"/>
    <w:rsid w:val="005761B6"/>
    <w:rsid w:val="005766FC"/>
    <w:rsid w:val="00576EA5"/>
    <w:rsid w:val="00577A59"/>
    <w:rsid w:val="0058274E"/>
    <w:rsid w:val="00582B04"/>
    <w:rsid w:val="00583703"/>
    <w:rsid w:val="00595E72"/>
    <w:rsid w:val="005A2445"/>
    <w:rsid w:val="005A4D3F"/>
    <w:rsid w:val="005A53D7"/>
    <w:rsid w:val="005A643A"/>
    <w:rsid w:val="005B52EA"/>
    <w:rsid w:val="005C15B7"/>
    <w:rsid w:val="005C1D32"/>
    <w:rsid w:val="005D1A7A"/>
    <w:rsid w:val="005D259C"/>
    <w:rsid w:val="005D2A97"/>
    <w:rsid w:val="005D7563"/>
    <w:rsid w:val="005E3118"/>
    <w:rsid w:val="005E5116"/>
    <w:rsid w:val="005F004C"/>
    <w:rsid w:val="005F0D6A"/>
    <w:rsid w:val="006010C0"/>
    <w:rsid w:val="00601AF1"/>
    <w:rsid w:val="00602D44"/>
    <w:rsid w:val="00610DB0"/>
    <w:rsid w:val="00610FA6"/>
    <w:rsid w:val="006136AE"/>
    <w:rsid w:val="006148C0"/>
    <w:rsid w:val="00620039"/>
    <w:rsid w:val="00621AF5"/>
    <w:rsid w:val="00624235"/>
    <w:rsid w:val="00626C80"/>
    <w:rsid w:val="00630A2D"/>
    <w:rsid w:val="00630C69"/>
    <w:rsid w:val="00630F77"/>
    <w:rsid w:val="00631167"/>
    <w:rsid w:val="00640807"/>
    <w:rsid w:val="006409AD"/>
    <w:rsid w:val="00641ACC"/>
    <w:rsid w:val="006420E6"/>
    <w:rsid w:val="006425E0"/>
    <w:rsid w:val="00643E57"/>
    <w:rsid w:val="00645BB3"/>
    <w:rsid w:val="00647426"/>
    <w:rsid w:val="00652D90"/>
    <w:rsid w:val="00652E5C"/>
    <w:rsid w:val="00654367"/>
    <w:rsid w:val="00656A7E"/>
    <w:rsid w:val="00660385"/>
    <w:rsid w:val="006669DF"/>
    <w:rsid w:val="00674D36"/>
    <w:rsid w:val="00680499"/>
    <w:rsid w:val="00681304"/>
    <w:rsid w:val="00684797"/>
    <w:rsid w:val="006851A2"/>
    <w:rsid w:val="00685E13"/>
    <w:rsid w:val="00687D81"/>
    <w:rsid w:val="006902B9"/>
    <w:rsid w:val="00691F55"/>
    <w:rsid w:val="00692529"/>
    <w:rsid w:val="00695CAA"/>
    <w:rsid w:val="006A3A7B"/>
    <w:rsid w:val="006B168C"/>
    <w:rsid w:val="006B174C"/>
    <w:rsid w:val="006C17FB"/>
    <w:rsid w:val="006C247C"/>
    <w:rsid w:val="006C6E5F"/>
    <w:rsid w:val="006C7E38"/>
    <w:rsid w:val="006D04F1"/>
    <w:rsid w:val="006D0E11"/>
    <w:rsid w:val="006D3D77"/>
    <w:rsid w:val="006D5FCF"/>
    <w:rsid w:val="006E0CFD"/>
    <w:rsid w:val="006E17DD"/>
    <w:rsid w:val="006E31BC"/>
    <w:rsid w:val="006E36DC"/>
    <w:rsid w:val="006E6884"/>
    <w:rsid w:val="006F399A"/>
    <w:rsid w:val="006F3D52"/>
    <w:rsid w:val="006F6B96"/>
    <w:rsid w:val="00704C66"/>
    <w:rsid w:val="0070563F"/>
    <w:rsid w:val="00710B84"/>
    <w:rsid w:val="007148D2"/>
    <w:rsid w:val="0071539A"/>
    <w:rsid w:val="00715B25"/>
    <w:rsid w:val="007269B2"/>
    <w:rsid w:val="00732112"/>
    <w:rsid w:val="0073529F"/>
    <w:rsid w:val="007412E7"/>
    <w:rsid w:val="0074130F"/>
    <w:rsid w:val="0074250A"/>
    <w:rsid w:val="0074621D"/>
    <w:rsid w:val="007501F3"/>
    <w:rsid w:val="00750FBF"/>
    <w:rsid w:val="00752ED9"/>
    <w:rsid w:val="00755764"/>
    <w:rsid w:val="00757300"/>
    <w:rsid w:val="00757B1C"/>
    <w:rsid w:val="00761D77"/>
    <w:rsid w:val="0076250A"/>
    <w:rsid w:val="00762641"/>
    <w:rsid w:val="00764202"/>
    <w:rsid w:val="007653AF"/>
    <w:rsid w:val="00770139"/>
    <w:rsid w:val="00771328"/>
    <w:rsid w:val="007721FA"/>
    <w:rsid w:val="00773531"/>
    <w:rsid w:val="00774D61"/>
    <w:rsid w:val="0077504F"/>
    <w:rsid w:val="007766DA"/>
    <w:rsid w:val="0078129E"/>
    <w:rsid w:val="00781C04"/>
    <w:rsid w:val="007876B8"/>
    <w:rsid w:val="00787897"/>
    <w:rsid w:val="00794141"/>
    <w:rsid w:val="007953F2"/>
    <w:rsid w:val="007A1A7C"/>
    <w:rsid w:val="007A2175"/>
    <w:rsid w:val="007A7431"/>
    <w:rsid w:val="007A7BCB"/>
    <w:rsid w:val="007B188A"/>
    <w:rsid w:val="007B1FCB"/>
    <w:rsid w:val="007B3E9A"/>
    <w:rsid w:val="007B5929"/>
    <w:rsid w:val="007C0C17"/>
    <w:rsid w:val="007C11B0"/>
    <w:rsid w:val="007C1909"/>
    <w:rsid w:val="007D0B22"/>
    <w:rsid w:val="007D263D"/>
    <w:rsid w:val="007D26CC"/>
    <w:rsid w:val="007D594B"/>
    <w:rsid w:val="007D5960"/>
    <w:rsid w:val="007D7663"/>
    <w:rsid w:val="007E7A7A"/>
    <w:rsid w:val="007FC149"/>
    <w:rsid w:val="00803AA1"/>
    <w:rsid w:val="008060BF"/>
    <w:rsid w:val="0080B59A"/>
    <w:rsid w:val="00810A41"/>
    <w:rsid w:val="00815D02"/>
    <w:rsid w:val="00815D12"/>
    <w:rsid w:val="00822A17"/>
    <w:rsid w:val="008235CF"/>
    <w:rsid w:val="0082442C"/>
    <w:rsid w:val="00825CF6"/>
    <w:rsid w:val="00831107"/>
    <w:rsid w:val="00834371"/>
    <w:rsid w:val="008361AB"/>
    <w:rsid w:val="00840E90"/>
    <w:rsid w:val="008423E7"/>
    <w:rsid w:val="00842482"/>
    <w:rsid w:val="00842D7E"/>
    <w:rsid w:val="00843A8D"/>
    <w:rsid w:val="00843E33"/>
    <w:rsid w:val="008449C4"/>
    <w:rsid w:val="008463DB"/>
    <w:rsid w:val="00850395"/>
    <w:rsid w:val="008538A2"/>
    <w:rsid w:val="00860E92"/>
    <w:rsid w:val="00861127"/>
    <w:rsid w:val="00865F86"/>
    <w:rsid w:val="008727F4"/>
    <w:rsid w:val="00872A28"/>
    <w:rsid w:val="00880526"/>
    <w:rsid w:val="0088239D"/>
    <w:rsid w:val="008832D1"/>
    <w:rsid w:val="00883945"/>
    <w:rsid w:val="00883B2A"/>
    <w:rsid w:val="00885055"/>
    <w:rsid w:val="00885C83"/>
    <w:rsid w:val="0089410B"/>
    <w:rsid w:val="0089427F"/>
    <w:rsid w:val="00894F70"/>
    <w:rsid w:val="00896AE5"/>
    <w:rsid w:val="008A167B"/>
    <w:rsid w:val="008A628D"/>
    <w:rsid w:val="008A66DB"/>
    <w:rsid w:val="008B0068"/>
    <w:rsid w:val="008B3373"/>
    <w:rsid w:val="008B344C"/>
    <w:rsid w:val="008B5BAC"/>
    <w:rsid w:val="008B7286"/>
    <w:rsid w:val="008C0D4A"/>
    <w:rsid w:val="008C32A5"/>
    <w:rsid w:val="008D0458"/>
    <w:rsid w:val="008D0589"/>
    <w:rsid w:val="008D2593"/>
    <w:rsid w:val="008D362E"/>
    <w:rsid w:val="008D4B11"/>
    <w:rsid w:val="008E2534"/>
    <w:rsid w:val="008F08FE"/>
    <w:rsid w:val="008F2FBD"/>
    <w:rsid w:val="008F3449"/>
    <w:rsid w:val="009018CE"/>
    <w:rsid w:val="009026A2"/>
    <w:rsid w:val="00902E7D"/>
    <w:rsid w:val="00903B0B"/>
    <w:rsid w:val="00907297"/>
    <w:rsid w:val="00913424"/>
    <w:rsid w:val="00913547"/>
    <w:rsid w:val="0091767F"/>
    <w:rsid w:val="00920897"/>
    <w:rsid w:val="0092129B"/>
    <w:rsid w:val="00925088"/>
    <w:rsid w:val="00925CDB"/>
    <w:rsid w:val="009271E1"/>
    <w:rsid w:val="00927710"/>
    <w:rsid w:val="009333AC"/>
    <w:rsid w:val="00936165"/>
    <w:rsid w:val="00940151"/>
    <w:rsid w:val="00943913"/>
    <w:rsid w:val="00944524"/>
    <w:rsid w:val="00946A4A"/>
    <w:rsid w:val="009514B0"/>
    <w:rsid w:val="00954B69"/>
    <w:rsid w:val="009623E4"/>
    <w:rsid w:val="00962F45"/>
    <w:rsid w:val="00963658"/>
    <w:rsid w:val="00965E11"/>
    <w:rsid w:val="00973FE3"/>
    <w:rsid w:val="0097607D"/>
    <w:rsid w:val="00984AC8"/>
    <w:rsid w:val="0099425D"/>
    <w:rsid w:val="00994E77"/>
    <w:rsid w:val="00996DED"/>
    <w:rsid w:val="009974B5"/>
    <w:rsid w:val="0099EA5B"/>
    <w:rsid w:val="009A6569"/>
    <w:rsid w:val="009A7406"/>
    <w:rsid w:val="009A7CF2"/>
    <w:rsid w:val="009B0CB4"/>
    <w:rsid w:val="009B26B0"/>
    <w:rsid w:val="009B55EA"/>
    <w:rsid w:val="009C045D"/>
    <w:rsid w:val="009C4C68"/>
    <w:rsid w:val="009C67F1"/>
    <w:rsid w:val="009D11E9"/>
    <w:rsid w:val="009D1D0A"/>
    <w:rsid w:val="009D45B1"/>
    <w:rsid w:val="009D4820"/>
    <w:rsid w:val="009D4FF7"/>
    <w:rsid w:val="009D6F79"/>
    <w:rsid w:val="009D7228"/>
    <w:rsid w:val="009E0AAB"/>
    <w:rsid w:val="009E2AEB"/>
    <w:rsid w:val="009E319C"/>
    <w:rsid w:val="009E31D7"/>
    <w:rsid w:val="009E395E"/>
    <w:rsid w:val="009E694F"/>
    <w:rsid w:val="009E69BF"/>
    <w:rsid w:val="009F1353"/>
    <w:rsid w:val="009F40A7"/>
    <w:rsid w:val="009F5063"/>
    <w:rsid w:val="00A02700"/>
    <w:rsid w:val="00A02A6D"/>
    <w:rsid w:val="00A04595"/>
    <w:rsid w:val="00A07289"/>
    <w:rsid w:val="00A07BED"/>
    <w:rsid w:val="00A104B8"/>
    <w:rsid w:val="00A11630"/>
    <w:rsid w:val="00A11805"/>
    <w:rsid w:val="00A129B0"/>
    <w:rsid w:val="00A13D90"/>
    <w:rsid w:val="00A175B1"/>
    <w:rsid w:val="00A17C89"/>
    <w:rsid w:val="00A248DC"/>
    <w:rsid w:val="00A26CE0"/>
    <w:rsid w:val="00A27FDD"/>
    <w:rsid w:val="00A30125"/>
    <w:rsid w:val="00A30719"/>
    <w:rsid w:val="00A36A79"/>
    <w:rsid w:val="00A40E98"/>
    <w:rsid w:val="00A42283"/>
    <w:rsid w:val="00A44814"/>
    <w:rsid w:val="00A44CF5"/>
    <w:rsid w:val="00A46348"/>
    <w:rsid w:val="00A4F692"/>
    <w:rsid w:val="00A5189B"/>
    <w:rsid w:val="00A538E6"/>
    <w:rsid w:val="00A542F0"/>
    <w:rsid w:val="00A56C1E"/>
    <w:rsid w:val="00A5762A"/>
    <w:rsid w:val="00A7173D"/>
    <w:rsid w:val="00A7724C"/>
    <w:rsid w:val="00A80686"/>
    <w:rsid w:val="00A80A2F"/>
    <w:rsid w:val="00A8180C"/>
    <w:rsid w:val="00A962F4"/>
    <w:rsid w:val="00AA11C9"/>
    <w:rsid w:val="00AA1319"/>
    <w:rsid w:val="00AA2A82"/>
    <w:rsid w:val="00AA7836"/>
    <w:rsid w:val="00AB5869"/>
    <w:rsid w:val="00AB7732"/>
    <w:rsid w:val="00AC1FF6"/>
    <w:rsid w:val="00AC35A0"/>
    <w:rsid w:val="00AC3702"/>
    <w:rsid w:val="00AD0B96"/>
    <w:rsid w:val="00AD0DCA"/>
    <w:rsid w:val="00AD3F15"/>
    <w:rsid w:val="00AD3F2C"/>
    <w:rsid w:val="00AD58B0"/>
    <w:rsid w:val="00AD72B6"/>
    <w:rsid w:val="00AE63D9"/>
    <w:rsid w:val="00AE6FEA"/>
    <w:rsid w:val="00AF386C"/>
    <w:rsid w:val="00AF4205"/>
    <w:rsid w:val="00B04583"/>
    <w:rsid w:val="00B05094"/>
    <w:rsid w:val="00B06096"/>
    <w:rsid w:val="00B1235A"/>
    <w:rsid w:val="00B2572C"/>
    <w:rsid w:val="00B34993"/>
    <w:rsid w:val="00B37B34"/>
    <w:rsid w:val="00B40E5E"/>
    <w:rsid w:val="00B45FF4"/>
    <w:rsid w:val="00B51555"/>
    <w:rsid w:val="00B527F6"/>
    <w:rsid w:val="00B53C41"/>
    <w:rsid w:val="00B54E0B"/>
    <w:rsid w:val="00B60B6D"/>
    <w:rsid w:val="00B63141"/>
    <w:rsid w:val="00B6350A"/>
    <w:rsid w:val="00B67AAB"/>
    <w:rsid w:val="00B67CCD"/>
    <w:rsid w:val="00B70DAA"/>
    <w:rsid w:val="00B7487B"/>
    <w:rsid w:val="00B74D33"/>
    <w:rsid w:val="00B76CE6"/>
    <w:rsid w:val="00B81804"/>
    <w:rsid w:val="00B83138"/>
    <w:rsid w:val="00B8435E"/>
    <w:rsid w:val="00B93A01"/>
    <w:rsid w:val="00BA069C"/>
    <w:rsid w:val="00BA7CA8"/>
    <w:rsid w:val="00BB6E39"/>
    <w:rsid w:val="00BC3F33"/>
    <w:rsid w:val="00BC6D35"/>
    <w:rsid w:val="00BCEB50"/>
    <w:rsid w:val="00BD0314"/>
    <w:rsid w:val="00BD09C5"/>
    <w:rsid w:val="00BD0E62"/>
    <w:rsid w:val="00BD126F"/>
    <w:rsid w:val="00BD4293"/>
    <w:rsid w:val="00BD5F2B"/>
    <w:rsid w:val="00BE1CEF"/>
    <w:rsid w:val="00BE35E8"/>
    <w:rsid w:val="00BE6B42"/>
    <w:rsid w:val="00BE6C5B"/>
    <w:rsid w:val="00BE72A8"/>
    <w:rsid w:val="00BF1178"/>
    <w:rsid w:val="00BF35F4"/>
    <w:rsid w:val="00BF4A9F"/>
    <w:rsid w:val="00BF71A0"/>
    <w:rsid w:val="00BF76CF"/>
    <w:rsid w:val="00C05A77"/>
    <w:rsid w:val="00C14683"/>
    <w:rsid w:val="00C23627"/>
    <w:rsid w:val="00C23FE9"/>
    <w:rsid w:val="00C24C05"/>
    <w:rsid w:val="00C323F1"/>
    <w:rsid w:val="00C3390D"/>
    <w:rsid w:val="00C352A8"/>
    <w:rsid w:val="00C42624"/>
    <w:rsid w:val="00C45AC2"/>
    <w:rsid w:val="00C4642C"/>
    <w:rsid w:val="00C521C3"/>
    <w:rsid w:val="00C54EF4"/>
    <w:rsid w:val="00C61EA6"/>
    <w:rsid w:val="00C6433F"/>
    <w:rsid w:val="00C64C92"/>
    <w:rsid w:val="00C6579E"/>
    <w:rsid w:val="00C66A49"/>
    <w:rsid w:val="00C71F13"/>
    <w:rsid w:val="00C722D4"/>
    <w:rsid w:val="00C75103"/>
    <w:rsid w:val="00C8130D"/>
    <w:rsid w:val="00C8133F"/>
    <w:rsid w:val="00C8323E"/>
    <w:rsid w:val="00C83E13"/>
    <w:rsid w:val="00C83F95"/>
    <w:rsid w:val="00C87195"/>
    <w:rsid w:val="00C9198B"/>
    <w:rsid w:val="00C95FB5"/>
    <w:rsid w:val="00CA27C9"/>
    <w:rsid w:val="00CA2FAF"/>
    <w:rsid w:val="00CA5D18"/>
    <w:rsid w:val="00CB0305"/>
    <w:rsid w:val="00CB1C10"/>
    <w:rsid w:val="00CB3F4C"/>
    <w:rsid w:val="00CB5CCB"/>
    <w:rsid w:val="00CC0B4C"/>
    <w:rsid w:val="00CC1DBF"/>
    <w:rsid w:val="00CC6D44"/>
    <w:rsid w:val="00CD1178"/>
    <w:rsid w:val="00CD33FA"/>
    <w:rsid w:val="00CD7DC0"/>
    <w:rsid w:val="00CE0F1F"/>
    <w:rsid w:val="00CE2F13"/>
    <w:rsid w:val="00CE437D"/>
    <w:rsid w:val="00CE7BDF"/>
    <w:rsid w:val="00CF0038"/>
    <w:rsid w:val="00CF208E"/>
    <w:rsid w:val="00CF3221"/>
    <w:rsid w:val="00CF4738"/>
    <w:rsid w:val="00D0048D"/>
    <w:rsid w:val="00D004CE"/>
    <w:rsid w:val="00D03E5A"/>
    <w:rsid w:val="00D04624"/>
    <w:rsid w:val="00D07337"/>
    <w:rsid w:val="00D107F2"/>
    <w:rsid w:val="00D13E69"/>
    <w:rsid w:val="00D1602C"/>
    <w:rsid w:val="00D2031D"/>
    <w:rsid w:val="00D21CD6"/>
    <w:rsid w:val="00D22821"/>
    <w:rsid w:val="00D22EEB"/>
    <w:rsid w:val="00D318D6"/>
    <w:rsid w:val="00D329F7"/>
    <w:rsid w:val="00D3440D"/>
    <w:rsid w:val="00D353DA"/>
    <w:rsid w:val="00D40306"/>
    <w:rsid w:val="00D4350E"/>
    <w:rsid w:val="00D437EC"/>
    <w:rsid w:val="00D439FC"/>
    <w:rsid w:val="00D47A25"/>
    <w:rsid w:val="00D5402B"/>
    <w:rsid w:val="00D54288"/>
    <w:rsid w:val="00D60028"/>
    <w:rsid w:val="00D6407D"/>
    <w:rsid w:val="00D81BB5"/>
    <w:rsid w:val="00D87C80"/>
    <w:rsid w:val="00D91479"/>
    <w:rsid w:val="00D93098"/>
    <w:rsid w:val="00D97AB9"/>
    <w:rsid w:val="00DA1581"/>
    <w:rsid w:val="00DA15A9"/>
    <w:rsid w:val="00DA4C01"/>
    <w:rsid w:val="00DB4CED"/>
    <w:rsid w:val="00DB6AED"/>
    <w:rsid w:val="00DC0B9C"/>
    <w:rsid w:val="00DC722C"/>
    <w:rsid w:val="00DD1169"/>
    <w:rsid w:val="00DD1DD4"/>
    <w:rsid w:val="00DD312E"/>
    <w:rsid w:val="00DD4DF9"/>
    <w:rsid w:val="00DD4EC3"/>
    <w:rsid w:val="00DD56EB"/>
    <w:rsid w:val="00DD5BF9"/>
    <w:rsid w:val="00DD5EAE"/>
    <w:rsid w:val="00DD7383"/>
    <w:rsid w:val="00DE2BA0"/>
    <w:rsid w:val="00DE5DBD"/>
    <w:rsid w:val="00DE6019"/>
    <w:rsid w:val="00DE67AD"/>
    <w:rsid w:val="00DE78F8"/>
    <w:rsid w:val="00DF01FF"/>
    <w:rsid w:val="00DF4A7D"/>
    <w:rsid w:val="00E01289"/>
    <w:rsid w:val="00E01F11"/>
    <w:rsid w:val="00E104B7"/>
    <w:rsid w:val="00E125FB"/>
    <w:rsid w:val="00E12A5C"/>
    <w:rsid w:val="00E14DF6"/>
    <w:rsid w:val="00E164BE"/>
    <w:rsid w:val="00E224AF"/>
    <w:rsid w:val="00E2391F"/>
    <w:rsid w:val="00E252BC"/>
    <w:rsid w:val="00E31257"/>
    <w:rsid w:val="00E3451D"/>
    <w:rsid w:val="00E35BB6"/>
    <w:rsid w:val="00E4194F"/>
    <w:rsid w:val="00E44C48"/>
    <w:rsid w:val="00E46965"/>
    <w:rsid w:val="00E52EC9"/>
    <w:rsid w:val="00E55AF5"/>
    <w:rsid w:val="00E55B08"/>
    <w:rsid w:val="00E61DF8"/>
    <w:rsid w:val="00E63329"/>
    <w:rsid w:val="00E65607"/>
    <w:rsid w:val="00E702BD"/>
    <w:rsid w:val="00E70FA0"/>
    <w:rsid w:val="00E7547C"/>
    <w:rsid w:val="00E75E33"/>
    <w:rsid w:val="00E77193"/>
    <w:rsid w:val="00E7A271"/>
    <w:rsid w:val="00E80980"/>
    <w:rsid w:val="00E81AEB"/>
    <w:rsid w:val="00E81E5C"/>
    <w:rsid w:val="00E820EB"/>
    <w:rsid w:val="00E83E51"/>
    <w:rsid w:val="00E86943"/>
    <w:rsid w:val="00E96DB6"/>
    <w:rsid w:val="00EA201A"/>
    <w:rsid w:val="00EA45D7"/>
    <w:rsid w:val="00EA4E49"/>
    <w:rsid w:val="00EA671D"/>
    <w:rsid w:val="00EA69E0"/>
    <w:rsid w:val="00EA6F9F"/>
    <w:rsid w:val="00EA7F19"/>
    <w:rsid w:val="00EB07B0"/>
    <w:rsid w:val="00EB2541"/>
    <w:rsid w:val="00EB3A3E"/>
    <w:rsid w:val="00EB6D48"/>
    <w:rsid w:val="00EB70D3"/>
    <w:rsid w:val="00EC1EB1"/>
    <w:rsid w:val="00EE263D"/>
    <w:rsid w:val="00EE3AAE"/>
    <w:rsid w:val="00EE4ABB"/>
    <w:rsid w:val="00EF12A0"/>
    <w:rsid w:val="00EF2F98"/>
    <w:rsid w:val="00F01166"/>
    <w:rsid w:val="00F020D2"/>
    <w:rsid w:val="00F02D8E"/>
    <w:rsid w:val="00F03555"/>
    <w:rsid w:val="00F05672"/>
    <w:rsid w:val="00F13BA3"/>
    <w:rsid w:val="00F17955"/>
    <w:rsid w:val="00F17ADD"/>
    <w:rsid w:val="00F208EC"/>
    <w:rsid w:val="00F21521"/>
    <w:rsid w:val="00F21634"/>
    <w:rsid w:val="00F21BDE"/>
    <w:rsid w:val="00F2369F"/>
    <w:rsid w:val="00F24774"/>
    <w:rsid w:val="00F26FF4"/>
    <w:rsid w:val="00F367C2"/>
    <w:rsid w:val="00F376C0"/>
    <w:rsid w:val="00F409E3"/>
    <w:rsid w:val="00F4376B"/>
    <w:rsid w:val="00F43BB4"/>
    <w:rsid w:val="00F458E2"/>
    <w:rsid w:val="00F475EF"/>
    <w:rsid w:val="00F5701E"/>
    <w:rsid w:val="00F60C68"/>
    <w:rsid w:val="00F61FCF"/>
    <w:rsid w:val="00F63ED7"/>
    <w:rsid w:val="00F66A47"/>
    <w:rsid w:val="00F6705A"/>
    <w:rsid w:val="00F71B99"/>
    <w:rsid w:val="00F72AB5"/>
    <w:rsid w:val="00F7334F"/>
    <w:rsid w:val="00F746AB"/>
    <w:rsid w:val="00F76964"/>
    <w:rsid w:val="00F80513"/>
    <w:rsid w:val="00F83BFA"/>
    <w:rsid w:val="00F83F14"/>
    <w:rsid w:val="00F841E4"/>
    <w:rsid w:val="00F935E1"/>
    <w:rsid w:val="00F96C20"/>
    <w:rsid w:val="00FA2388"/>
    <w:rsid w:val="00FA2497"/>
    <w:rsid w:val="00FA642E"/>
    <w:rsid w:val="00FA65E1"/>
    <w:rsid w:val="00FB2D5F"/>
    <w:rsid w:val="00FB305B"/>
    <w:rsid w:val="00FB76F7"/>
    <w:rsid w:val="00FC0C75"/>
    <w:rsid w:val="00FC2894"/>
    <w:rsid w:val="00FD1BA2"/>
    <w:rsid w:val="00FD49AA"/>
    <w:rsid w:val="00FD4EC0"/>
    <w:rsid w:val="00FD54F2"/>
    <w:rsid w:val="00FD6BC6"/>
    <w:rsid w:val="00FD78DE"/>
    <w:rsid w:val="00FE1D26"/>
    <w:rsid w:val="00FE24B9"/>
    <w:rsid w:val="00FE2EBD"/>
    <w:rsid w:val="00FE331B"/>
    <w:rsid w:val="00FE3F6C"/>
    <w:rsid w:val="00FE478E"/>
    <w:rsid w:val="00FF2EF3"/>
    <w:rsid w:val="00FF3E75"/>
    <w:rsid w:val="010363D5"/>
    <w:rsid w:val="010E04D4"/>
    <w:rsid w:val="01170CA0"/>
    <w:rsid w:val="01233551"/>
    <w:rsid w:val="012689AF"/>
    <w:rsid w:val="01432E10"/>
    <w:rsid w:val="0145CF82"/>
    <w:rsid w:val="01502DF6"/>
    <w:rsid w:val="01557102"/>
    <w:rsid w:val="01774BD9"/>
    <w:rsid w:val="018E5E97"/>
    <w:rsid w:val="018EA87E"/>
    <w:rsid w:val="01A8229A"/>
    <w:rsid w:val="01B07613"/>
    <w:rsid w:val="01D3DE76"/>
    <w:rsid w:val="01EB574C"/>
    <w:rsid w:val="01EE1267"/>
    <w:rsid w:val="02128DE5"/>
    <w:rsid w:val="02131F0B"/>
    <w:rsid w:val="02138765"/>
    <w:rsid w:val="02172612"/>
    <w:rsid w:val="02221382"/>
    <w:rsid w:val="024F3BDF"/>
    <w:rsid w:val="024F81D0"/>
    <w:rsid w:val="0251B0D6"/>
    <w:rsid w:val="025B6618"/>
    <w:rsid w:val="02705741"/>
    <w:rsid w:val="0288AB56"/>
    <w:rsid w:val="0290D745"/>
    <w:rsid w:val="02A74DBE"/>
    <w:rsid w:val="02B652D0"/>
    <w:rsid w:val="02B9D4B0"/>
    <w:rsid w:val="02D4B271"/>
    <w:rsid w:val="02F9D88D"/>
    <w:rsid w:val="02FCF2ED"/>
    <w:rsid w:val="030EC6F9"/>
    <w:rsid w:val="03128173"/>
    <w:rsid w:val="032BF96C"/>
    <w:rsid w:val="0350D789"/>
    <w:rsid w:val="0351728E"/>
    <w:rsid w:val="035A4877"/>
    <w:rsid w:val="035E6BEF"/>
    <w:rsid w:val="03627AB6"/>
    <w:rsid w:val="03656987"/>
    <w:rsid w:val="03806426"/>
    <w:rsid w:val="0380D68E"/>
    <w:rsid w:val="0385CC8C"/>
    <w:rsid w:val="038D2E03"/>
    <w:rsid w:val="03CE1AE8"/>
    <w:rsid w:val="03D3749A"/>
    <w:rsid w:val="03D6FA61"/>
    <w:rsid w:val="03F8342C"/>
    <w:rsid w:val="03FCA42C"/>
    <w:rsid w:val="0423A7C2"/>
    <w:rsid w:val="042D6375"/>
    <w:rsid w:val="042F3D33"/>
    <w:rsid w:val="04359EC3"/>
    <w:rsid w:val="0438F4A9"/>
    <w:rsid w:val="04397D73"/>
    <w:rsid w:val="0462D44B"/>
    <w:rsid w:val="0471603F"/>
    <w:rsid w:val="0475C908"/>
    <w:rsid w:val="048EACDB"/>
    <w:rsid w:val="049946AE"/>
    <w:rsid w:val="04A980FE"/>
    <w:rsid w:val="04BEAC13"/>
    <w:rsid w:val="04BFB331"/>
    <w:rsid w:val="04CB40EA"/>
    <w:rsid w:val="04D58F1E"/>
    <w:rsid w:val="04FA1EF2"/>
    <w:rsid w:val="050422D2"/>
    <w:rsid w:val="051FD312"/>
    <w:rsid w:val="0555493E"/>
    <w:rsid w:val="056AEE40"/>
    <w:rsid w:val="05790B61"/>
    <w:rsid w:val="05860F75"/>
    <w:rsid w:val="05A25852"/>
    <w:rsid w:val="05B3B07D"/>
    <w:rsid w:val="05B7F345"/>
    <w:rsid w:val="05C41A7C"/>
    <w:rsid w:val="05C4F480"/>
    <w:rsid w:val="05C61971"/>
    <w:rsid w:val="05FAF37F"/>
    <w:rsid w:val="060A5A95"/>
    <w:rsid w:val="0612CA29"/>
    <w:rsid w:val="0630873B"/>
    <w:rsid w:val="064DA929"/>
    <w:rsid w:val="06576449"/>
    <w:rsid w:val="065F3A0F"/>
    <w:rsid w:val="066EF7E7"/>
    <w:rsid w:val="0671E4FE"/>
    <w:rsid w:val="067789C2"/>
    <w:rsid w:val="0685D310"/>
    <w:rsid w:val="06ADD62F"/>
    <w:rsid w:val="06B140B7"/>
    <w:rsid w:val="06C3A0EB"/>
    <w:rsid w:val="06C76596"/>
    <w:rsid w:val="06D23BEC"/>
    <w:rsid w:val="06D6854B"/>
    <w:rsid w:val="06D720A7"/>
    <w:rsid w:val="06E068B0"/>
    <w:rsid w:val="06E8ADCA"/>
    <w:rsid w:val="06F0FB09"/>
    <w:rsid w:val="06F3E116"/>
    <w:rsid w:val="070DBF01"/>
    <w:rsid w:val="07119C48"/>
    <w:rsid w:val="071BF0BF"/>
    <w:rsid w:val="072145F7"/>
    <w:rsid w:val="072CCA94"/>
    <w:rsid w:val="073BA9B1"/>
    <w:rsid w:val="0752B3EB"/>
    <w:rsid w:val="0753D022"/>
    <w:rsid w:val="0755BAA5"/>
    <w:rsid w:val="075C662F"/>
    <w:rsid w:val="0760951E"/>
    <w:rsid w:val="077763AA"/>
    <w:rsid w:val="0778942F"/>
    <w:rsid w:val="07854277"/>
    <w:rsid w:val="0794443B"/>
    <w:rsid w:val="079F3A73"/>
    <w:rsid w:val="07C9F0C5"/>
    <w:rsid w:val="07D3D4D4"/>
    <w:rsid w:val="07EFD3AE"/>
    <w:rsid w:val="07FEA9DA"/>
    <w:rsid w:val="0847445C"/>
    <w:rsid w:val="084C7167"/>
    <w:rsid w:val="08765DDA"/>
    <w:rsid w:val="088B0AC1"/>
    <w:rsid w:val="088ED28F"/>
    <w:rsid w:val="089090CF"/>
    <w:rsid w:val="08975BD2"/>
    <w:rsid w:val="08C41ECC"/>
    <w:rsid w:val="09223EE5"/>
    <w:rsid w:val="094A99CD"/>
    <w:rsid w:val="094D185D"/>
    <w:rsid w:val="0962FA79"/>
    <w:rsid w:val="096AEF32"/>
    <w:rsid w:val="096E30E1"/>
    <w:rsid w:val="09792F77"/>
    <w:rsid w:val="097B0E0E"/>
    <w:rsid w:val="097F03A6"/>
    <w:rsid w:val="099E9615"/>
    <w:rsid w:val="09ABE00C"/>
    <w:rsid w:val="09C264D3"/>
    <w:rsid w:val="09D91063"/>
    <w:rsid w:val="09E0CDB8"/>
    <w:rsid w:val="09E6D3A0"/>
    <w:rsid w:val="09F421B9"/>
    <w:rsid w:val="0A0A84F1"/>
    <w:rsid w:val="0A0AC00D"/>
    <w:rsid w:val="0A1091C9"/>
    <w:rsid w:val="0A125078"/>
    <w:rsid w:val="0A20EF3E"/>
    <w:rsid w:val="0A2BE36A"/>
    <w:rsid w:val="0A352CCB"/>
    <w:rsid w:val="0A35883C"/>
    <w:rsid w:val="0A3C0B68"/>
    <w:rsid w:val="0A427FF2"/>
    <w:rsid w:val="0A57BDA2"/>
    <w:rsid w:val="0A61E29A"/>
    <w:rsid w:val="0A675A8B"/>
    <w:rsid w:val="0A684F20"/>
    <w:rsid w:val="0A714A08"/>
    <w:rsid w:val="0A83AC02"/>
    <w:rsid w:val="0A84FEF4"/>
    <w:rsid w:val="0A8611FE"/>
    <w:rsid w:val="0A98192E"/>
    <w:rsid w:val="0A9A062E"/>
    <w:rsid w:val="0A9C9DCA"/>
    <w:rsid w:val="0ADB2FC3"/>
    <w:rsid w:val="0ADF9B98"/>
    <w:rsid w:val="0AE339F9"/>
    <w:rsid w:val="0AEF47E5"/>
    <w:rsid w:val="0AF7E119"/>
    <w:rsid w:val="0AFDC082"/>
    <w:rsid w:val="0B05A80B"/>
    <w:rsid w:val="0B1014D5"/>
    <w:rsid w:val="0B276E1E"/>
    <w:rsid w:val="0B3415B7"/>
    <w:rsid w:val="0B378381"/>
    <w:rsid w:val="0B3AF685"/>
    <w:rsid w:val="0B4FBC83"/>
    <w:rsid w:val="0B7F3A20"/>
    <w:rsid w:val="0B82530B"/>
    <w:rsid w:val="0B8651CE"/>
    <w:rsid w:val="0B952FEC"/>
    <w:rsid w:val="0B9714A4"/>
    <w:rsid w:val="0BFA3F09"/>
    <w:rsid w:val="0C057441"/>
    <w:rsid w:val="0C0ED9E7"/>
    <w:rsid w:val="0C19C486"/>
    <w:rsid w:val="0C2FD69F"/>
    <w:rsid w:val="0C5563D6"/>
    <w:rsid w:val="0C560437"/>
    <w:rsid w:val="0C58BEDB"/>
    <w:rsid w:val="0C63B471"/>
    <w:rsid w:val="0C6FA5A7"/>
    <w:rsid w:val="0C7BFB21"/>
    <w:rsid w:val="0C970AEC"/>
    <w:rsid w:val="0CA1F3F6"/>
    <w:rsid w:val="0CA9B968"/>
    <w:rsid w:val="0CB3D2E5"/>
    <w:rsid w:val="0CB971BC"/>
    <w:rsid w:val="0CF18740"/>
    <w:rsid w:val="0CFC821D"/>
    <w:rsid w:val="0CFDA0C3"/>
    <w:rsid w:val="0D036595"/>
    <w:rsid w:val="0D080EA7"/>
    <w:rsid w:val="0D0ED25E"/>
    <w:rsid w:val="0D1EF42D"/>
    <w:rsid w:val="0D41CD07"/>
    <w:rsid w:val="0D48C497"/>
    <w:rsid w:val="0D4C196F"/>
    <w:rsid w:val="0D4CCEEE"/>
    <w:rsid w:val="0D590D87"/>
    <w:rsid w:val="0D641773"/>
    <w:rsid w:val="0D7A35A8"/>
    <w:rsid w:val="0D7CAA97"/>
    <w:rsid w:val="0D82E2E7"/>
    <w:rsid w:val="0D844E6E"/>
    <w:rsid w:val="0D916E40"/>
    <w:rsid w:val="0D920832"/>
    <w:rsid w:val="0D9A2126"/>
    <w:rsid w:val="0DB895A3"/>
    <w:rsid w:val="0DCE93F1"/>
    <w:rsid w:val="0DDB446E"/>
    <w:rsid w:val="0DEE296F"/>
    <w:rsid w:val="0DF88069"/>
    <w:rsid w:val="0E1172D7"/>
    <w:rsid w:val="0E32B619"/>
    <w:rsid w:val="0E333A65"/>
    <w:rsid w:val="0E3885AF"/>
    <w:rsid w:val="0E44198A"/>
    <w:rsid w:val="0E4555CC"/>
    <w:rsid w:val="0E494006"/>
    <w:rsid w:val="0E5C0915"/>
    <w:rsid w:val="0E68942E"/>
    <w:rsid w:val="0E77968D"/>
    <w:rsid w:val="0E8EB46F"/>
    <w:rsid w:val="0E9281FA"/>
    <w:rsid w:val="0E933BA5"/>
    <w:rsid w:val="0EB32D20"/>
    <w:rsid w:val="0EB69477"/>
    <w:rsid w:val="0ECCA750"/>
    <w:rsid w:val="0EDF98D2"/>
    <w:rsid w:val="0EFACDB2"/>
    <w:rsid w:val="0F0C908C"/>
    <w:rsid w:val="0F25A900"/>
    <w:rsid w:val="0F41439B"/>
    <w:rsid w:val="0F6D9622"/>
    <w:rsid w:val="0F6DCB13"/>
    <w:rsid w:val="0F75FAD3"/>
    <w:rsid w:val="0F77D384"/>
    <w:rsid w:val="0F7E40FD"/>
    <w:rsid w:val="0F80EE54"/>
    <w:rsid w:val="0F8449EC"/>
    <w:rsid w:val="0F91BA65"/>
    <w:rsid w:val="0FB96354"/>
    <w:rsid w:val="0FD4F0C4"/>
    <w:rsid w:val="103B9B3A"/>
    <w:rsid w:val="1041AF6C"/>
    <w:rsid w:val="1043AEFB"/>
    <w:rsid w:val="105EF174"/>
    <w:rsid w:val="10635BE2"/>
    <w:rsid w:val="1071E033"/>
    <w:rsid w:val="107E1E12"/>
    <w:rsid w:val="108FEC28"/>
    <w:rsid w:val="108FFB66"/>
    <w:rsid w:val="1098670C"/>
    <w:rsid w:val="109E6C0B"/>
    <w:rsid w:val="10A2ED18"/>
    <w:rsid w:val="10B100D8"/>
    <w:rsid w:val="10BB3CE0"/>
    <w:rsid w:val="10D2087C"/>
    <w:rsid w:val="10DA5239"/>
    <w:rsid w:val="10E6E1E4"/>
    <w:rsid w:val="10F34DAC"/>
    <w:rsid w:val="1112C093"/>
    <w:rsid w:val="111B22EF"/>
    <w:rsid w:val="112B83CD"/>
    <w:rsid w:val="112B9256"/>
    <w:rsid w:val="113C67CC"/>
    <w:rsid w:val="113D6B3C"/>
    <w:rsid w:val="116480E9"/>
    <w:rsid w:val="1178CC91"/>
    <w:rsid w:val="117D7524"/>
    <w:rsid w:val="118873DF"/>
    <w:rsid w:val="11901950"/>
    <w:rsid w:val="11C519E1"/>
    <w:rsid w:val="11D6C8D4"/>
    <w:rsid w:val="11EED149"/>
    <w:rsid w:val="11F1697B"/>
    <w:rsid w:val="1205103A"/>
    <w:rsid w:val="1208CE46"/>
    <w:rsid w:val="120BAACD"/>
    <w:rsid w:val="12240AE7"/>
    <w:rsid w:val="123A7C7B"/>
    <w:rsid w:val="125BD9E5"/>
    <w:rsid w:val="12772BC0"/>
    <w:rsid w:val="1280A612"/>
    <w:rsid w:val="12A58D37"/>
    <w:rsid w:val="12A7BAE1"/>
    <w:rsid w:val="12F1C433"/>
    <w:rsid w:val="13042863"/>
    <w:rsid w:val="1305737A"/>
    <w:rsid w:val="1327B20D"/>
    <w:rsid w:val="132C3D53"/>
    <w:rsid w:val="13413F45"/>
    <w:rsid w:val="134499B5"/>
    <w:rsid w:val="134C65E2"/>
    <w:rsid w:val="1356BE96"/>
    <w:rsid w:val="136D0DF9"/>
    <w:rsid w:val="13817D4B"/>
    <w:rsid w:val="13A52911"/>
    <w:rsid w:val="13B1C118"/>
    <w:rsid w:val="13C251DC"/>
    <w:rsid w:val="13E47817"/>
    <w:rsid w:val="13E71E0A"/>
    <w:rsid w:val="13EA50D4"/>
    <w:rsid w:val="13F6703E"/>
    <w:rsid w:val="140F3AB2"/>
    <w:rsid w:val="1413EC30"/>
    <w:rsid w:val="141745D8"/>
    <w:rsid w:val="143851D2"/>
    <w:rsid w:val="14495A3A"/>
    <w:rsid w:val="145AA08E"/>
    <w:rsid w:val="146419CF"/>
    <w:rsid w:val="1467C4DB"/>
    <w:rsid w:val="14780012"/>
    <w:rsid w:val="148E75BB"/>
    <w:rsid w:val="148EF32F"/>
    <w:rsid w:val="14983930"/>
    <w:rsid w:val="14A0F4D0"/>
    <w:rsid w:val="14E6A752"/>
    <w:rsid w:val="14E94D7B"/>
    <w:rsid w:val="150BD366"/>
    <w:rsid w:val="1529A7EC"/>
    <w:rsid w:val="153CF430"/>
    <w:rsid w:val="154941EC"/>
    <w:rsid w:val="155540DD"/>
    <w:rsid w:val="156A12A4"/>
    <w:rsid w:val="158E25DB"/>
    <w:rsid w:val="15B6AFC7"/>
    <w:rsid w:val="15C9D06E"/>
    <w:rsid w:val="15EB44EA"/>
    <w:rsid w:val="1608E449"/>
    <w:rsid w:val="161AE4BF"/>
    <w:rsid w:val="161B19AD"/>
    <w:rsid w:val="1638DB51"/>
    <w:rsid w:val="166796B2"/>
    <w:rsid w:val="16902B3B"/>
    <w:rsid w:val="16A9F609"/>
    <w:rsid w:val="16B3442C"/>
    <w:rsid w:val="16B6B146"/>
    <w:rsid w:val="16C4ED08"/>
    <w:rsid w:val="16C58090"/>
    <w:rsid w:val="16E4B9D8"/>
    <w:rsid w:val="170DA380"/>
    <w:rsid w:val="171F6DCA"/>
    <w:rsid w:val="17207A56"/>
    <w:rsid w:val="172C7138"/>
    <w:rsid w:val="174502DC"/>
    <w:rsid w:val="174B2E73"/>
    <w:rsid w:val="174E5FE7"/>
    <w:rsid w:val="175DF8E0"/>
    <w:rsid w:val="1764B15E"/>
    <w:rsid w:val="1771F918"/>
    <w:rsid w:val="1786C827"/>
    <w:rsid w:val="17893614"/>
    <w:rsid w:val="178B19D6"/>
    <w:rsid w:val="1794CED7"/>
    <w:rsid w:val="179F8C80"/>
    <w:rsid w:val="179FF732"/>
    <w:rsid w:val="17A41C07"/>
    <w:rsid w:val="17CAC5DD"/>
    <w:rsid w:val="17CFA0C9"/>
    <w:rsid w:val="17E1A0D2"/>
    <w:rsid w:val="17E673CD"/>
    <w:rsid w:val="17FFA1CC"/>
    <w:rsid w:val="180F921B"/>
    <w:rsid w:val="1810D20E"/>
    <w:rsid w:val="182F978F"/>
    <w:rsid w:val="18406ED1"/>
    <w:rsid w:val="1843C984"/>
    <w:rsid w:val="1866A522"/>
    <w:rsid w:val="18814134"/>
    <w:rsid w:val="18822D4E"/>
    <w:rsid w:val="188B390A"/>
    <w:rsid w:val="18A00740"/>
    <w:rsid w:val="18BC094C"/>
    <w:rsid w:val="18C9A6E8"/>
    <w:rsid w:val="18CA6DBA"/>
    <w:rsid w:val="18EFC45F"/>
    <w:rsid w:val="19096FA1"/>
    <w:rsid w:val="1933AB16"/>
    <w:rsid w:val="19346B7F"/>
    <w:rsid w:val="1946285C"/>
    <w:rsid w:val="194A3660"/>
    <w:rsid w:val="194BE48B"/>
    <w:rsid w:val="195C895B"/>
    <w:rsid w:val="196C52F3"/>
    <w:rsid w:val="1976C050"/>
    <w:rsid w:val="197E233B"/>
    <w:rsid w:val="198B055D"/>
    <w:rsid w:val="198E931A"/>
    <w:rsid w:val="19A497B0"/>
    <w:rsid w:val="19ADEEEA"/>
    <w:rsid w:val="19B8612E"/>
    <w:rsid w:val="19C1DCF6"/>
    <w:rsid w:val="19F46BCA"/>
    <w:rsid w:val="19FFAC60"/>
    <w:rsid w:val="1A3D4885"/>
    <w:rsid w:val="1A3D5C28"/>
    <w:rsid w:val="1A54E02D"/>
    <w:rsid w:val="1A57EC61"/>
    <w:rsid w:val="1A58F944"/>
    <w:rsid w:val="1A5AE1E0"/>
    <w:rsid w:val="1A8007B0"/>
    <w:rsid w:val="1A8AA158"/>
    <w:rsid w:val="1AABB029"/>
    <w:rsid w:val="1AAC4610"/>
    <w:rsid w:val="1AC04EC1"/>
    <w:rsid w:val="1AC407FC"/>
    <w:rsid w:val="1ACA1A85"/>
    <w:rsid w:val="1AD659DD"/>
    <w:rsid w:val="1AD832B4"/>
    <w:rsid w:val="1ADF0194"/>
    <w:rsid w:val="1AE74531"/>
    <w:rsid w:val="1AEDFF0F"/>
    <w:rsid w:val="1AF7F326"/>
    <w:rsid w:val="1B184D14"/>
    <w:rsid w:val="1B1A8967"/>
    <w:rsid w:val="1B435D79"/>
    <w:rsid w:val="1B45F168"/>
    <w:rsid w:val="1B47B425"/>
    <w:rsid w:val="1B54E8C1"/>
    <w:rsid w:val="1B5541E4"/>
    <w:rsid w:val="1B563B5A"/>
    <w:rsid w:val="1B59FF20"/>
    <w:rsid w:val="1B5BAD73"/>
    <w:rsid w:val="1B623846"/>
    <w:rsid w:val="1B6589F6"/>
    <w:rsid w:val="1B675D39"/>
    <w:rsid w:val="1B68A3FB"/>
    <w:rsid w:val="1B713B20"/>
    <w:rsid w:val="1B833AC8"/>
    <w:rsid w:val="1B84ED98"/>
    <w:rsid w:val="1B895F3A"/>
    <w:rsid w:val="1B8C3B7E"/>
    <w:rsid w:val="1BA97E2B"/>
    <w:rsid w:val="1BC29CF7"/>
    <w:rsid w:val="1BEC37B6"/>
    <w:rsid w:val="1BFCA32F"/>
    <w:rsid w:val="1BFF299B"/>
    <w:rsid w:val="1C08DFAF"/>
    <w:rsid w:val="1C23C2EF"/>
    <w:rsid w:val="1C536A87"/>
    <w:rsid w:val="1C570E9D"/>
    <w:rsid w:val="1C5875CE"/>
    <w:rsid w:val="1C5E2389"/>
    <w:rsid w:val="1C60DA0E"/>
    <w:rsid w:val="1C6DA129"/>
    <w:rsid w:val="1C819442"/>
    <w:rsid w:val="1C8ECB13"/>
    <w:rsid w:val="1C9E5A2D"/>
    <w:rsid w:val="1C9FD8EA"/>
    <w:rsid w:val="1CA81B25"/>
    <w:rsid w:val="1CB023EF"/>
    <w:rsid w:val="1CD437C0"/>
    <w:rsid w:val="1CD50CBB"/>
    <w:rsid w:val="1CF68CA0"/>
    <w:rsid w:val="1CF9BE86"/>
    <w:rsid w:val="1CFA9652"/>
    <w:rsid w:val="1D05663B"/>
    <w:rsid w:val="1D0F8242"/>
    <w:rsid w:val="1D17BC9F"/>
    <w:rsid w:val="1D23557C"/>
    <w:rsid w:val="1D43F945"/>
    <w:rsid w:val="1D5A416C"/>
    <w:rsid w:val="1D5ECDDB"/>
    <w:rsid w:val="1D69E652"/>
    <w:rsid w:val="1D6E6E13"/>
    <w:rsid w:val="1D79DA10"/>
    <w:rsid w:val="1D8FE4A4"/>
    <w:rsid w:val="1D93BEDC"/>
    <w:rsid w:val="1D94670D"/>
    <w:rsid w:val="1D9FD928"/>
    <w:rsid w:val="1DA62061"/>
    <w:rsid w:val="1DA82439"/>
    <w:rsid w:val="1DBF5B8B"/>
    <w:rsid w:val="1E030521"/>
    <w:rsid w:val="1E0DD2EC"/>
    <w:rsid w:val="1E0F5EF0"/>
    <w:rsid w:val="1E1BC4B4"/>
    <w:rsid w:val="1E1CDB0C"/>
    <w:rsid w:val="1E2013CA"/>
    <w:rsid w:val="1E24082A"/>
    <w:rsid w:val="1E2A4249"/>
    <w:rsid w:val="1E4AA71A"/>
    <w:rsid w:val="1E4BBD6E"/>
    <w:rsid w:val="1E4DB351"/>
    <w:rsid w:val="1E559190"/>
    <w:rsid w:val="1E829A61"/>
    <w:rsid w:val="1EA76577"/>
    <w:rsid w:val="1EE97567"/>
    <w:rsid w:val="1F0A309D"/>
    <w:rsid w:val="1F226CB5"/>
    <w:rsid w:val="1F28D46E"/>
    <w:rsid w:val="1F2C33E0"/>
    <w:rsid w:val="1F2D4102"/>
    <w:rsid w:val="1F43049B"/>
    <w:rsid w:val="1F4BBB46"/>
    <w:rsid w:val="1F64E417"/>
    <w:rsid w:val="1F672C96"/>
    <w:rsid w:val="1F82FD62"/>
    <w:rsid w:val="1F8D908E"/>
    <w:rsid w:val="1FA3D86D"/>
    <w:rsid w:val="1FA5A969"/>
    <w:rsid w:val="1FACB1EF"/>
    <w:rsid w:val="1FDEFA4D"/>
    <w:rsid w:val="1FF82183"/>
    <w:rsid w:val="200E5703"/>
    <w:rsid w:val="2012C388"/>
    <w:rsid w:val="2047B03A"/>
    <w:rsid w:val="20492867"/>
    <w:rsid w:val="205DCB55"/>
    <w:rsid w:val="20662DA9"/>
    <w:rsid w:val="2068D7EE"/>
    <w:rsid w:val="207A3A85"/>
    <w:rsid w:val="207FA827"/>
    <w:rsid w:val="209DE4D2"/>
    <w:rsid w:val="20A12B1E"/>
    <w:rsid w:val="20C0FF71"/>
    <w:rsid w:val="20D44AA2"/>
    <w:rsid w:val="20D87F23"/>
    <w:rsid w:val="20DDE1D1"/>
    <w:rsid w:val="20EF8BD3"/>
    <w:rsid w:val="20F5EABA"/>
    <w:rsid w:val="20F711E5"/>
    <w:rsid w:val="2107A026"/>
    <w:rsid w:val="21090625"/>
    <w:rsid w:val="21121B50"/>
    <w:rsid w:val="2137F34B"/>
    <w:rsid w:val="2178E9DD"/>
    <w:rsid w:val="2185FBE3"/>
    <w:rsid w:val="218B0BA0"/>
    <w:rsid w:val="218B2C4C"/>
    <w:rsid w:val="219B8E7A"/>
    <w:rsid w:val="21AA8092"/>
    <w:rsid w:val="21B836B6"/>
    <w:rsid w:val="21BE6758"/>
    <w:rsid w:val="21CCFB24"/>
    <w:rsid w:val="21D2AA42"/>
    <w:rsid w:val="21E43CD6"/>
    <w:rsid w:val="21FCA145"/>
    <w:rsid w:val="220D5F43"/>
    <w:rsid w:val="222621AF"/>
    <w:rsid w:val="22358F60"/>
    <w:rsid w:val="22603440"/>
    <w:rsid w:val="2262101C"/>
    <w:rsid w:val="2266AF57"/>
    <w:rsid w:val="22718BB8"/>
    <w:rsid w:val="2273F521"/>
    <w:rsid w:val="227F5847"/>
    <w:rsid w:val="2283E473"/>
    <w:rsid w:val="22AF002F"/>
    <w:rsid w:val="22B83DAD"/>
    <w:rsid w:val="22BAB142"/>
    <w:rsid w:val="22C365AB"/>
    <w:rsid w:val="22CD58B3"/>
    <w:rsid w:val="22D1D88D"/>
    <w:rsid w:val="22E2C318"/>
    <w:rsid w:val="22E8181B"/>
    <w:rsid w:val="22FA0EB6"/>
    <w:rsid w:val="2315405C"/>
    <w:rsid w:val="23168D2D"/>
    <w:rsid w:val="2322ED97"/>
    <w:rsid w:val="2345C72D"/>
    <w:rsid w:val="23465CEA"/>
    <w:rsid w:val="2360E517"/>
    <w:rsid w:val="236BDF24"/>
    <w:rsid w:val="2376C10D"/>
    <w:rsid w:val="237FFBD5"/>
    <w:rsid w:val="23818CCF"/>
    <w:rsid w:val="23A8D5B2"/>
    <w:rsid w:val="23B5FDDE"/>
    <w:rsid w:val="23CA3135"/>
    <w:rsid w:val="23CFBA82"/>
    <w:rsid w:val="23D98928"/>
    <w:rsid w:val="23DEC5D5"/>
    <w:rsid w:val="24157652"/>
    <w:rsid w:val="242AFD0A"/>
    <w:rsid w:val="243F0ED7"/>
    <w:rsid w:val="24498B59"/>
    <w:rsid w:val="2459CBB1"/>
    <w:rsid w:val="2471BDDB"/>
    <w:rsid w:val="247B7997"/>
    <w:rsid w:val="248DC9C4"/>
    <w:rsid w:val="24945268"/>
    <w:rsid w:val="2494E4B0"/>
    <w:rsid w:val="249B254A"/>
    <w:rsid w:val="24A39202"/>
    <w:rsid w:val="24AEBFA1"/>
    <w:rsid w:val="24B65F9E"/>
    <w:rsid w:val="24BF75C7"/>
    <w:rsid w:val="24C7B510"/>
    <w:rsid w:val="24D5E856"/>
    <w:rsid w:val="24DC912E"/>
    <w:rsid w:val="24FB4B69"/>
    <w:rsid w:val="2501F6B4"/>
    <w:rsid w:val="2513BBB4"/>
    <w:rsid w:val="251628D5"/>
    <w:rsid w:val="2516F905"/>
    <w:rsid w:val="2531D54D"/>
    <w:rsid w:val="2542F2AA"/>
    <w:rsid w:val="25507EE1"/>
    <w:rsid w:val="2553A7B8"/>
    <w:rsid w:val="2554CC85"/>
    <w:rsid w:val="2560EF04"/>
    <w:rsid w:val="256E7F0E"/>
    <w:rsid w:val="257FB47B"/>
    <w:rsid w:val="2588EDB0"/>
    <w:rsid w:val="258B39A2"/>
    <w:rsid w:val="2590B13F"/>
    <w:rsid w:val="2595C788"/>
    <w:rsid w:val="2596A30C"/>
    <w:rsid w:val="25985420"/>
    <w:rsid w:val="25BE63DE"/>
    <w:rsid w:val="25E36BEB"/>
    <w:rsid w:val="2601CC51"/>
    <w:rsid w:val="260253CC"/>
    <w:rsid w:val="2618CA54"/>
    <w:rsid w:val="263AE042"/>
    <w:rsid w:val="263BE7C6"/>
    <w:rsid w:val="2642AE7B"/>
    <w:rsid w:val="2663CE0E"/>
    <w:rsid w:val="266AFE98"/>
    <w:rsid w:val="2674E38C"/>
    <w:rsid w:val="267E060D"/>
    <w:rsid w:val="268A0332"/>
    <w:rsid w:val="269244CC"/>
    <w:rsid w:val="26A67886"/>
    <w:rsid w:val="26A6ABE5"/>
    <w:rsid w:val="26DEAFF7"/>
    <w:rsid w:val="26E420C9"/>
    <w:rsid w:val="26F3753A"/>
    <w:rsid w:val="2708441C"/>
    <w:rsid w:val="2710C9F4"/>
    <w:rsid w:val="2711D292"/>
    <w:rsid w:val="274ECEC7"/>
    <w:rsid w:val="274EFA1D"/>
    <w:rsid w:val="27647337"/>
    <w:rsid w:val="2766BCAB"/>
    <w:rsid w:val="276FAE6B"/>
    <w:rsid w:val="2784F014"/>
    <w:rsid w:val="278D662A"/>
    <w:rsid w:val="278D7B86"/>
    <w:rsid w:val="279C7F42"/>
    <w:rsid w:val="279D354E"/>
    <w:rsid w:val="279EE0FE"/>
    <w:rsid w:val="27D1F338"/>
    <w:rsid w:val="27DE5DCA"/>
    <w:rsid w:val="27FF74DC"/>
    <w:rsid w:val="2820A14C"/>
    <w:rsid w:val="285100CC"/>
    <w:rsid w:val="28533BCA"/>
    <w:rsid w:val="28629F49"/>
    <w:rsid w:val="28737FE0"/>
    <w:rsid w:val="287FE3DB"/>
    <w:rsid w:val="28873E6C"/>
    <w:rsid w:val="288F1262"/>
    <w:rsid w:val="28975A22"/>
    <w:rsid w:val="28A3F580"/>
    <w:rsid w:val="28A8F04F"/>
    <w:rsid w:val="28A9DF27"/>
    <w:rsid w:val="28B3BF9A"/>
    <w:rsid w:val="28D96E7D"/>
    <w:rsid w:val="28DB2589"/>
    <w:rsid w:val="28DCFFEC"/>
    <w:rsid w:val="28E76234"/>
    <w:rsid w:val="28F3F73D"/>
    <w:rsid w:val="29000C8E"/>
    <w:rsid w:val="2911CDCA"/>
    <w:rsid w:val="291E7056"/>
    <w:rsid w:val="293A187E"/>
    <w:rsid w:val="2946F123"/>
    <w:rsid w:val="2957DE9E"/>
    <w:rsid w:val="2961E035"/>
    <w:rsid w:val="29848193"/>
    <w:rsid w:val="2991887B"/>
    <w:rsid w:val="29BCB7F7"/>
    <w:rsid w:val="29CAFB27"/>
    <w:rsid w:val="29EDCBDB"/>
    <w:rsid w:val="29FEAD1F"/>
    <w:rsid w:val="2A13C417"/>
    <w:rsid w:val="2A3B580B"/>
    <w:rsid w:val="2A4320D6"/>
    <w:rsid w:val="2A5AAF85"/>
    <w:rsid w:val="2A60D612"/>
    <w:rsid w:val="2A65C401"/>
    <w:rsid w:val="2AA4AC17"/>
    <w:rsid w:val="2AB0D366"/>
    <w:rsid w:val="2AC1D759"/>
    <w:rsid w:val="2ACB12BD"/>
    <w:rsid w:val="2ADC0844"/>
    <w:rsid w:val="2AE02223"/>
    <w:rsid w:val="2AFBC89C"/>
    <w:rsid w:val="2AFCD2A8"/>
    <w:rsid w:val="2B04A97D"/>
    <w:rsid w:val="2B2EC9B1"/>
    <w:rsid w:val="2B4121ED"/>
    <w:rsid w:val="2B514BB5"/>
    <w:rsid w:val="2B53A836"/>
    <w:rsid w:val="2B652D1B"/>
    <w:rsid w:val="2B6A53FF"/>
    <w:rsid w:val="2B6AEF0E"/>
    <w:rsid w:val="2B8183B4"/>
    <w:rsid w:val="2BA28B6B"/>
    <w:rsid w:val="2BB0C29A"/>
    <w:rsid w:val="2BB6A333"/>
    <w:rsid w:val="2BBF0A15"/>
    <w:rsid w:val="2BC42317"/>
    <w:rsid w:val="2BC79156"/>
    <w:rsid w:val="2BD36A9F"/>
    <w:rsid w:val="2BEFEDCC"/>
    <w:rsid w:val="2BF5AA4F"/>
    <w:rsid w:val="2BFC23F8"/>
    <w:rsid w:val="2C0F2941"/>
    <w:rsid w:val="2C16A903"/>
    <w:rsid w:val="2C215276"/>
    <w:rsid w:val="2C266BDC"/>
    <w:rsid w:val="2C4993E8"/>
    <w:rsid w:val="2C49C503"/>
    <w:rsid w:val="2C8B98C2"/>
    <w:rsid w:val="2C9B061A"/>
    <w:rsid w:val="2CB36869"/>
    <w:rsid w:val="2CBB852F"/>
    <w:rsid w:val="2CD846F7"/>
    <w:rsid w:val="2CE8A686"/>
    <w:rsid w:val="2CF29145"/>
    <w:rsid w:val="2D0ECB9E"/>
    <w:rsid w:val="2D291BBB"/>
    <w:rsid w:val="2D396447"/>
    <w:rsid w:val="2D50B58E"/>
    <w:rsid w:val="2DA45148"/>
    <w:rsid w:val="2DC489CE"/>
    <w:rsid w:val="2DC657F6"/>
    <w:rsid w:val="2DF22714"/>
    <w:rsid w:val="2E0A80A2"/>
    <w:rsid w:val="2E0F7402"/>
    <w:rsid w:val="2E24DEC7"/>
    <w:rsid w:val="2E5994C2"/>
    <w:rsid w:val="2E732F93"/>
    <w:rsid w:val="2E807008"/>
    <w:rsid w:val="2EABCE24"/>
    <w:rsid w:val="2ECA66EF"/>
    <w:rsid w:val="2ECB9401"/>
    <w:rsid w:val="2ECF3812"/>
    <w:rsid w:val="2EF6D2FF"/>
    <w:rsid w:val="2F0D75C9"/>
    <w:rsid w:val="2F5BE15B"/>
    <w:rsid w:val="2F63D3EB"/>
    <w:rsid w:val="2F7F1628"/>
    <w:rsid w:val="2F8B1D3B"/>
    <w:rsid w:val="2F9FA58C"/>
    <w:rsid w:val="2FB78700"/>
    <w:rsid w:val="2FB8A34D"/>
    <w:rsid w:val="2FB9EA0A"/>
    <w:rsid w:val="2FBB6C02"/>
    <w:rsid w:val="2FCF9630"/>
    <w:rsid w:val="2FDC8627"/>
    <w:rsid w:val="2FE103DB"/>
    <w:rsid w:val="2FE22AA9"/>
    <w:rsid w:val="2FE80653"/>
    <w:rsid w:val="2FE8EFC6"/>
    <w:rsid w:val="30171071"/>
    <w:rsid w:val="302B4FBA"/>
    <w:rsid w:val="302C8374"/>
    <w:rsid w:val="302CCD9B"/>
    <w:rsid w:val="303A7CDA"/>
    <w:rsid w:val="303B697A"/>
    <w:rsid w:val="303FCE7C"/>
    <w:rsid w:val="303FDF62"/>
    <w:rsid w:val="304E840E"/>
    <w:rsid w:val="3061B892"/>
    <w:rsid w:val="306579DE"/>
    <w:rsid w:val="30697DF2"/>
    <w:rsid w:val="3086C7E5"/>
    <w:rsid w:val="3098D8F4"/>
    <w:rsid w:val="309B5285"/>
    <w:rsid w:val="30B30DF4"/>
    <w:rsid w:val="30BB34E0"/>
    <w:rsid w:val="30CCEAB7"/>
    <w:rsid w:val="30D5E3CE"/>
    <w:rsid w:val="30DCD71B"/>
    <w:rsid w:val="30DE09B7"/>
    <w:rsid w:val="30EBF3FB"/>
    <w:rsid w:val="30F472E7"/>
    <w:rsid w:val="30F63965"/>
    <w:rsid w:val="30F8E60A"/>
    <w:rsid w:val="312316DD"/>
    <w:rsid w:val="3133A8DF"/>
    <w:rsid w:val="314CDA45"/>
    <w:rsid w:val="314D6281"/>
    <w:rsid w:val="315DC5A1"/>
    <w:rsid w:val="316EA458"/>
    <w:rsid w:val="3192AF8E"/>
    <w:rsid w:val="31A8D5A9"/>
    <w:rsid w:val="31A9796B"/>
    <w:rsid w:val="31AE4A1A"/>
    <w:rsid w:val="31B65F03"/>
    <w:rsid w:val="31C83F94"/>
    <w:rsid w:val="31C949CD"/>
    <w:rsid w:val="31D4C207"/>
    <w:rsid w:val="31D4F5B4"/>
    <w:rsid w:val="31E45582"/>
    <w:rsid w:val="31EBCCA6"/>
    <w:rsid w:val="31F8BB9D"/>
    <w:rsid w:val="31FB747A"/>
    <w:rsid w:val="3209B5B0"/>
    <w:rsid w:val="321CBC4F"/>
    <w:rsid w:val="3236F3A1"/>
    <w:rsid w:val="32381262"/>
    <w:rsid w:val="323E717B"/>
    <w:rsid w:val="324E11A8"/>
    <w:rsid w:val="32541AF4"/>
    <w:rsid w:val="32625A04"/>
    <w:rsid w:val="327BF4E0"/>
    <w:rsid w:val="32893140"/>
    <w:rsid w:val="3290D705"/>
    <w:rsid w:val="329A42E5"/>
    <w:rsid w:val="32B5C681"/>
    <w:rsid w:val="32E36573"/>
    <w:rsid w:val="32E6A3E5"/>
    <w:rsid w:val="32F90981"/>
    <w:rsid w:val="33036640"/>
    <w:rsid w:val="3312D468"/>
    <w:rsid w:val="334894E2"/>
    <w:rsid w:val="334FF626"/>
    <w:rsid w:val="33668B7A"/>
    <w:rsid w:val="33824D99"/>
    <w:rsid w:val="33841911"/>
    <w:rsid w:val="338566CC"/>
    <w:rsid w:val="3386DAD9"/>
    <w:rsid w:val="338D98B9"/>
    <w:rsid w:val="33A3EFE5"/>
    <w:rsid w:val="33B3F383"/>
    <w:rsid w:val="33C7F839"/>
    <w:rsid w:val="33C82231"/>
    <w:rsid w:val="33F24041"/>
    <w:rsid w:val="33FB023F"/>
    <w:rsid w:val="33FF590E"/>
    <w:rsid w:val="3405D817"/>
    <w:rsid w:val="340B7C11"/>
    <w:rsid w:val="341ED491"/>
    <w:rsid w:val="34286F69"/>
    <w:rsid w:val="343589EB"/>
    <w:rsid w:val="343A5EC3"/>
    <w:rsid w:val="347B3301"/>
    <w:rsid w:val="347B4FAB"/>
    <w:rsid w:val="34867B68"/>
    <w:rsid w:val="349B952C"/>
    <w:rsid w:val="349C02FF"/>
    <w:rsid w:val="34A3F7D5"/>
    <w:rsid w:val="34A9B66D"/>
    <w:rsid w:val="34C7DDF4"/>
    <w:rsid w:val="34CE2424"/>
    <w:rsid w:val="34E15AAC"/>
    <w:rsid w:val="34EA9121"/>
    <w:rsid w:val="34EF1301"/>
    <w:rsid w:val="34EF97D2"/>
    <w:rsid w:val="352D1E5B"/>
    <w:rsid w:val="35368DB9"/>
    <w:rsid w:val="353C408B"/>
    <w:rsid w:val="354ED27E"/>
    <w:rsid w:val="354F79ED"/>
    <w:rsid w:val="3553801E"/>
    <w:rsid w:val="355865A6"/>
    <w:rsid w:val="35616B84"/>
    <w:rsid w:val="35638452"/>
    <w:rsid w:val="35641FE5"/>
    <w:rsid w:val="3570F0D1"/>
    <w:rsid w:val="360E6D55"/>
    <w:rsid w:val="360F6B95"/>
    <w:rsid w:val="36380E54"/>
    <w:rsid w:val="3679BC66"/>
    <w:rsid w:val="3682ABAC"/>
    <w:rsid w:val="3688489D"/>
    <w:rsid w:val="36A4CAB4"/>
    <w:rsid w:val="36C44F05"/>
    <w:rsid w:val="36C52D98"/>
    <w:rsid w:val="36C538B5"/>
    <w:rsid w:val="36CC0F9C"/>
    <w:rsid w:val="36D41F2B"/>
    <w:rsid w:val="36EE5030"/>
    <w:rsid w:val="36F772D1"/>
    <w:rsid w:val="3702DA31"/>
    <w:rsid w:val="3705EFB3"/>
    <w:rsid w:val="370F0B30"/>
    <w:rsid w:val="372AC92D"/>
    <w:rsid w:val="372BB9A3"/>
    <w:rsid w:val="3750CDCB"/>
    <w:rsid w:val="37528563"/>
    <w:rsid w:val="375687BB"/>
    <w:rsid w:val="375AF7ED"/>
    <w:rsid w:val="3764205B"/>
    <w:rsid w:val="3767E9E3"/>
    <w:rsid w:val="376FB50F"/>
    <w:rsid w:val="3785C823"/>
    <w:rsid w:val="37E06D4B"/>
    <w:rsid w:val="37E69C43"/>
    <w:rsid w:val="381E5649"/>
    <w:rsid w:val="3824425A"/>
    <w:rsid w:val="38268838"/>
    <w:rsid w:val="382A6718"/>
    <w:rsid w:val="384F800F"/>
    <w:rsid w:val="385A6A1D"/>
    <w:rsid w:val="3886954A"/>
    <w:rsid w:val="38A6ABA0"/>
    <w:rsid w:val="38C490B5"/>
    <w:rsid w:val="38CEC085"/>
    <w:rsid w:val="38D04FFB"/>
    <w:rsid w:val="38D77FBD"/>
    <w:rsid w:val="38E10F4D"/>
    <w:rsid w:val="38EBB00A"/>
    <w:rsid w:val="38ECFED2"/>
    <w:rsid w:val="38ED2402"/>
    <w:rsid w:val="38F8E777"/>
    <w:rsid w:val="38FAE8C3"/>
    <w:rsid w:val="39010696"/>
    <w:rsid w:val="39175886"/>
    <w:rsid w:val="392BA095"/>
    <w:rsid w:val="3931ED14"/>
    <w:rsid w:val="393585F1"/>
    <w:rsid w:val="393E938E"/>
    <w:rsid w:val="3955AC29"/>
    <w:rsid w:val="3967D06C"/>
    <w:rsid w:val="396979F7"/>
    <w:rsid w:val="3991E24C"/>
    <w:rsid w:val="399354B7"/>
    <w:rsid w:val="39A1C861"/>
    <w:rsid w:val="39AED8B2"/>
    <w:rsid w:val="39B046BA"/>
    <w:rsid w:val="39B8EA71"/>
    <w:rsid w:val="39C8EF9E"/>
    <w:rsid w:val="39CA4142"/>
    <w:rsid w:val="39D81809"/>
    <w:rsid w:val="39E352E4"/>
    <w:rsid w:val="39EA24C8"/>
    <w:rsid w:val="39FBD3AD"/>
    <w:rsid w:val="3A0AE69E"/>
    <w:rsid w:val="3A0EF553"/>
    <w:rsid w:val="3A10C012"/>
    <w:rsid w:val="3A211180"/>
    <w:rsid w:val="3A287C54"/>
    <w:rsid w:val="3A2B09F3"/>
    <w:rsid w:val="3A3CBDE5"/>
    <w:rsid w:val="3A7909D0"/>
    <w:rsid w:val="3A8FDDE8"/>
    <w:rsid w:val="3A902928"/>
    <w:rsid w:val="3A957736"/>
    <w:rsid w:val="3AAC2970"/>
    <w:rsid w:val="3AAFD894"/>
    <w:rsid w:val="3ABA8B4B"/>
    <w:rsid w:val="3AE751DF"/>
    <w:rsid w:val="3AE7C16E"/>
    <w:rsid w:val="3AE85AD2"/>
    <w:rsid w:val="3AFF62A1"/>
    <w:rsid w:val="3B14838B"/>
    <w:rsid w:val="3B3118F1"/>
    <w:rsid w:val="3B46CB23"/>
    <w:rsid w:val="3B4D8370"/>
    <w:rsid w:val="3B6B436B"/>
    <w:rsid w:val="3B72D116"/>
    <w:rsid w:val="3B76C104"/>
    <w:rsid w:val="3B8C24EA"/>
    <w:rsid w:val="3BC24B5B"/>
    <w:rsid w:val="3BDD2838"/>
    <w:rsid w:val="3BDD42F2"/>
    <w:rsid w:val="3BE73D30"/>
    <w:rsid w:val="3BEFD9C5"/>
    <w:rsid w:val="3C0EE6AC"/>
    <w:rsid w:val="3C1C038B"/>
    <w:rsid w:val="3C28B72A"/>
    <w:rsid w:val="3C2C8DFC"/>
    <w:rsid w:val="3C2CEA23"/>
    <w:rsid w:val="3C340437"/>
    <w:rsid w:val="3C36C0C5"/>
    <w:rsid w:val="3C394E03"/>
    <w:rsid w:val="3C686DAD"/>
    <w:rsid w:val="3C6AB841"/>
    <w:rsid w:val="3C77ADCC"/>
    <w:rsid w:val="3C7EB675"/>
    <w:rsid w:val="3C970419"/>
    <w:rsid w:val="3C9A1AA7"/>
    <w:rsid w:val="3C9C8299"/>
    <w:rsid w:val="3C9CD7BC"/>
    <w:rsid w:val="3CA003D6"/>
    <w:rsid w:val="3CA48387"/>
    <w:rsid w:val="3CD9391D"/>
    <w:rsid w:val="3CEB0367"/>
    <w:rsid w:val="3CEC3B2D"/>
    <w:rsid w:val="3CF58CF5"/>
    <w:rsid w:val="3CFFC552"/>
    <w:rsid w:val="3D2A74F9"/>
    <w:rsid w:val="3D3717BE"/>
    <w:rsid w:val="3D41CC1B"/>
    <w:rsid w:val="3D4F3F47"/>
    <w:rsid w:val="3D68A25E"/>
    <w:rsid w:val="3DDD0273"/>
    <w:rsid w:val="3DE4A0B1"/>
    <w:rsid w:val="3DF383F4"/>
    <w:rsid w:val="3DF56CDD"/>
    <w:rsid w:val="3E0242AE"/>
    <w:rsid w:val="3E0C609F"/>
    <w:rsid w:val="3E158616"/>
    <w:rsid w:val="3E1A06BB"/>
    <w:rsid w:val="3E26656E"/>
    <w:rsid w:val="3E2DD3CB"/>
    <w:rsid w:val="3E499F2D"/>
    <w:rsid w:val="3E4AAFAF"/>
    <w:rsid w:val="3E4AF088"/>
    <w:rsid w:val="3E4FA282"/>
    <w:rsid w:val="3E51A2C6"/>
    <w:rsid w:val="3E61C873"/>
    <w:rsid w:val="3E6B320B"/>
    <w:rsid w:val="3EA67252"/>
    <w:rsid w:val="3EA7CD5C"/>
    <w:rsid w:val="3EB4DA1A"/>
    <w:rsid w:val="3EB83F6F"/>
    <w:rsid w:val="3ED725BE"/>
    <w:rsid w:val="3F0125CC"/>
    <w:rsid w:val="3F089995"/>
    <w:rsid w:val="3F1D72C5"/>
    <w:rsid w:val="3F2316D8"/>
    <w:rsid w:val="3F25CC7D"/>
    <w:rsid w:val="3F2C8A4D"/>
    <w:rsid w:val="3F434382"/>
    <w:rsid w:val="3F482215"/>
    <w:rsid w:val="3F5D238D"/>
    <w:rsid w:val="3F653F4E"/>
    <w:rsid w:val="3F80AA78"/>
    <w:rsid w:val="3F8B0EFA"/>
    <w:rsid w:val="3F907169"/>
    <w:rsid w:val="3FA4719F"/>
    <w:rsid w:val="3FC7C8DC"/>
    <w:rsid w:val="3FDF89EF"/>
    <w:rsid w:val="3FE99899"/>
    <w:rsid w:val="3FEBE532"/>
    <w:rsid w:val="40074ADC"/>
    <w:rsid w:val="4016760B"/>
    <w:rsid w:val="402CB855"/>
    <w:rsid w:val="405DDD69"/>
    <w:rsid w:val="407CF61E"/>
    <w:rsid w:val="4085889E"/>
    <w:rsid w:val="4099BB00"/>
    <w:rsid w:val="409EE52B"/>
    <w:rsid w:val="40B61FC4"/>
    <w:rsid w:val="40B8B9F1"/>
    <w:rsid w:val="40DEF658"/>
    <w:rsid w:val="40EB9B8B"/>
    <w:rsid w:val="40F56AB8"/>
    <w:rsid w:val="40F93492"/>
    <w:rsid w:val="41043623"/>
    <w:rsid w:val="41563403"/>
    <w:rsid w:val="41568475"/>
    <w:rsid w:val="415B4DA1"/>
    <w:rsid w:val="415E587C"/>
    <w:rsid w:val="41654F8D"/>
    <w:rsid w:val="41733602"/>
    <w:rsid w:val="417DCFA1"/>
    <w:rsid w:val="41886D0D"/>
    <w:rsid w:val="418F1BC9"/>
    <w:rsid w:val="41A5249B"/>
    <w:rsid w:val="41ADBBEE"/>
    <w:rsid w:val="41C73A98"/>
    <w:rsid w:val="41CE0B51"/>
    <w:rsid w:val="41FCB0B7"/>
    <w:rsid w:val="42051328"/>
    <w:rsid w:val="42060EA2"/>
    <w:rsid w:val="4207DE53"/>
    <w:rsid w:val="42121B36"/>
    <w:rsid w:val="42162476"/>
    <w:rsid w:val="422DFBAC"/>
    <w:rsid w:val="4234CAAB"/>
    <w:rsid w:val="4245E4E6"/>
    <w:rsid w:val="425F6C6A"/>
    <w:rsid w:val="426699EB"/>
    <w:rsid w:val="426F4CFA"/>
    <w:rsid w:val="42B4741E"/>
    <w:rsid w:val="42C00DEB"/>
    <w:rsid w:val="42D33C75"/>
    <w:rsid w:val="42EDBD82"/>
    <w:rsid w:val="42F10722"/>
    <w:rsid w:val="42F28FFF"/>
    <w:rsid w:val="42F3BD5E"/>
    <w:rsid w:val="42F537E3"/>
    <w:rsid w:val="42F5A2F5"/>
    <w:rsid w:val="42FAFFAD"/>
    <w:rsid w:val="4318B8E6"/>
    <w:rsid w:val="4321728C"/>
    <w:rsid w:val="43232C82"/>
    <w:rsid w:val="432416A9"/>
    <w:rsid w:val="43277F9D"/>
    <w:rsid w:val="432A402B"/>
    <w:rsid w:val="432F7983"/>
    <w:rsid w:val="433FC5B4"/>
    <w:rsid w:val="434B2601"/>
    <w:rsid w:val="434FB2D3"/>
    <w:rsid w:val="435059F2"/>
    <w:rsid w:val="4367ED3A"/>
    <w:rsid w:val="4376973C"/>
    <w:rsid w:val="4388EB07"/>
    <w:rsid w:val="43B97A44"/>
    <w:rsid w:val="43BE0BAF"/>
    <w:rsid w:val="43C9BE7C"/>
    <w:rsid w:val="43D5BAB9"/>
    <w:rsid w:val="43F135E4"/>
    <w:rsid w:val="44131CCF"/>
    <w:rsid w:val="441DA769"/>
    <w:rsid w:val="44255372"/>
    <w:rsid w:val="442D5F18"/>
    <w:rsid w:val="44356945"/>
    <w:rsid w:val="445170AD"/>
    <w:rsid w:val="446426B1"/>
    <w:rsid w:val="44840491"/>
    <w:rsid w:val="44A0D30E"/>
    <w:rsid w:val="44A6CB7A"/>
    <w:rsid w:val="44AF3759"/>
    <w:rsid w:val="44C50A8C"/>
    <w:rsid w:val="44CA851F"/>
    <w:rsid w:val="44D11524"/>
    <w:rsid w:val="44FA868B"/>
    <w:rsid w:val="44FD148C"/>
    <w:rsid w:val="44FF488D"/>
    <w:rsid w:val="4514D75D"/>
    <w:rsid w:val="452DB6CB"/>
    <w:rsid w:val="454AC0F2"/>
    <w:rsid w:val="45504AA5"/>
    <w:rsid w:val="4550C25B"/>
    <w:rsid w:val="4551A1E7"/>
    <w:rsid w:val="457204FA"/>
    <w:rsid w:val="45876BC6"/>
    <w:rsid w:val="459905E4"/>
    <w:rsid w:val="459B4657"/>
    <w:rsid w:val="45A5CEB9"/>
    <w:rsid w:val="45AF03BF"/>
    <w:rsid w:val="45C7753B"/>
    <w:rsid w:val="45E3397C"/>
    <w:rsid w:val="45EC363B"/>
    <w:rsid w:val="4603EA2A"/>
    <w:rsid w:val="462FE22F"/>
    <w:rsid w:val="46338975"/>
    <w:rsid w:val="4642ED31"/>
    <w:rsid w:val="46457275"/>
    <w:rsid w:val="4649E9B9"/>
    <w:rsid w:val="465BAC39"/>
    <w:rsid w:val="465F2E3B"/>
    <w:rsid w:val="4678BBD2"/>
    <w:rsid w:val="467E630E"/>
    <w:rsid w:val="468756EC"/>
    <w:rsid w:val="468E9476"/>
    <w:rsid w:val="46971E5C"/>
    <w:rsid w:val="469C350E"/>
    <w:rsid w:val="46B96D23"/>
    <w:rsid w:val="46BDB10E"/>
    <w:rsid w:val="46D35653"/>
    <w:rsid w:val="46DBD02C"/>
    <w:rsid w:val="4710AF62"/>
    <w:rsid w:val="47236670"/>
    <w:rsid w:val="472BBEC1"/>
    <w:rsid w:val="47487383"/>
    <w:rsid w:val="4751420D"/>
    <w:rsid w:val="475B2C72"/>
    <w:rsid w:val="477799C0"/>
    <w:rsid w:val="4779EB16"/>
    <w:rsid w:val="477C8B59"/>
    <w:rsid w:val="478F7655"/>
    <w:rsid w:val="47A42E92"/>
    <w:rsid w:val="47A6944A"/>
    <w:rsid w:val="47BCAAF8"/>
    <w:rsid w:val="47D53F4E"/>
    <w:rsid w:val="47E33B02"/>
    <w:rsid w:val="47ECD391"/>
    <w:rsid w:val="47EE1E30"/>
    <w:rsid w:val="480250DD"/>
    <w:rsid w:val="4806277B"/>
    <w:rsid w:val="4819F0DF"/>
    <w:rsid w:val="481C8ADF"/>
    <w:rsid w:val="48232023"/>
    <w:rsid w:val="484A0DA2"/>
    <w:rsid w:val="4865DEC1"/>
    <w:rsid w:val="4865FC8E"/>
    <w:rsid w:val="486DEDB0"/>
    <w:rsid w:val="486E7FBC"/>
    <w:rsid w:val="4882F5C9"/>
    <w:rsid w:val="48A4ED7C"/>
    <w:rsid w:val="48A737B5"/>
    <w:rsid w:val="48AA5E15"/>
    <w:rsid w:val="48B5AB96"/>
    <w:rsid w:val="48B77E11"/>
    <w:rsid w:val="48B9D2DB"/>
    <w:rsid w:val="48BC5F99"/>
    <w:rsid w:val="48DC16B5"/>
    <w:rsid w:val="48F28CF4"/>
    <w:rsid w:val="490055BD"/>
    <w:rsid w:val="490B31B6"/>
    <w:rsid w:val="4914BE9E"/>
    <w:rsid w:val="491BFDEF"/>
    <w:rsid w:val="49361F8F"/>
    <w:rsid w:val="493F7727"/>
    <w:rsid w:val="4945EDA7"/>
    <w:rsid w:val="49473D09"/>
    <w:rsid w:val="49541DB5"/>
    <w:rsid w:val="49675304"/>
    <w:rsid w:val="496B6A6B"/>
    <w:rsid w:val="49830A72"/>
    <w:rsid w:val="4987F923"/>
    <w:rsid w:val="499092D0"/>
    <w:rsid w:val="4996A5D1"/>
    <w:rsid w:val="499CEB64"/>
    <w:rsid w:val="499D3AC1"/>
    <w:rsid w:val="49A9DAF9"/>
    <w:rsid w:val="49BE8BCE"/>
    <w:rsid w:val="49CB57C8"/>
    <w:rsid w:val="49CFF089"/>
    <w:rsid w:val="49E2C206"/>
    <w:rsid w:val="49ED7182"/>
    <w:rsid w:val="49F8981D"/>
    <w:rsid w:val="49FDCB59"/>
    <w:rsid w:val="4A0A6959"/>
    <w:rsid w:val="4A34A719"/>
    <w:rsid w:val="4A3633C6"/>
    <w:rsid w:val="4A3C964F"/>
    <w:rsid w:val="4A737A10"/>
    <w:rsid w:val="4A770AD7"/>
    <w:rsid w:val="4A97A304"/>
    <w:rsid w:val="4AA34A74"/>
    <w:rsid w:val="4AA91A11"/>
    <w:rsid w:val="4AAAC01B"/>
    <w:rsid w:val="4AC9DDDC"/>
    <w:rsid w:val="4ACB8D50"/>
    <w:rsid w:val="4AD0D544"/>
    <w:rsid w:val="4AE74001"/>
    <w:rsid w:val="4AF37149"/>
    <w:rsid w:val="4AF482C5"/>
    <w:rsid w:val="4B04B4EA"/>
    <w:rsid w:val="4B1BE10C"/>
    <w:rsid w:val="4B2BD768"/>
    <w:rsid w:val="4B319957"/>
    <w:rsid w:val="4B322C6F"/>
    <w:rsid w:val="4B35F04B"/>
    <w:rsid w:val="4B58CA16"/>
    <w:rsid w:val="4B5B1DE6"/>
    <w:rsid w:val="4B6DDB5C"/>
    <w:rsid w:val="4B849A40"/>
    <w:rsid w:val="4B94964A"/>
    <w:rsid w:val="4BB47129"/>
    <w:rsid w:val="4BCA7E06"/>
    <w:rsid w:val="4BD1F576"/>
    <w:rsid w:val="4BD5341F"/>
    <w:rsid w:val="4BD70CB6"/>
    <w:rsid w:val="4BED326B"/>
    <w:rsid w:val="4BF9A677"/>
    <w:rsid w:val="4C058D3B"/>
    <w:rsid w:val="4C0A6455"/>
    <w:rsid w:val="4C0B5310"/>
    <w:rsid w:val="4C0EC26F"/>
    <w:rsid w:val="4C2EA7D4"/>
    <w:rsid w:val="4C317CB1"/>
    <w:rsid w:val="4C34913B"/>
    <w:rsid w:val="4C3E64B8"/>
    <w:rsid w:val="4C48D7EE"/>
    <w:rsid w:val="4C4939F8"/>
    <w:rsid w:val="4C4D1C4B"/>
    <w:rsid w:val="4C5B07A3"/>
    <w:rsid w:val="4C6B0E35"/>
    <w:rsid w:val="4C7332E4"/>
    <w:rsid w:val="4C7E2C7F"/>
    <w:rsid w:val="4C81519F"/>
    <w:rsid w:val="4C94B443"/>
    <w:rsid w:val="4C9AFE85"/>
    <w:rsid w:val="4C9CB8A5"/>
    <w:rsid w:val="4C9D0EB1"/>
    <w:rsid w:val="4C9D7686"/>
    <w:rsid w:val="4CA40E36"/>
    <w:rsid w:val="4CAA2BB9"/>
    <w:rsid w:val="4CC91345"/>
    <w:rsid w:val="4CCE66A5"/>
    <w:rsid w:val="4CD0DA86"/>
    <w:rsid w:val="4CDA12E9"/>
    <w:rsid w:val="4CED4062"/>
    <w:rsid w:val="4CEDAA34"/>
    <w:rsid w:val="4CEE036A"/>
    <w:rsid w:val="4CF47984"/>
    <w:rsid w:val="4D1DC47E"/>
    <w:rsid w:val="4D22B87B"/>
    <w:rsid w:val="4D35153C"/>
    <w:rsid w:val="4DB7AE45"/>
    <w:rsid w:val="4DCEE94A"/>
    <w:rsid w:val="4DDBA71C"/>
    <w:rsid w:val="4DDEFA7C"/>
    <w:rsid w:val="4DE09FF7"/>
    <w:rsid w:val="4E0A521A"/>
    <w:rsid w:val="4E167CE6"/>
    <w:rsid w:val="4E207A93"/>
    <w:rsid w:val="4E297DEC"/>
    <w:rsid w:val="4E364D8E"/>
    <w:rsid w:val="4E76FEE8"/>
    <w:rsid w:val="4E796E5E"/>
    <w:rsid w:val="4E87D504"/>
    <w:rsid w:val="4EAEF77B"/>
    <w:rsid w:val="4EB0D23F"/>
    <w:rsid w:val="4EC9C63A"/>
    <w:rsid w:val="4ED4BC4E"/>
    <w:rsid w:val="4EF2E9A0"/>
    <w:rsid w:val="4EFABAA4"/>
    <w:rsid w:val="4F008B12"/>
    <w:rsid w:val="4F0506E0"/>
    <w:rsid w:val="4F1BBF32"/>
    <w:rsid w:val="4F335525"/>
    <w:rsid w:val="4F360CFF"/>
    <w:rsid w:val="4F386EA8"/>
    <w:rsid w:val="4F3AF66C"/>
    <w:rsid w:val="4F43DCFF"/>
    <w:rsid w:val="4F4F13D4"/>
    <w:rsid w:val="4F53815B"/>
    <w:rsid w:val="4F753BC6"/>
    <w:rsid w:val="4F841614"/>
    <w:rsid w:val="4F8BE378"/>
    <w:rsid w:val="4F910840"/>
    <w:rsid w:val="4FA0EFF5"/>
    <w:rsid w:val="4FA7F830"/>
    <w:rsid w:val="4FB2E460"/>
    <w:rsid w:val="4FD38472"/>
    <w:rsid w:val="4FDB84E4"/>
    <w:rsid w:val="4FE4E930"/>
    <w:rsid w:val="502C801B"/>
    <w:rsid w:val="50338D49"/>
    <w:rsid w:val="5061CAD7"/>
    <w:rsid w:val="50A38F93"/>
    <w:rsid w:val="50A412EF"/>
    <w:rsid w:val="50C3C492"/>
    <w:rsid w:val="50C6E6E9"/>
    <w:rsid w:val="50D86989"/>
    <w:rsid w:val="50D8D2A7"/>
    <w:rsid w:val="50F04672"/>
    <w:rsid w:val="50F5B739"/>
    <w:rsid w:val="5107CFD6"/>
    <w:rsid w:val="511F30FE"/>
    <w:rsid w:val="51279C9D"/>
    <w:rsid w:val="51507617"/>
    <w:rsid w:val="5157FECD"/>
    <w:rsid w:val="5158E5B9"/>
    <w:rsid w:val="516AC4E2"/>
    <w:rsid w:val="516E8D3C"/>
    <w:rsid w:val="516F6AC0"/>
    <w:rsid w:val="51906EFA"/>
    <w:rsid w:val="51DB5800"/>
    <w:rsid w:val="51F1240F"/>
    <w:rsid w:val="51F79B4A"/>
    <w:rsid w:val="51FFC61C"/>
    <w:rsid w:val="5224E778"/>
    <w:rsid w:val="5233D710"/>
    <w:rsid w:val="5235672D"/>
    <w:rsid w:val="524459A0"/>
    <w:rsid w:val="526F0B41"/>
    <w:rsid w:val="5284B439"/>
    <w:rsid w:val="52910884"/>
    <w:rsid w:val="5295CEBF"/>
    <w:rsid w:val="52BAD662"/>
    <w:rsid w:val="52BE335F"/>
    <w:rsid w:val="52CA74F8"/>
    <w:rsid w:val="52EAD1E5"/>
    <w:rsid w:val="52F035FF"/>
    <w:rsid w:val="52F8EBE3"/>
    <w:rsid w:val="52FF7544"/>
    <w:rsid w:val="533726F8"/>
    <w:rsid w:val="533B4AFA"/>
    <w:rsid w:val="533F2E78"/>
    <w:rsid w:val="534DA10B"/>
    <w:rsid w:val="536FD012"/>
    <w:rsid w:val="537669B9"/>
    <w:rsid w:val="53864604"/>
    <w:rsid w:val="539188E9"/>
    <w:rsid w:val="539A14A8"/>
    <w:rsid w:val="539A40DF"/>
    <w:rsid w:val="53A53B98"/>
    <w:rsid w:val="53AE7341"/>
    <w:rsid w:val="53B1BDF5"/>
    <w:rsid w:val="53B82C37"/>
    <w:rsid w:val="53BEC618"/>
    <w:rsid w:val="53D8C020"/>
    <w:rsid w:val="53DC11A2"/>
    <w:rsid w:val="53F08A45"/>
    <w:rsid w:val="53F1BEFA"/>
    <w:rsid w:val="5406DD15"/>
    <w:rsid w:val="541C78A0"/>
    <w:rsid w:val="54206704"/>
    <w:rsid w:val="54287D0E"/>
    <w:rsid w:val="543C6D5C"/>
    <w:rsid w:val="54453FFB"/>
    <w:rsid w:val="545B2780"/>
    <w:rsid w:val="546F7464"/>
    <w:rsid w:val="5474DEE9"/>
    <w:rsid w:val="547F2687"/>
    <w:rsid w:val="54822F98"/>
    <w:rsid w:val="54A4E1E4"/>
    <w:rsid w:val="54BC7FE2"/>
    <w:rsid w:val="54CDF309"/>
    <w:rsid w:val="54D76C58"/>
    <w:rsid w:val="54F7A1FC"/>
    <w:rsid w:val="54FACB31"/>
    <w:rsid w:val="552BA4DC"/>
    <w:rsid w:val="552E0CE8"/>
    <w:rsid w:val="553D8CC0"/>
    <w:rsid w:val="5543F85C"/>
    <w:rsid w:val="554977F7"/>
    <w:rsid w:val="55681FF8"/>
    <w:rsid w:val="556E3456"/>
    <w:rsid w:val="558BCCB7"/>
    <w:rsid w:val="55AB2059"/>
    <w:rsid w:val="55C462AA"/>
    <w:rsid w:val="55D6ED0F"/>
    <w:rsid w:val="55EBE6C6"/>
    <w:rsid w:val="5602B48E"/>
    <w:rsid w:val="5610D4CE"/>
    <w:rsid w:val="5613E179"/>
    <w:rsid w:val="565FA709"/>
    <w:rsid w:val="5665C74F"/>
    <w:rsid w:val="567D0E5B"/>
    <w:rsid w:val="567EA362"/>
    <w:rsid w:val="56894D7B"/>
    <w:rsid w:val="569BA32A"/>
    <w:rsid w:val="56AD2FCA"/>
    <w:rsid w:val="56C75E91"/>
    <w:rsid w:val="56DFDC56"/>
    <w:rsid w:val="56F12133"/>
    <w:rsid w:val="571B1C2D"/>
    <w:rsid w:val="571FFCE7"/>
    <w:rsid w:val="5737DF26"/>
    <w:rsid w:val="574401D1"/>
    <w:rsid w:val="57472C42"/>
    <w:rsid w:val="574FE35B"/>
    <w:rsid w:val="57640CF6"/>
    <w:rsid w:val="57C679F1"/>
    <w:rsid w:val="57C6C543"/>
    <w:rsid w:val="57C9FD15"/>
    <w:rsid w:val="57D92D12"/>
    <w:rsid w:val="57E21628"/>
    <w:rsid w:val="57E5A11F"/>
    <w:rsid w:val="5809106C"/>
    <w:rsid w:val="5810BD3F"/>
    <w:rsid w:val="5812BA52"/>
    <w:rsid w:val="581D147C"/>
    <w:rsid w:val="58279992"/>
    <w:rsid w:val="582891EF"/>
    <w:rsid w:val="582919EE"/>
    <w:rsid w:val="5830B444"/>
    <w:rsid w:val="58368D14"/>
    <w:rsid w:val="583CAA51"/>
    <w:rsid w:val="5851069B"/>
    <w:rsid w:val="585D29C0"/>
    <w:rsid w:val="585E6D8C"/>
    <w:rsid w:val="5860F3CD"/>
    <w:rsid w:val="588FFDC8"/>
    <w:rsid w:val="5909B735"/>
    <w:rsid w:val="591F3422"/>
    <w:rsid w:val="592E4C18"/>
    <w:rsid w:val="593A5693"/>
    <w:rsid w:val="595A9DD9"/>
    <w:rsid w:val="595C6A83"/>
    <w:rsid w:val="59755AA8"/>
    <w:rsid w:val="597CC7CD"/>
    <w:rsid w:val="5982698F"/>
    <w:rsid w:val="599C9161"/>
    <w:rsid w:val="59BB44C2"/>
    <w:rsid w:val="59C1D15E"/>
    <w:rsid w:val="59E8E33B"/>
    <w:rsid w:val="59FDCF5F"/>
    <w:rsid w:val="5A0908A5"/>
    <w:rsid w:val="5A09F591"/>
    <w:rsid w:val="5A246EFD"/>
    <w:rsid w:val="5A2B00F2"/>
    <w:rsid w:val="5A368773"/>
    <w:rsid w:val="5A3960C0"/>
    <w:rsid w:val="5A508E84"/>
    <w:rsid w:val="5A7137F3"/>
    <w:rsid w:val="5A75D30A"/>
    <w:rsid w:val="5A84692B"/>
    <w:rsid w:val="5A85897C"/>
    <w:rsid w:val="5A9664EE"/>
    <w:rsid w:val="5A97A313"/>
    <w:rsid w:val="5A98A403"/>
    <w:rsid w:val="5AA9C6D8"/>
    <w:rsid w:val="5AB2E90E"/>
    <w:rsid w:val="5AC1DFDC"/>
    <w:rsid w:val="5ACAA2EC"/>
    <w:rsid w:val="5ADD3F54"/>
    <w:rsid w:val="5AED97E0"/>
    <w:rsid w:val="5AFD1FBF"/>
    <w:rsid w:val="5B0E8E59"/>
    <w:rsid w:val="5B167081"/>
    <w:rsid w:val="5B176372"/>
    <w:rsid w:val="5B27E75D"/>
    <w:rsid w:val="5B2E9DAD"/>
    <w:rsid w:val="5B2ED995"/>
    <w:rsid w:val="5B3389FF"/>
    <w:rsid w:val="5B48A155"/>
    <w:rsid w:val="5B49B732"/>
    <w:rsid w:val="5B5345C1"/>
    <w:rsid w:val="5B567ECA"/>
    <w:rsid w:val="5B7BCC7D"/>
    <w:rsid w:val="5B88BE49"/>
    <w:rsid w:val="5B932585"/>
    <w:rsid w:val="5B9E94D8"/>
    <w:rsid w:val="5BA01D8A"/>
    <w:rsid w:val="5BABC78B"/>
    <w:rsid w:val="5BBE04D4"/>
    <w:rsid w:val="5BC04CDE"/>
    <w:rsid w:val="5BC7A68C"/>
    <w:rsid w:val="5BDC1A7C"/>
    <w:rsid w:val="5BE3B518"/>
    <w:rsid w:val="5BE4A2DF"/>
    <w:rsid w:val="5BFE506E"/>
    <w:rsid w:val="5C0D689F"/>
    <w:rsid w:val="5C104CD0"/>
    <w:rsid w:val="5C1FEF93"/>
    <w:rsid w:val="5C3D16BD"/>
    <w:rsid w:val="5C3F9ABB"/>
    <w:rsid w:val="5C5C2CC5"/>
    <w:rsid w:val="5CA4166E"/>
    <w:rsid w:val="5CA8E121"/>
    <w:rsid w:val="5CAD54B9"/>
    <w:rsid w:val="5CC1DBFE"/>
    <w:rsid w:val="5CF2D473"/>
    <w:rsid w:val="5CF330A1"/>
    <w:rsid w:val="5D0D9D6C"/>
    <w:rsid w:val="5D0F67A2"/>
    <w:rsid w:val="5D1B20F8"/>
    <w:rsid w:val="5D35A378"/>
    <w:rsid w:val="5D3FB923"/>
    <w:rsid w:val="5D40F764"/>
    <w:rsid w:val="5D5032B9"/>
    <w:rsid w:val="5D5133AA"/>
    <w:rsid w:val="5D5949B9"/>
    <w:rsid w:val="5D64E1DC"/>
    <w:rsid w:val="5D945426"/>
    <w:rsid w:val="5D9C10C5"/>
    <w:rsid w:val="5DA47E0A"/>
    <w:rsid w:val="5DA85488"/>
    <w:rsid w:val="5DC79361"/>
    <w:rsid w:val="5DCE9583"/>
    <w:rsid w:val="5DD4B832"/>
    <w:rsid w:val="5DF004ED"/>
    <w:rsid w:val="5DFDCC77"/>
    <w:rsid w:val="5E0566CB"/>
    <w:rsid w:val="5E07072C"/>
    <w:rsid w:val="5E09930F"/>
    <w:rsid w:val="5E0EBEFF"/>
    <w:rsid w:val="5E140318"/>
    <w:rsid w:val="5E23F920"/>
    <w:rsid w:val="5E3AE213"/>
    <w:rsid w:val="5E4F1A8A"/>
    <w:rsid w:val="5E5DCE2F"/>
    <w:rsid w:val="5E658C2F"/>
    <w:rsid w:val="5E69870A"/>
    <w:rsid w:val="5E74CAF7"/>
    <w:rsid w:val="5EAA76A6"/>
    <w:rsid w:val="5EBC344E"/>
    <w:rsid w:val="5EC30F4B"/>
    <w:rsid w:val="5EDE1C53"/>
    <w:rsid w:val="5F0010E9"/>
    <w:rsid w:val="5F0A66D3"/>
    <w:rsid w:val="5F0DAEDB"/>
    <w:rsid w:val="5F26BED4"/>
    <w:rsid w:val="5F672C7C"/>
    <w:rsid w:val="5F706DEE"/>
    <w:rsid w:val="5F93BF70"/>
    <w:rsid w:val="5FC076FA"/>
    <w:rsid w:val="5FE48CB7"/>
    <w:rsid w:val="5FE9F4D3"/>
    <w:rsid w:val="5FEC1E8A"/>
    <w:rsid w:val="6029CE6D"/>
    <w:rsid w:val="602CBA85"/>
    <w:rsid w:val="602D433C"/>
    <w:rsid w:val="604A6354"/>
    <w:rsid w:val="60537445"/>
    <w:rsid w:val="60717A52"/>
    <w:rsid w:val="607DF60B"/>
    <w:rsid w:val="608F36B7"/>
    <w:rsid w:val="60A3D41F"/>
    <w:rsid w:val="60AE44EE"/>
    <w:rsid w:val="60AF6B1E"/>
    <w:rsid w:val="60C0C161"/>
    <w:rsid w:val="60F8ED98"/>
    <w:rsid w:val="611F1E0D"/>
    <w:rsid w:val="6141111A"/>
    <w:rsid w:val="61475DCC"/>
    <w:rsid w:val="6166BCCD"/>
    <w:rsid w:val="6175894D"/>
    <w:rsid w:val="61823A07"/>
    <w:rsid w:val="61910D1B"/>
    <w:rsid w:val="61A56F91"/>
    <w:rsid w:val="61AA63FE"/>
    <w:rsid w:val="61AFAF31"/>
    <w:rsid w:val="61B5792D"/>
    <w:rsid w:val="61C48265"/>
    <w:rsid w:val="61CC3AFD"/>
    <w:rsid w:val="61D17B81"/>
    <w:rsid w:val="61F64FDE"/>
    <w:rsid w:val="62208433"/>
    <w:rsid w:val="625A3C28"/>
    <w:rsid w:val="6266F9DE"/>
    <w:rsid w:val="626B9497"/>
    <w:rsid w:val="626CFD8B"/>
    <w:rsid w:val="626D46E4"/>
    <w:rsid w:val="627A86A6"/>
    <w:rsid w:val="629EAC3E"/>
    <w:rsid w:val="62A2F573"/>
    <w:rsid w:val="62ABA3BA"/>
    <w:rsid w:val="62B2A628"/>
    <w:rsid w:val="62F39A81"/>
    <w:rsid w:val="62FF157C"/>
    <w:rsid w:val="63160B1E"/>
    <w:rsid w:val="631DE67E"/>
    <w:rsid w:val="633759CF"/>
    <w:rsid w:val="633957F2"/>
    <w:rsid w:val="6348414F"/>
    <w:rsid w:val="6366ED4F"/>
    <w:rsid w:val="636B3F7E"/>
    <w:rsid w:val="636CD1CB"/>
    <w:rsid w:val="6373F757"/>
    <w:rsid w:val="6388BF08"/>
    <w:rsid w:val="638B4DE7"/>
    <w:rsid w:val="638D0BF0"/>
    <w:rsid w:val="6390DE90"/>
    <w:rsid w:val="639E3AFD"/>
    <w:rsid w:val="63A8905F"/>
    <w:rsid w:val="63C0B927"/>
    <w:rsid w:val="63F27E1D"/>
    <w:rsid w:val="63F808EB"/>
    <w:rsid w:val="640AAE5B"/>
    <w:rsid w:val="6421A7E1"/>
    <w:rsid w:val="6443169B"/>
    <w:rsid w:val="644D7B26"/>
    <w:rsid w:val="644D9CF8"/>
    <w:rsid w:val="645AA813"/>
    <w:rsid w:val="647CE7AC"/>
    <w:rsid w:val="6480E6C5"/>
    <w:rsid w:val="64919612"/>
    <w:rsid w:val="6494D76F"/>
    <w:rsid w:val="64A51149"/>
    <w:rsid w:val="64B08BCB"/>
    <w:rsid w:val="64C212BD"/>
    <w:rsid w:val="65067B05"/>
    <w:rsid w:val="651D1B09"/>
    <w:rsid w:val="652EAA8F"/>
    <w:rsid w:val="6540FE54"/>
    <w:rsid w:val="65458BAF"/>
    <w:rsid w:val="6566855D"/>
    <w:rsid w:val="6577C65D"/>
    <w:rsid w:val="658980E9"/>
    <w:rsid w:val="6592C22B"/>
    <w:rsid w:val="659445C7"/>
    <w:rsid w:val="65962020"/>
    <w:rsid w:val="65A45D62"/>
    <w:rsid w:val="65A46EE9"/>
    <w:rsid w:val="65ACDB9B"/>
    <w:rsid w:val="65C94C43"/>
    <w:rsid w:val="65CBCD72"/>
    <w:rsid w:val="65E03769"/>
    <w:rsid w:val="65F34A14"/>
    <w:rsid w:val="6606FC99"/>
    <w:rsid w:val="660B5169"/>
    <w:rsid w:val="6638BFA4"/>
    <w:rsid w:val="6639B73E"/>
    <w:rsid w:val="665B3B76"/>
    <w:rsid w:val="665F3674"/>
    <w:rsid w:val="666B6F96"/>
    <w:rsid w:val="667E75C4"/>
    <w:rsid w:val="667FA8BD"/>
    <w:rsid w:val="66915DA6"/>
    <w:rsid w:val="66BCE6FB"/>
    <w:rsid w:val="66C3D7F6"/>
    <w:rsid w:val="66D24519"/>
    <w:rsid w:val="66EC59CE"/>
    <w:rsid w:val="67279473"/>
    <w:rsid w:val="672FFC16"/>
    <w:rsid w:val="6732766E"/>
    <w:rsid w:val="6747E523"/>
    <w:rsid w:val="675DDB4B"/>
    <w:rsid w:val="6761F067"/>
    <w:rsid w:val="67737601"/>
    <w:rsid w:val="67892854"/>
    <w:rsid w:val="678E254C"/>
    <w:rsid w:val="678E7B69"/>
    <w:rsid w:val="67A316D0"/>
    <w:rsid w:val="67AD5B37"/>
    <w:rsid w:val="67C4C3F5"/>
    <w:rsid w:val="67D1CACF"/>
    <w:rsid w:val="67DFEA54"/>
    <w:rsid w:val="67E9F600"/>
    <w:rsid w:val="67ECF759"/>
    <w:rsid w:val="67FBF0F3"/>
    <w:rsid w:val="67FE9DAF"/>
    <w:rsid w:val="680F72E1"/>
    <w:rsid w:val="681EDAE1"/>
    <w:rsid w:val="68238C7F"/>
    <w:rsid w:val="68392466"/>
    <w:rsid w:val="684C5696"/>
    <w:rsid w:val="686051DE"/>
    <w:rsid w:val="688A48AF"/>
    <w:rsid w:val="688AEE51"/>
    <w:rsid w:val="688C6537"/>
    <w:rsid w:val="68CB07AB"/>
    <w:rsid w:val="68E0DF57"/>
    <w:rsid w:val="68EE4CF1"/>
    <w:rsid w:val="68F4D04C"/>
    <w:rsid w:val="68F7BCA1"/>
    <w:rsid w:val="68FA2813"/>
    <w:rsid w:val="69092E81"/>
    <w:rsid w:val="6909F164"/>
    <w:rsid w:val="690EB88D"/>
    <w:rsid w:val="6914D88F"/>
    <w:rsid w:val="691E0064"/>
    <w:rsid w:val="691F6C18"/>
    <w:rsid w:val="69277169"/>
    <w:rsid w:val="692F5FE9"/>
    <w:rsid w:val="6937C68C"/>
    <w:rsid w:val="6964F9C2"/>
    <w:rsid w:val="697446B2"/>
    <w:rsid w:val="6974D00F"/>
    <w:rsid w:val="697C0A28"/>
    <w:rsid w:val="6996382F"/>
    <w:rsid w:val="69B0D2A8"/>
    <w:rsid w:val="69CFB3EF"/>
    <w:rsid w:val="69D9575E"/>
    <w:rsid w:val="69DD307F"/>
    <w:rsid w:val="69E725F1"/>
    <w:rsid w:val="69ECB959"/>
    <w:rsid w:val="69EDE562"/>
    <w:rsid w:val="69F4CB87"/>
    <w:rsid w:val="6A033E3E"/>
    <w:rsid w:val="6A11DF07"/>
    <w:rsid w:val="6A5463D6"/>
    <w:rsid w:val="6A57D09D"/>
    <w:rsid w:val="6A7784D5"/>
    <w:rsid w:val="6A7BB3E8"/>
    <w:rsid w:val="6A8DF4A2"/>
    <w:rsid w:val="6A8E5776"/>
    <w:rsid w:val="6A90BAAD"/>
    <w:rsid w:val="6ACB30BA"/>
    <w:rsid w:val="6AD59F51"/>
    <w:rsid w:val="6AE1E46A"/>
    <w:rsid w:val="6B320936"/>
    <w:rsid w:val="6B4B0B28"/>
    <w:rsid w:val="6B6E3B27"/>
    <w:rsid w:val="6B8222E9"/>
    <w:rsid w:val="6B8BA421"/>
    <w:rsid w:val="6B98B282"/>
    <w:rsid w:val="6B9D6361"/>
    <w:rsid w:val="6BA10316"/>
    <w:rsid w:val="6BAC4B84"/>
    <w:rsid w:val="6BAEE77F"/>
    <w:rsid w:val="6BBF0391"/>
    <w:rsid w:val="6BBFA213"/>
    <w:rsid w:val="6BC97407"/>
    <w:rsid w:val="6BD1763D"/>
    <w:rsid w:val="6BEC8280"/>
    <w:rsid w:val="6BEEEEC1"/>
    <w:rsid w:val="6C26AB40"/>
    <w:rsid w:val="6C2D782F"/>
    <w:rsid w:val="6C4351D1"/>
    <w:rsid w:val="6C5A7552"/>
    <w:rsid w:val="6C5C2010"/>
    <w:rsid w:val="6C6C2BC9"/>
    <w:rsid w:val="6C741662"/>
    <w:rsid w:val="6C77DBE7"/>
    <w:rsid w:val="6C804F5F"/>
    <w:rsid w:val="6C8C333F"/>
    <w:rsid w:val="6C8EDDEC"/>
    <w:rsid w:val="6C8F73D6"/>
    <w:rsid w:val="6CBA929B"/>
    <w:rsid w:val="6CD358D9"/>
    <w:rsid w:val="6CD814C8"/>
    <w:rsid w:val="6CEB695E"/>
    <w:rsid w:val="6D036C5C"/>
    <w:rsid w:val="6D1DBFD2"/>
    <w:rsid w:val="6D261496"/>
    <w:rsid w:val="6D28C745"/>
    <w:rsid w:val="6D2A425E"/>
    <w:rsid w:val="6D3535B3"/>
    <w:rsid w:val="6D37A550"/>
    <w:rsid w:val="6D55CC72"/>
    <w:rsid w:val="6D5B4318"/>
    <w:rsid w:val="6D62475D"/>
    <w:rsid w:val="6D692E0F"/>
    <w:rsid w:val="6D808203"/>
    <w:rsid w:val="6D899639"/>
    <w:rsid w:val="6D89DE78"/>
    <w:rsid w:val="6DA4243B"/>
    <w:rsid w:val="6DD44659"/>
    <w:rsid w:val="6DDCDE9E"/>
    <w:rsid w:val="6DE0160B"/>
    <w:rsid w:val="6DEAE4D6"/>
    <w:rsid w:val="6DFEF009"/>
    <w:rsid w:val="6E04F601"/>
    <w:rsid w:val="6E155D8E"/>
    <w:rsid w:val="6E221878"/>
    <w:rsid w:val="6E241E54"/>
    <w:rsid w:val="6E265098"/>
    <w:rsid w:val="6E3A10F2"/>
    <w:rsid w:val="6E3E6068"/>
    <w:rsid w:val="6E4CCDA9"/>
    <w:rsid w:val="6E5D631E"/>
    <w:rsid w:val="6E5EF7AE"/>
    <w:rsid w:val="6E690E25"/>
    <w:rsid w:val="6E6E2079"/>
    <w:rsid w:val="6E8557E2"/>
    <w:rsid w:val="6E9703C7"/>
    <w:rsid w:val="6E9CB9C5"/>
    <w:rsid w:val="6EA218C2"/>
    <w:rsid w:val="6EA3786A"/>
    <w:rsid w:val="6EACDD60"/>
    <w:rsid w:val="6EAD6BA1"/>
    <w:rsid w:val="6EAEE6BD"/>
    <w:rsid w:val="6ECCA967"/>
    <w:rsid w:val="6ED229A7"/>
    <w:rsid w:val="6EFA5EF6"/>
    <w:rsid w:val="6F05702A"/>
    <w:rsid w:val="6F13DC9B"/>
    <w:rsid w:val="6F1E22E8"/>
    <w:rsid w:val="6F1ED804"/>
    <w:rsid w:val="6F3BDF82"/>
    <w:rsid w:val="6F61A454"/>
    <w:rsid w:val="6F83C059"/>
    <w:rsid w:val="6F8DA9E4"/>
    <w:rsid w:val="6F90F994"/>
    <w:rsid w:val="6F9A0C70"/>
    <w:rsid w:val="6FA12015"/>
    <w:rsid w:val="6FA68FAC"/>
    <w:rsid w:val="6FBC377A"/>
    <w:rsid w:val="6FC5A944"/>
    <w:rsid w:val="6FCC1013"/>
    <w:rsid w:val="6FD7E457"/>
    <w:rsid w:val="6FE76921"/>
    <w:rsid w:val="701A1667"/>
    <w:rsid w:val="702E330F"/>
    <w:rsid w:val="7040C337"/>
    <w:rsid w:val="70441E7F"/>
    <w:rsid w:val="70449613"/>
    <w:rsid w:val="7053CA62"/>
    <w:rsid w:val="705FEA57"/>
    <w:rsid w:val="706FBF23"/>
    <w:rsid w:val="707654D2"/>
    <w:rsid w:val="70772B1A"/>
    <w:rsid w:val="70774CD9"/>
    <w:rsid w:val="707D3175"/>
    <w:rsid w:val="70897694"/>
    <w:rsid w:val="7092B338"/>
    <w:rsid w:val="709F3387"/>
    <w:rsid w:val="70B51DC6"/>
    <w:rsid w:val="70EFA7C2"/>
    <w:rsid w:val="70FF311C"/>
    <w:rsid w:val="710C806A"/>
    <w:rsid w:val="716DDF11"/>
    <w:rsid w:val="717A1F79"/>
    <w:rsid w:val="719C481D"/>
    <w:rsid w:val="71B122BC"/>
    <w:rsid w:val="71B153A3"/>
    <w:rsid w:val="71C28E18"/>
    <w:rsid w:val="71C8E2A6"/>
    <w:rsid w:val="71DE60E9"/>
    <w:rsid w:val="7206476A"/>
    <w:rsid w:val="720C2A52"/>
    <w:rsid w:val="720E1EAB"/>
    <w:rsid w:val="72130864"/>
    <w:rsid w:val="721B6138"/>
    <w:rsid w:val="721C9753"/>
    <w:rsid w:val="72397C59"/>
    <w:rsid w:val="724042BB"/>
    <w:rsid w:val="72424D7C"/>
    <w:rsid w:val="7242CEBD"/>
    <w:rsid w:val="724C495C"/>
    <w:rsid w:val="72851608"/>
    <w:rsid w:val="72C55C64"/>
    <w:rsid w:val="72C67898"/>
    <w:rsid w:val="72CAE1FA"/>
    <w:rsid w:val="72D5A957"/>
    <w:rsid w:val="72F35376"/>
    <w:rsid w:val="72F554DA"/>
    <w:rsid w:val="7301A1DB"/>
    <w:rsid w:val="73163A46"/>
    <w:rsid w:val="733B977C"/>
    <w:rsid w:val="7343D25F"/>
    <w:rsid w:val="734AA02E"/>
    <w:rsid w:val="73655DA0"/>
    <w:rsid w:val="73717B05"/>
    <w:rsid w:val="73733C06"/>
    <w:rsid w:val="737A409F"/>
    <w:rsid w:val="739E271B"/>
    <w:rsid w:val="73A9C0F8"/>
    <w:rsid w:val="73AC7B40"/>
    <w:rsid w:val="73B03E6D"/>
    <w:rsid w:val="73CEBBFE"/>
    <w:rsid w:val="73F42860"/>
    <w:rsid w:val="73F819E6"/>
    <w:rsid w:val="7415C3B5"/>
    <w:rsid w:val="7418DACD"/>
    <w:rsid w:val="74227A05"/>
    <w:rsid w:val="74229BE7"/>
    <w:rsid w:val="7439F8A8"/>
    <w:rsid w:val="74445C18"/>
    <w:rsid w:val="74485F43"/>
    <w:rsid w:val="744B992E"/>
    <w:rsid w:val="7454CB07"/>
    <w:rsid w:val="74722305"/>
    <w:rsid w:val="74799CF4"/>
    <w:rsid w:val="748856DF"/>
    <w:rsid w:val="7488CEA6"/>
    <w:rsid w:val="74A18025"/>
    <w:rsid w:val="74A23BA4"/>
    <w:rsid w:val="74A637C4"/>
    <w:rsid w:val="74B9C2F7"/>
    <w:rsid w:val="74B9E5B3"/>
    <w:rsid w:val="74C95363"/>
    <w:rsid w:val="74CB1AB2"/>
    <w:rsid w:val="74F4D89A"/>
    <w:rsid w:val="74F4FDCF"/>
    <w:rsid w:val="74FCDF6D"/>
    <w:rsid w:val="75029CA3"/>
    <w:rsid w:val="75089E32"/>
    <w:rsid w:val="753EA771"/>
    <w:rsid w:val="7553416D"/>
    <w:rsid w:val="75538BED"/>
    <w:rsid w:val="7559503D"/>
    <w:rsid w:val="756D401A"/>
    <w:rsid w:val="75731D12"/>
    <w:rsid w:val="757B9B55"/>
    <w:rsid w:val="7585818F"/>
    <w:rsid w:val="7586337A"/>
    <w:rsid w:val="7598C6EB"/>
    <w:rsid w:val="75B59AF4"/>
    <w:rsid w:val="75C07B34"/>
    <w:rsid w:val="75C45463"/>
    <w:rsid w:val="75D65EB4"/>
    <w:rsid w:val="760CABA6"/>
    <w:rsid w:val="760EF5C0"/>
    <w:rsid w:val="7611037B"/>
    <w:rsid w:val="761AA2E2"/>
    <w:rsid w:val="761F8CA9"/>
    <w:rsid w:val="76209BB9"/>
    <w:rsid w:val="7621EA98"/>
    <w:rsid w:val="762D018F"/>
    <w:rsid w:val="764587F1"/>
    <w:rsid w:val="76572062"/>
    <w:rsid w:val="7659EFBD"/>
    <w:rsid w:val="76631E3E"/>
    <w:rsid w:val="76B2D108"/>
    <w:rsid w:val="76BF24A7"/>
    <w:rsid w:val="76C73AC1"/>
    <w:rsid w:val="76EBC2B7"/>
    <w:rsid w:val="76EDD40E"/>
    <w:rsid w:val="7700A817"/>
    <w:rsid w:val="7708FDAA"/>
    <w:rsid w:val="770A807E"/>
    <w:rsid w:val="77187B47"/>
    <w:rsid w:val="7720CC4E"/>
    <w:rsid w:val="773B1634"/>
    <w:rsid w:val="7757AF59"/>
    <w:rsid w:val="7767FDA0"/>
    <w:rsid w:val="776B8C50"/>
    <w:rsid w:val="77788D83"/>
    <w:rsid w:val="778A6B56"/>
    <w:rsid w:val="77927511"/>
    <w:rsid w:val="779BE771"/>
    <w:rsid w:val="779CD832"/>
    <w:rsid w:val="779D5BD9"/>
    <w:rsid w:val="77A80753"/>
    <w:rsid w:val="77C5DDC3"/>
    <w:rsid w:val="77DE9B73"/>
    <w:rsid w:val="781D7D57"/>
    <w:rsid w:val="781EA815"/>
    <w:rsid w:val="78270084"/>
    <w:rsid w:val="78444F27"/>
    <w:rsid w:val="784943D5"/>
    <w:rsid w:val="786E93FA"/>
    <w:rsid w:val="788CBDB1"/>
    <w:rsid w:val="78917EA9"/>
    <w:rsid w:val="7893A676"/>
    <w:rsid w:val="789657DA"/>
    <w:rsid w:val="78A02533"/>
    <w:rsid w:val="78A7715B"/>
    <w:rsid w:val="78ACEDDA"/>
    <w:rsid w:val="78B76810"/>
    <w:rsid w:val="78D4A83B"/>
    <w:rsid w:val="78DBE7D1"/>
    <w:rsid w:val="78E2D06C"/>
    <w:rsid w:val="78E6672B"/>
    <w:rsid w:val="78F3C3B0"/>
    <w:rsid w:val="79005E2B"/>
    <w:rsid w:val="79151925"/>
    <w:rsid w:val="791815DA"/>
    <w:rsid w:val="792098AF"/>
    <w:rsid w:val="7923021E"/>
    <w:rsid w:val="79352BC4"/>
    <w:rsid w:val="79389AFC"/>
    <w:rsid w:val="7943412A"/>
    <w:rsid w:val="794D62FA"/>
    <w:rsid w:val="794D7587"/>
    <w:rsid w:val="795A9FBA"/>
    <w:rsid w:val="796BF980"/>
    <w:rsid w:val="7974385F"/>
    <w:rsid w:val="797A6E6E"/>
    <w:rsid w:val="7989AC44"/>
    <w:rsid w:val="7991EA6D"/>
    <w:rsid w:val="79B428AE"/>
    <w:rsid w:val="79B50BEC"/>
    <w:rsid w:val="79B8EE6A"/>
    <w:rsid w:val="79C1683A"/>
    <w:rsid w:val="79DACF77"/>
    <w:rsid w:val="79FB5157"/>
    <w:rsid w:val="7A0C8F1D"/>
    <w:rsid w:val="7A14CD21"/>
    <w:rsid w:val="7A2278B8"/>
    <w:rsid w:val="7A521036"/>
    <w:rsid w:val="7A6CDF78"/>
    <w:rsid w:val="7A9F38E7"/>
    <w:rsid w:val="7AB69A68"/>
    <w:rsid w:val="7B064D89"/>
    <w:rsid w:val="7B09127C"/>
    <w:rsid w:val="7B0BDB26"/>
    <w:rsid w:val="7B31BC89"/>
    <w:rsid w:val="7B585FA2"/>
    <w:rsid w:val="7B78C7B4"/>
    <w:rsid w:val="7B7A552C"/>
    <w:rsid w:val="7B87F6C6"/>
    <w:rsid w:val="7B8FA982"/>
    <w:rsid w:val="7B941DBC"/>
    <w:rsid w:val="7BA413A7"/>
    <w:rsid w:val="7BAE740F"/>
    <w:rsid w:val="7BB958ED"/>
    <w:rsid w:val="7BB95C95"/>
    <w:rsid w:val="7BC2153C"/>
    <w:rsid w:val="7BCB6F30"/>
    <w:rsid w:val="7BFBB899"/>
    <w:rsid w:val="7C011C89"/>
    <w:rsid w:val="7C172DE7"/>
    <w:rsid w:val="7C2CAF52"/>
    <w:rsid w:val="7C360799"/>
    <w:rsid w:val="7C37FB56"/>
    <w:rsid w:val="7C498C91"/>
    <w:rsid w:val="7C7BE875"/>
    <w:rsid w:val="7C882956"/>
    <w:rsid w:val="7C8F9372"/>
    <w:rsid w:val="7C951721"/>
    <w:rsid w:val="7C98EB5C"/>
    <w:rsid w:val="7CA7C2D3"/>
    <w:rsid w:val="7CB3D171"/>
    <w:rsid w:val="7CB75B8D"/>
    <w:rsid w:val="7CC5BDCC"/>
    <w:rsid w:val="7CDA5DF0"/>
    <w:rsid w:val="7CE3693F"/>
    <w:rsid w:val="7CFF66A5"/>
    <w:rsid w:val="7D2B19D8"/>
    <w:rsid w:val="7D318411"/>
    <w:rsid w:val="7D3558A9"/>
    <w:rsid w:val="7D57018B"/>
    <w:rsid w:val="7D77AF42"/>
    <w:rsid w:val="7D818254"/>
    <w:rsid w:val="7D9D8CF0"/>
    <w:rsid w:val="7DA85E23"/>
    <w:rsid w:val="7DC6AEA2"/>
    <w:rsid w:val="7E0B6BCB"/>
    <w:rsid w:val="7E2D4104"/>
    <w:rsid w:val="7E32BE77"/>
    <w:rsid w:val="7E5E7853"/>
    <w:rsid w:val="7E80866C"/>
    <w:rsid w:val="7E8F17EB"/>
    <w:rsid w:val="7EA44D26"/>
    <w:rsid w:val="7EB28E70"/>
    <w:rsid w:val="7EBC8009"/>
    <w:rsid w:val="7EC5065E"/>
    <w:rsid w:val="7ECAA2BE"/>
    <w:rsid w:val="7ED3C378"/>
    <w:rsid w:val="7EE2E28F"/>
    <w:rsid w:val="7EE634A9"/>
    <w:rsid w:val="7EECA3DD"/>
    <w:rsid w:val="7EFD200C"/>
    <w:rsid w:val="7F072F49"/>
    <w:rsid w:val="7F0C97D2"/>
    <w:rsid w:val="7F17FAB7"/>
    <w:rsid w:val="7F1F5B1B"/>
    <w:rsid w:val="7F26C67A"/>
    <w:rsid w:val="7F292DD8"/>
    <w:rsid w:val="7F417206"/>
    <w:rsid w:val="7F763BD1"/>
    <w:rsid w:val="7F996FD4"/>
    <w:rsid w:val="7FB26302"/>
    <w:rsid w:val="7FB71157"/>
    <w:rsid w:val="7FB85F95"/>
    <w:rsid w:val="7FBE9B7B"/>
    <w:rsid w:val="7FD58931"/>
    <w:rsid w:val="7FDACFA4"/>
    <w:rsid w:val="7FDEB396"/>
    <w:rsid w:val="7FECBA8F"/>
    <w:rsid w:val="7FF21AA7"/>
    <w:rsid w:val="7FF2A402"/>
    <w:rsid w:val="7FF7D1F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2473FE"/>
  <w15:chartTrackingRefBased/>
  <w15:docId w15:val="{E0C9E6A1-E170-467C-A8FD-DD1824BC8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F60C68"/>
    <w:rPr>
      <w:sz w:val="24"/>
      <w:szCs w:val="24"/>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EA201A"/>
    <w:pPr>
      <w:tabs>
        <w:tab w:val="center" w:pos="4536"/>
        <w:tab w:val="right" w:pos="9072"/>
      </w:tabs>
    </w:pPr>
  </w:style>
  <w:style w:type="character" w:styleId="Lehekljenumber">
    <w:name w:val="page number"/>
    <w:basedOn w:val="Liguvaikefont"/>
    <w:rsid w:val="00EA201A"/>
  </w:style>
  <w:style w:type="paragraph" w:styleId="Normaallaadveeb">
    <w:name w:val="Normal (Web)"/>
    <w:basedOn w:val="Normaallaad"/>
    <w:uiPriority w:val="99"/>
    <w:rsid w:val="00FD1BA2"/>
    <w:pPr>
      <w:spacing w:before="100" w:beforeAutospacing="1" w:after="100" w:afterAutospacing="1"/>
    </w:pPr>
    <w:rPr>
      <w:color w:val="000000"/>
      <w:lang w:eastAsia="et-EE"/>
    </w:rPr>
  </w:style>
  <w:style w:type="character" w:styleId="Hperlink">
    <w:name w:val="Hyperlink"/>
    <w:rsid w:val="00FD1BA2"/>
    <w:rPr>
      <w:color w:val="003471"/>
      <w:u w:val="single"/>
    </w:rPr>
  </w:style>
  <w:style w:type="paragraph" w:styleId="Kehatekst3">
    <w:name w:val="Body Text 3"/>
    <w:basedOn w:val="Normaallaad"/>
    <w:rsid w:val="00FD1BA2"/>
    <w:pPr>
      <w:spacing w:before="100" w:beforeAutospacing="1" w:after="100" w:afterAutospacing="1"/>
    </w:pPr>
    <w:rPr>
      <w:color w:val="000000"/>
      <w:lang w:eastAsia="et-EE"/>
    </w:rPr>
  </w:style>
  <w:style w:type="paragraph" w:styleId="Kehatekst2">
    <w:name w:val="Body Text 2"/>
    <w:basedOn w:val="Normaallaad"/>
    <w:rsid w:val="00FD1BA2"/>
    <w:pPr>
      <w:spacing w:before="100" w:beforeAutospacing="1" w:after="100" w:afterAutospacing="1"/>
    </w:pPr>
    <w:rPr>
      <w:color w:val="000000"/>
      <w:lang w:eastAsia="et-EE"/>
    </w:rPr>
  </w:style>
  <w:style w:type="paragraph" w:styleId="Pealkiri">
    <w:name w:val="Title"/>
    <w:basedOn w:val="Normaallaad"/>
    <w:qFormat/>
    <w:rsid w:val="009974B5"/>
    <w:pPr>
      <w:overflowPunct w:val="0"/>
      <w:autoSpaceDE w:val="0"/>
      <w:autoSpaceDN w:val="0"/>
      <w:adjustRightInd w:val="0"/>
      <w:spacing w:line="360" w:lineRule="auto"/>
      <w:jc w:val="center"/>
      <w:textAlignment w:val="baseline"/>
    </w:pPr>
    <w:rPr>
      <w:rFonts w:ascii="Arial" w:hAnsi="Arial" w:cs="Arial"/>
      <w:b/>
      <w:sz w:val="22"/>
      <w:szCs w:val="20"/>
    </w:rPr>
  </w:style>
  <w:style w:type="character" w:styleId="Kommentaariviide">
    <w:name w:val="annotation reference"/>
    <w:semiHidden/>
    <w:rsid w:val="00C3390D"/>
    <w:rPr>
      <w:sz w:val="16"/>
      <w:szCs w:val="16"/>
    </w:rPr>
  </w:style>
  <w:style w:type="paragraph" w:styleId="Kommentaaritekst">
    <w:name w:val="annotation text"/>
    <w:basedOn w:val="Normaallaad"/>
    <w:link w:val="KommentaaritekstMrk"/>
    <w:semiHidden/>
    <w:rsid w:val="00C3390D"/>
    <w:rPr>
      <w:sz w:val="20"/>
      <w:szCs w:val="20"/>
    </w:rPr>
  </w:style>
  <w:style w:type="paragraph" w:styleId="Kommentaariteema">
    <w:name w:val="annotation subject"/>
    <w:basedOn w:val="Kommentaaritekst"/>
    <w:next w:val="Kommentaaritekst"/>
    <w:semiHidden/>
    <w:rsid w:val="00C3390D"/>
    <w:rPr>
      <w:b/>
      <w:bCs/>
    </w:rPr>
  </w:style>
  <w:style w:type="paragraph" w:styleId="Jutumullitekst">
    <w:name w:val="Balloon Text"/>
    <w:basedOn w:val="Normaallaad"/>
    <w:semiHidden/>
    <w:rsid w:val="00C3390D"/>
    <w:rPr>
      <w:rFonts w:ascii="Tahoma" w:hAnsi="Tahoma" w:cs="Tahoma"/>
      <w:sz w:val="16"/>
      <w:szCs w:val="16"/>
    </w:rPr>
  </w:style>
  <w:style w:type="character" w:styleId="Tugev">
    <w:name w:val="Strong"/>
    <w:uiPriority w:val="22"/>
    <w:qFormat/>
    <w:rsid w:val="002B7E38"/>
    <w:rPr>
      <w:b/>
      <w:bCs/>
      <w:sz w:val="24"/>
      <w:szCs w:val="24"/>
      <w:bdr w:val="none" w:sz="0" w:space="0" w:color="auto" w:frame="1"/>
      <w:vertAlign w:val="baseline"/>
    </w:rPr>
  </w:style>
  <w:style w:type="character" w:customStyle="1" w:styleId="tyhik">
    <w:name w:val="tyhik"/>
    <w:rsid w:val="000C0A47"/>
  </w:style>
  <w:style w:type="paragraph" w:styleId="Pis">
    <w:name w:val="header"/>
    <w:basedOn w:val="Normaallaad"/>
    <w:link w:val="PisMrk"/>
    <w:uiPriority w:val="99"/>
    <w:rsid w:val="009E31D7"/>
    <w:pPr>
      <w:tabs>
        <w:tab w:val="center" w:pos="4536"/>
        <w:tab w:val="right" w:pos="9072"/>
      </w:tabs>
    </w:pPr>
  </w:style>
  <w:style w:type="character" w:customStyle="1" w:styleId="PisMrk">
    <w:name w:val="Päis Märk"/>
    <w:basedOn w:val="Liguvaikefont"/>
    <w:link w:val="Pis"/>
    <w:uiPriority w:val="99"/>
    <w:rsid w:val="009E31D7"/>
    <w:rPr>
      <w:sz w:val="24"/>
      <w:szCs w:val="24"/>
      <w:lang w:eastAsia="en-US"/>
    </w:rPr>
  </w:style>
  <w:style w:type="paragraph" w:styleId="Redaktsioon">
    <w:name w:val="Revision"/>
    <w:hidden/>
    <w:uiPriority w:val="99"/>
    <w:semiHidden/>
    <w:rsid w:val="00332D57"/>
    <w:rPr>
      <w:sz w:val="24"/>
      <w:szCs w:val="24"/>
      <w:lang w:eastAsia="en-US"/>
    </w:rPr>
  </w:style>
  <w:style w:type="character" w:customStyle="1" w:styleId="KommentaaritekstMrk">
    <w:name w:val="Kommentaari tekst Märk"/>
    <w:basedOn w:val="Liguvaikefont"/>
    <w:link w:val="Kommentaaritekst"/>
    <w:semiHidden/>
    <w:rsid w:val="00A7724C"/>
    <w:rPr>
      <w:lang w:eastAsia="en-US"/>
    </w:rPr>
  </w:style>
  <w:style w:type="character" w:styleId="Kohatitetekst">
    <w:name w:val="Placeholder Text"/>
    <w:basedOn w:val="Liguvaikefont"/>
    <w:uiPriority w:val="99"/>
    <w:semiHidden/>
    <w:rsid w:val="00684797"/>
    <w:rPr>
      <w:color w:val="808080"/>
    </w:rPr>
  </w:style>
  <w:style w:type="paragraph" w:customStyle="1" w:styleId="Default">
    <w:name w:val="Default"/>
    <w:rsid w:val="002F682D"/>
    <w:pPr>
      <w:autoSpaceDE w:val="0"/>
      <w:autoSpaceDN w:val="0"/>
      <w:adjustRightInd w:val="0"/>
    </w:pPr>
    <w:rPr>
      <w:rFonts w:ascii="Arial" w:hAnsi="Arial" w:cs="Arial"/>
      <w:color w:val="000000"/>
      <w:sz w:val="24"/>
      <w:szCs w:val="24"/>
    </w:rPr>
  </w:style>
  <w:style w:type="character" w:styleId="Klastatudhperlink">
    <w:name w:val="FollowedHyperlink"/>
    <w:basedOn w:val="Liguvaikefont"/>
    <w:rsid w:val="002F682D"/>
    <w:rPr>
      <w:color w:val="954F72" w:themeColor="followedHyperlink"/>
      <w:u w:val="single"/>
    </w:rPr>
  </w:style>
  <w:style w:type="character" w:styleId="Lahendamatamainimine">
    <w:name w:val="Unresolved Mention"/>
    <w:basedOn w:val="Liguvaikefont"/>
    <w:uiPriority w:val="99"/>
    <w:semiHidden/>
    <w:unhideWhenUsed/>
    <w:rsid w:val="00EC1EB1"/>
    <w:rPr>
      <w:color w:val="605E5C"/>
      <w:shd w:val="clear" w:color="auto" w:fill="E1DFDD"/>
    </w:rPr>
  </w:style>
  <w:style w:type="paragraph" w:styleId="Loendilik">
    <w:name w:val="List Paragraph"/>
    <w:basedOn w:val="Normaallaad"/>
    <w:uiPriority w:val="34"/>
    <w:qFormat/>
    <w:rsid w:val="00212534"/>
    <w:pPr>
      <w:ind w:left="720"/>
      <w:contextualSpacing/>
      <w:jc w:val="both"/>
    </w:pPr>
    <w:rPr>
      <w:rFonts w:ascii="Arial" w:hAnsi="Arial"/>
      <w:sz w:val="22"/>
    </w:rPr>
  </w:style>
  <w:style w:type="table" w:styleId="Kontuurtabel">
    <w:name w:val="Table Grid"/>
    <w:basedOn w:val="Normaaltabel"/>
    <w:uiPriority w:val="59"/>
    <w:rsid w:val="00E104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ad1">
    <w:name w:val="Laad1"/>
    <w:basedOn w:val="Liguvaikefont"/>
    <w:uiPriority w:val="1"/>
    <w:rsid w:val="00DF4A7D"/>
    <w:rPr>
      <w:rFonts w:ascii="Arial" w:hAnsi="Arial"/>
      <w:sz w:val="22"/>
    </w:rPr>
  </w:style>
  <w:style w:type="character" w:customStyle="1" w:styleId="JalusMrk">
    <w:name w:val="Jalus Märk"/>
    <w:basedOn w:val="Liguvaikefont"/>
    <w:link w:val="Jalus"/>
    <w:uiPriority w:val="99"/>
    <w:rsid w:val="001372D6"/>
    <w:rPr>
      <w:sz w:val="24"/>
      <w:szCs w:val="24"/>
      <w:lang w:eastAsia="en-US"/>
    </w:rPr>
  </w:style>
  <w:style w:type="paragraph" w:customStyle="1" w:styleId="Laad2">
    <w:name w:val="Laad2"/>
    <w:basedOn w:val="Jalus"/>
    <w:link w:val="Laad2Mrk"/>
    <w:qFormat/>
    <w:rsid w:val="00FE331B"/>
    <w:pPr>
      <w:jc w:val="center"/>
    </w:pPr>
    <w:rPr>
      <w:rFonts w:ascii="Arial" w:hAnsi="Arial"/>
      <w:sz w:val="22"/>
    </w:rPr>
  </w:style>
  <w:style w:type="character" w:customStyle="1" w:styleId="Laad2Mrk">
    <w:name w:val="Laad2 Märk"/>
    <w:basedOn w:val="JalusMrk"/>
    <w:link w:val="Laad2"/>
    <w:rsid w:val="00FE331B"/>
    <w:rPr>
      <w:rFonts w:ascii="Arial" w:hAnsi="Arial"/>
      <w:sz w:val="22"/>
      <w:szCs w:val="24"/>
      <w:lang w:eastAsia="en-US"/>
    </w:rPr>
  </w:style>
  <w:style w:type="paragraph" w:styleId="Allmrkusetekst">
    <w:name w:val="footnote text"/>
    <w:basedOn w:val="Normaallaad"/>
    <w:uiPriority w:val="99"/>
    <w:semiHidden/>
    <w:unhideWhenUsed/>
    <w:rsid w:val="327BF4E0"/>
    <w:rPr>
      <w:sz w:val="20"/>
      <w:szCs w:val="20"/>
    </w:rPr>
  </w:style>
  <w:style w:type="character" w:styleId="Allmrkuseviide">
    <w:name w:val="footnote reference"/>
    <w:basedOn w:val="Liguvaikefont"/>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784941">
      <w:bodyDiv w:val="1"/>
      <w:marLeft w:val="0"/>
      <w:marRight w:val="0"/>
      <w:marTop w:val="0"/>
      <w:marBottom w:val="0"/>
      <w:divBdr>
        <w:top w:val="none" w:sz="0" w:space="0" w:color="auto"/>
        <w:left w:val="none" w:sz="0" w:space="0" w:color="auto"/>
        <w:bottom w:val="none" w:sz="0" w:space="0" w:color="auto"/>
        <w:right w:val="none" w:sz="0" w:space="0" w:color="auto"/>
      </w:divBdr>
      <w:divsChild>
        <w:div w:id="607545742">
          <w:marLeft w:val="0"/>
          <w:marRight w:val="0"/>
          <w:marTop w:val="0"/>
          <w:marBottom w:val="0"/>
          <w:divBdr>
            <w:top w:val="none" w:sz="0" w:space="0" w:color="auto"/>
            <w:left w:val="none" w:sz="0" w:space="0" w:color="auto"/>
            <w:bottom w:val="none" w:sz="0" w:space="0" w:color="auto"/>
            <w:right w:val="none" w:sz="0" w:space="0" w:color="auto"/>
          </w:divBdr>
        </w:div>
      </w:divsChild>
    </w:div>
    <w:div w:id="326984988">
      <w:bodyDiv w:val="1"/>
      <w:marLeft w:val="0"/>
      <w:marRight w:val="0"/>
      <w:marTop w:val="0"/>
      <w:marBottom w:val="0"/>
      <w:divBdr>
        <w:top w:val="none" w:sz="0" w:space="0" w:color="auto"/>
        <w:left w:val="none" w:sz="0" w:space="0" w:color="auto"/>
        <w:bottom w:val="none" w:sz="0" w:space="0" w:color="auto"/>
        <w:right w:val="none" w:sz="0" w:space="0" w:color="auto"/>
      </w:divBdr>
      <w:divsChild>
        <w:div w:id="936207140">
          <w:marLeft w:val="0"/>
          <w:marRight w:val="0"/>
          <w:marTop w:val="0"/>
          <w:marBottom w:val="0"/>
          <w:divBdr>
            <w:top w:val="none" w:sz="0" w:space="0" w:color="auto"/>
            <w:left w:val="none" w:sz="0" w:space="0" w:color="auto"/>
            <w:bottom w:val="none" w:sz="0" w:space="0" w:color="auto"/>
            <w:right w:val="none" w:sz="0" w:space="0" w:color="auto"/>
          </w:divBdr>
        </w:div>
      </w:divsChild>
    </w:div>
    <w:div w:id="575819401">
      <w:bodyDiv w:val="1"/>
      <w:marLeft w:val="0"/>
      <w:marRight w:val="0"/>
      <w:marTop w:val="0"/>
      <w:marBottom w:val="0"/>
      <w:divBdr>
        <w:top w:val="none" w:sz="0" w:space="0" w:color="auto"/>
        <w:left w:val="none" w:sz="0" w:space="0" w:color="auto"/>
        <w:bottom w:val="none" w:sz="0" w:space="0" w:color="auto"/>
        <w:right w:val="none" w:sz="0" w:space="0" w:color="auto"/>
      </w:divBdr>
      <w:divsChild>
        <w:div w:id="1417746157">
          <w:marLeft w:val="0"/>
          <w:marRight w:val="0"/>
          <w:marTop w:val="0"/>
          <w:marBottom w:val="0"/>
          <w:divBdr>
            <w:top w:val="none" w:sz="0" w:space="0" w:color="auto"/>
            <w:left w:val="none" w:sz="0" w:space="0" w:color="auto"/>
            <w:bottom w:val="none" w:sz="0" w:space="0" w:color="auto"/>
            <w:right w:val="none" w:sz="0" w:space="0" w:color="auto"/>
          </w:divBdr>
        </w:div>
      </w:divsChild>
    </w:div>
    <w:div w:id="635139998">
      <w:bodyDiv w:val="1"/>
      <w:marLeft w:val="0"/>
      <w:marRight w:val="0"/>
      <w:marTop w:val="0"/>
      <w:marBottom w:val="0"/>
      <w:divBdr>
        <w:top w:val="none" w:sz="0" w:space="0" w:color="auto"/>
        <w:left w:val="none" w:sz="0" w:space="0" w:color="auto"/>
        <w:bottom w:val="none" w:sz="0" w:space="0" w:color="auto"/>
        <w:right w:val="none" w:sz="0" w:space="0" w:color="auto"/>
      </w:divBdr>
    </w:div>
    <w:div w:id="753361582">
      <w:bodyDiv w:val="1"/>
      <w:marLeft w:val="0"/>
      <w:marRight w:val="0"/>
      <w:marTop w:val="0"/>
      <w:marBottom w:val="0"/>
      <w:divBdr>
        <w:top w:val="none" w:sz="0" w:space="0" w:color="auto"/>
        <w:left w:val="none" w:sz="0" w:space="0" w:color="auto"/>
        <w:bottom w:val="none" w:sz="0" w:space="0" w:color="auto"/>
        <w:right w:val="none" w:sz="0" w:space="0" w:color="auto"/>
      </w:divBdr>
      <w:divsChild>
        <w:div w:id="2131707803">
          <w:marLeft w:val="0"/>
          <w:marRight w:val="0"/>
          <w:marTop w:val="0"/>
          <w:marBottom w:val="0"/>
          <w:divBdr>
            <w:top w:val="none" w:sz="0" w:space="0" w:color="auto"/>
            <w:left w:val="none" w:sz="0" w:space="0" w:color="auto"/>
            <w:bottom w:val="none" w:sz="0" w:space="0" w:color="auto"/>
            <w:right w:val="none" w:sz="0" w:space="0" w:color="auto"/>
          </w:divBdr>
        </w:div>
      </w:divsChild>
    </w:div>
    <w:div w:id="816844849">
      <w:bodyDiv w:val="1"/>
      <w:marLeft w:val="0"/>
      <w:marRight w:val="0"/>
      <w:marTop w:val="0"/>
      <w:marBottom w:val="0"/>
      <w:divBdr>
        <w:top w:val="none" w:sz="0" w:space="0" w:color="auto"/>
        <w:left w:val="none" w:sz="0" w:space="0" w:color="auto"/>
        <w:bottom w:val="none" w:sz="0" w:space="0" w:color="auto"/>
        <w:right w:val="none" w:sz="0" w:space="0" w:color="auto"/>
      </w:divBdr>
      <w:divsChild>
        <w:div w:id="1721006096">
          <w:marLeft w:val="0"/>
          <w:marRight w:val="0"/>
          <w:marTop w:val="0"/>
          <w:marBottom w:val="0"/>
          <w:divBdr>
            <w:top w:val="none" w:sz="0" w:space="0" w:color="auto"/>
            <w:left w:val="none" w:sz="0" w:space="0" w:color="auto"/>
            <w:bottom w:val="none" w:sz="0" w:space="0" w:color="auto"/>
            <w:right w:val="none" w:sz="0" w:space="0" w:color="auto"/>
          </w:divBdr>
        </w:div>
      </w:divsChild>
    </w:div>
    <w:div w:id="1094011820">
      <w:bodyDiv w:val="1"/>
      <w:marLeft w:val="0"/>
      <w:marRight w:val="0"/>
      <w:marTop w:val="0"/>
      <w:marBottom w:val="0"/>
      <w:divBdr>
        <w:top w:val="none" w:sz="0" w:space="0" w:color="auto"/>
        <w:left w:val="none" w:sz="0" w:space="0" w:color="auto"/>
        <w:bottom w:val="none" w:sz="0" w:space="0" w:color="auto"/>
        <w:right w:val="none" w:sz="0" w:space="0" w:color="auto"/>
      </w:divBdr>
      <w:divsChild>
        <w:div w:id="1753970511">
          <w:marLeft w:val="0"/>
          <w:marRight w:val="0"/>
          <w:marTop w:val="0"/>
          <w:marBottom w:val="0"/>
          <w:divBdr>
            <w:top w:val="none" w:sz="0" w:space="0" w:color="auto"/>
            <w:left w:val="none" w:sz="0" w:space="0" w:color="auto"/>
            <w:bottom w:val="none" w:sz="0" w:space="0" w:color="auto"/>
            <w:right w:val="none" w:sz="0" w:space="0" w:color="auto"/>
          </w:divBdr>
        </w:div>
      </w:divsChild>
    </w:div>
    <w:div w:id="1587835835">
      <w:bodyDiv w:val="1"/>
      <w:marLeft w:val="0"/>
      <w:marRight w:val="0"/>
      <w:marTop w:val="0"/>
      <w:marBottom w:val="0"/>
      <w:divBdr>
        <w:top w:val="none" w:sz="0" w:space="0" w:color="auto"/>
        <w:left w:val="none" w:sz="0" w:space="0" w:color="auto"/>
        <w:bottom w:val="none" w:sz="0" w:space="0" w:color="auto"/>
        <w:right w:val="none" w:sz="0" w:space="0" w:color="auto"/>
      </w:divBdr>
      <w:divsChild>
        <w:div w:id="1089035570">
          <w:marLeft w:val="0"/>
          <w:marRight w:val="0"/>
          <w:marTop w:val="0"/>
          <w:marBottom w:val="0"/>
          <w:divBdr>
            <w:top w:val="none" w:sz="0" w:space="0" w:color="auto"/>
            <w:left w:val="none" w:sz="0" w:space="0" w:color="auto"/>
            <w:bottom w:val="none" w:sz="0" w:space="0" w:color="auto"/>
            <w:right w:val="none" w:sz="0" w:space="0" w:color="auto"/>
          </w:divBdr>
        </w:div>
      </w:divsChild>
    </w:div>
    <w:div w:id="1687949018">
      <w:bodyDiv w:val="1"/>
      <w:marLeft w:val="0"/>
      <w:marRight w:val="0"/>
      <w:marTop w:val="0"/>
      <w:marBottom w:val="0"/>
      <w:divBdr>
        <w:top w:val="none" w:sz="0" w:space="0" w:color="auto"/>
        <w:left w:val="none" w:sz="0" w:space="0" w:color="auto"/>
        <w:bottom w:val="none" w:sz="0" w:space="0" w:color="auto"/>
        <w:right w:val="none" w:sz="0" w:space="0" w:color="auto"/>
      </w:divBdr>
      <w:divsChild>
        <w:div w:id="1975483940">
          <w:marLeft w:val="0"/>
          <w:marRight w:val="0"/>
          <w:marTop w:val="0"/>
          <w:marBottom w:val="0"/>
          <w:divBdr>
            <w:top w:val="none" w:sz="0" w:space="0" w:color="auto"/>
            <w:left w:val="none" w:sz="0" w:space="0" w:color="auto"/>
            <w:bottom w:val="none" w:sz="0" w:space="0" w:color="auto"/>
            <w:right w:val="none" w:sz="0" w:space="0" w:color="auto"/>
          </w:divBdr>
        </w:div>
      </w:divsChild>
    </w:div>
    <w:div w:id="1876306593">
      <w:bodyDiv w:val="1"/>
      <w:marLeft w:val="0"/>
      <w:marRight w:val="0"/>
      <w:marTop w:val="0"/>
      <w:marBottom w:val="0"/>
      <w:divBdr>
        <w:top w:val="none" w:sz="0" w:space="0" w:color="auto"/>
        <w:left w:val="none" w:sz="0" w:space="0" w:color="auto"/>
        <w:bottom w:val="none" w:sz="0" w:space="0" w:color="auto"/>
        <w:right w:val="none" w:sz="0" w:space="0" w:color="auto"/>
      </w:divBdr>
      <w:divsChild>
        <w:div w:id="843208840">
          <w:marLeft w:val="0"/>
          <w:marRight w:val="0"/>
          <w:marTop w:val="0"/>
          <w:marBottom w:val="0"/>
          <w:divBdr>
            <w:top w:val="none" w:sz="0" w:space="0" w:color="auto"/>
            <w:left w:val="none" w:sz="0" w:space="0" w:color="auto"/>
            <w:bottom w:val="none" w:sz="0" w:space="0" w:color="auto"/>
            <w:right w:val="none" w:sz="0" w:space="0" w:color="auto"/>
          </w:divBdr>
        </w:div>
      </w:divsChild>
    </w:div>
    <w:div w:id="1898975400">
      <w:bodyDiv w:val="1"/>
      <w:marLeft w:val="0"/>
      <w:marRight w:val="0"/>
      <w:marTop w:val="0"/>
      <w:marBottom w:val="0"/>
      <w:divBdr>
        <w:top w:val="none" w:sz="0" w:space="0" w:color="auto"/>
        <w:left w:val="none" w:sz="0" w:space="0" w:color="auto"/>
        <w:bottom w:val="none" w:sz="0" w:space="0" w:color="auto"/>
        <w:right w:val="none" w:sz="0" w:space="0" w:color="auto"/>
      </w:divBdr>
      <w:divsChild>
        <w:div w:id="1059785074">
          <w:marLeft w:val="0"/>
          <w:marRight w:val="0"/>
          <w:marTop w:val="0"/>
          <w:marBottom w:val="0"/>
          <w:divBdr>
            <w:top w:val="none" w:sz="0" w:space="0" w:color="auto"/>
            <w:left w:val="none" w:sz="0" w:space="0" w:color="auto"/>
            <w:bottom w:val="none" w:sz="0" w:space="0" w:color="auto"/>
            <w:right w:val="none" w:sz="0" w:space="0" w:color="auto"/>
          </w:divBdr>
        </w:div>
      </w:divsChild>
    </w:div>
    <w:div w:id="1999844422">
      <w:bodyDiv w:val="1"/>
      <w:marLeft w:val="0"/>
      <w:marRight w:val="0"/>
      <w:marTop w:val="0"/>
      <w:marBottom w:val="0"/>
      <w:divBdr>
        <w:top w:val="none" w:sz="0" w:space="0" w:color="auto"/>
        <w:left w:val="none" w:sz="0" w:space="0" w:color="auto"/>
        <w:bottom w:val="none" w:sz="0" w:space="0" w:color="auto"/>
        <w:right w:val="none" w:sz="0" w:space="0" w:color="auto"/>
      </w:divBdr>
      <w:divsChild>
        <w:div w:id="11154439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raili.sillart@sm.ee" TargetMode="External"/><Relationship Id="rId3" Type="http://schemas.openxmlformats.org/officeDocument/2006/relationships/customXml" Target="../customXml/item3.xml"/><Relationship Id="rId21" Type="http://schemas.openxmlformats.org/officeDocument/2006/relationships/hyperlink" Target="mailto:monika.prits@tervisekassa.ee"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jelizaveta.ter@sm.e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aigi.veber@tervisekassa.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mailto:virge.tammaru@fin.ee" TargetMode="External"/><Relationship Id="rId10" Type="http://schemas.openxmlformats.org/officeDocument/2006/relationships/endnotes" Target="endnotes.xml"/><Relationship Id="rId19" Type="http://schemas.openxmlformats.org/officeDocument/2006/relationships/hyperlink" Target="mailto:laine.mokrik@tehik.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mailto:rebeka.pintson@sm.e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riigikogu.ee/tegevus/eelnoud/eelnou/18ffea88-8a90-464f-b220-905cb3e1c4f0/Inimgeeniuuringute%20sead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u.ehamaa\Desktop\DOTX_failid_SoM\SELETUSKIRI%20m&#228;&#228;rus%202018.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D9BA7BEB144524D86450569173C7CF2" ma:contentTypeVersion="9" ma:contentTypeDescription="Loo uus dokument" ma:contentTypeScope="" ma:versionID="9633d1eaaaa7d2557cff0ace003a49cf">
  <xsd:schema xmlns:xsd="http://www.w3.org/2001/XMLSchema" xmlns:xs="http://www.w3.org/2001/XMLSchema" xmlns:p="http://schemas.microsoft.com/office/2006/metadata/properties" xmlns:ns2="58be63cb-5871-44e6-8e75-e1500c7756f7" xmlns:ns3="2d11df42-a036-40cf-95f7-4e940c8b62b5" targetNamespace="http://schemas.microsoft.com/office/2006/metadata/properties" ma:root="true" ma:fieldsID="fd4b1f140b93108c2156b87a3522258f" ns2:_="" ns3:_="">
    <xsd:import namespace="58be63cb-5871-44e6-8e75-e1500c7756f7"/>
    <xsd:import namespace="2d11df42-a036-40cf-95f7-4e940c8b62b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be63cb-5871-44e6-8e75-e1500c7756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11df42-a036-40cf-95f7-4e940c8b62b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fc2c69-3c33-4e36-b916-8f1b6a2bf674}" ma:internalName="TaxCatchAll" ma:showField="CatchAllData" ma:web="2d11df42-a036-40cf-95f7-4e940c8b62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2d11df42-a036-40cf-95f7-4e940c8b62b5" xsi:nil="true"/>
    <lcf76f155ced4ddcb4097134ff3c332f xmlns="58be63cb-5871-44e6-8e75-e1500c7756f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E671CFE-8DAD-4C63-845D-6035CAF8A112}">
  <ds:schemaRefs>
    <ds:schemaRef ds:uri="http://schemas.microsoft.com/sharepoint/v3/contenttype/forms"/>
  </ds:schemaRefs>
</ds:datastoreItem>
</file>

<file path=customXml/itemProps2.xml><?xml version="1.0" encoding="utf-8"?>
<ds:datastoreItem xmlns:ds="http://schemas.openxmlformats.org/officeDocument/2006/customXml" ds:itemID="{F4A9D652-8D73-4BB1-B705-72707354D8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be63cb-5871-44e6-8e75-e1500c7756f7"/>
    <ds:schemaRef ds:uri="2d11df42-a036-40cf-95f7-4e940c8b62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95D963-2B59-4341-AB14-076CE627808D}">
  <ds:schemaRefs>
    <ds:schemaRef ds:uri="http://schemas.openxmlformats.org/officeDocument/2006/bibliography"/>
  </ds:schemaRefs>
</ds:datastoreItem>
</file>

<file path=customXml/itemProps4.xml><?xml version="1.0" encoding="utf-8"?>
<ds:datastoreItem xmlns:ds="http://schemas.openxmlformats.org/officeDocument/2006/customXml" ds:itemID="{BBCC4D5F-B9C4-482A-8050-E299BF99CDB9}">
  <ds:schemaRefs>
    <ds:schemaRef ds:uri="http://schemas.microsoft.com/office/2006/metadata/properties"/>
    <ds:schemaRef ds:uri="http://schemas.microsoft.com/office/infopath/2007/PartnerControls"/>
    <ds:schemaRef ds:uri="2d11df42-a036-40cf-95f7-4e940c8b62b5"/>
    <ds:schemaRef ds:uri="58be63cb-5871-44e6-8e75-e1500c7756f7"/>
  </ds:schemaRefs>
</ds:datastoreItem>
</file>

<file path=docProps/app.xml><?xml version="1.0" encoding="utf-8"?>
<Properties xmlns="http://schemas.openxmlformats.org/officeDocument/2006/extended-properties" xmlns:vt="http://schemas.openxmlformats.org/officeDocument/2006/docPropsVTypes">
  <Template>SELETUSKIRI määrus 2018</Template>
  <TotalTime>28</TotalTime>
  <Pages>9</Pages>
  <Words>2786</Words>
  <Characters>22929</Characters>
  <Application>Microsoft Office Word</Application>
  <DocSecurity>0</DocSecurity>
  <Lines>191</Lines>
  <Paragraphs>51</Paragraphs>
  <ScaleCrop>false</ScaleCrop>
  <Company>Sotsiaalministeerium</Company>
  <LinksUpToDate>false</LinksUpToDate>
  <CharactersWithSpaces>25664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 Ehamaa</dc:creator>
  <cp:keywords/>
  <dc:description/>
  <cp:lastModifiedBy>Rebeka Pintson - SOM</cp:lastModifiedBy>
  <cp:revision>36</cp:revision>
  <cp:lastPrinted>2006-02-10T23:01:00Z</cp:lastPrinted>
  <dcterms:created xsi:type="dcterms:W3CDTF">2026-02-16T08:38:00Z</dcterms:created>
  <dcterms:modified xsi:type="dcterms:W3CDTF">2026-02-17T07:51:00Z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0x010100ED9BA7BEB144524D86450569173C7CF2</vt:lpwstr>
  </property>
  <property fmtid="{D5CDD505-2E9C-101B-9397-08002B2CF9AE}" pid="4" name="_dlc_DocIdItemGuid">
    <vt:lpwstr>f386527e-3af9-4be2-ac4f-d0cf142cfd04</vt:lpwstr>
  </property>
  <property fmtid="{D5CDD505-2E9C-101B-9397-08002B2CF9AE}" pid="5" name="MSIP_Label_defa4170-0d19-0005-0004-bc88714345d2_Enabled">
    <vt:lpwstr>true</vt:lpwstr>
  </property>
  <property fmtid="{D5CDD505-2E9C-101B-9397-08002B2CF9AE}" pid="6" name="MSIP_Label_defa4170-0d19-0005-0004-bc88714345d2_SetDate">
    <vt:lpwstr>2025-09-05T11:36:32Z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8fe098d2-428d-4bd4-9803-7195fe96f0e2</vt:lpwstr>
  </property>
  <property fmtid="{D5CDD505-2E9C-101B-9397-08002B2CF9AE}" pid="10" name="MSIP_Label_defa4170-0d19-0005-0004-bc88714345d2_ActionId">
    <vt:lpwstr>5b284fa7-7400-4a28-91b2-d12ed640ba7a</vt:lpwstr>
  </property>
  <property fmtid="{D5CDD505-2E9C-101B-9397-08002B2CF9AE}" pid="11" name="MSIP_Label_defa4170-0d19-0005-0004-bc88714345d2_ContentBits">
    <vt:lpwstr>0</vt:lpwstr>
  </property>
  <property fmtid="{D5CDD505-2E9C-101B-9397-08002B2CF9AE}" pid="12" name="MSIP_Label_defa4170-0d19-0005-0004-bc88714345d2_Tag">
    <vt:lpwstr>10, 3, 0, 1</vt:lpwstr>
  </property>
  <property fmtid="{D5CDD505-2E9C-101B-9397-08002B2CF9AE}" pid="13" name="MediaServiceImageTags">
    <vt:lpwstr/>
  </property>
</Properties>
</file>